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pPr w:leftFromText="141" w:rightFromText="141" w:vertAnchor="text" w:horzAnchor="margin" w:tblpY="-3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5A1128" w:rsidRPr="00CE416E" w14:paraId="38F7D76F" w14:textId="77777777" w:rsidTr="005A1128">
        <w:tc>
          <w:tcPr>
            <w:tcW w:w="230" w:type="dxa"/>
            <w:shd w:val="clear" w:color="auto" w:fill="1A5BA5"/>
          </w:tcPr>
          <w:p w14:paraId="5C8A0B35" w14:textId="77777777" w:rsidR="005A1128" w:rsidRPr="00CE416E" w:rsidRDefault="005A1128" w:rsidP="005A112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1A5BA5"/>
          </w:tcPr>
          <w:p w14:paraId="36DCD961" w14:textId="77777777" w:rsidR="005A1128" w:rsidRPr="00CE416E" w:rsidRDefault="005A1128" w:rsidP="005A112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518C3202" w14:textId="77777777" w:rsidR="005A1128" w:rsidRPr="00CE416E" w:rsidRDefault="005A1128" w:rsidP="005A112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0A67536B" w14:textId="77777777" w:rsidR="005A1128" w:rsidRPr="00CE416E" w:rsidRDefault="005A1128" w:rsidP="005A112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5A1128" w:rsidRPr="00CE416E" w14:paraId="30E7F5C4" w14:textId="77777777" w:rsidTr="005A1128">
        <w:tc>
          <w:tcPr>
            <w:tcW w:w="230" w:type="dxa"/>
            <w:shd w:val="clear" w:color="auto" w:fill="1A5BA5"/>
          </w:tcPr>
          <w:p w14:paraId="17109392" w14:textId="77777777" w:rsidR="005A1128" w:rsidRPr="00CE416E" w:rsidRDefault="005A1128" w:rsidP="005A112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</w:tcPr>
          <w:p w14:paraId="71F9FE22" w14:textId="77777777" w:rsidR="005A1128" w:rsidRPr="00CE416E" w:rsidRDefault="005A1128" w:rsidP="005A1128">
            <w:pPr>
              <w:rPr>
                <w:rFonts w:ascii="Verdana" w:hAnsi="Verdana"/>
                <w:b/>
              </w:rPr>
            </w:pPr>
            <w:r w:rsidRPr="00CE416E">
              <w:rPr>
                <w:rFonts w:ascii="Verdana" w:hAnsi="Verdana"/>
                <w:b/>
                <w:color w:val="FFFFFF" w:themeColor="background1"/>
              </w:rPr>
              <w:t>Antragsformular (Anlage 1)</w:t>
            </w:r>
          </w:p>
        </w:tc>
        <w:tc>
          <w:tcPr>
            <w:tcW w:w="283" w:type="dxa"/>
            <w:shd w:val="clear" w:color="auto" w:fill="1A5BA5"/>
          </w:tcPr>
          <w:p w14:paraId="1E97641A" w14:textId="77777777" w:rsidR="005A1128" w:rsidRPr="00CE416E" w:rsidRDefault="005A1128" w:rsidP="005A112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5A1128" w:rsidRPr="00CE416E" w14:paraId="499A7273" w14:textId="77777777" w:rsidTr="005A1128">
        <w:tc>
          <w:tcPr>
            <w:tcW w:w="230" w:type="dxa"/>
            <w:shd w:val="clear" w:color="auto" w:fill="1A5BA5"/>
          </w:tcPr>
          <w:p w14:paraId="4DCC1C25" w14:textId="77777777" w:rsidR="005A1128" w:rsidRPr="00CE416E" w:rsidRDefault="005A1128" w:rsidP="005A1128">
            <w:pPr>
              <w:rPr>
                <w:rFonts w:ascii="Verdana" w:hAnsi="Verdana"/>
              </w:rPr>
            </w:pPr>
          </w:p>
        </w:tc>
        <w:tc>
          <w:tcPr>
            <w:tcW w:w="4023" w:type="dxa"/>
            <w:shd w:val="clear" w:color="auto" w:fill="1A5BA5"/>
          </w:tcPr>
          <w:p w14:paraId="2A609D45" w14:textId="77777777" w:rsidR="005A1128" w:rsidRPr="00CE416E" w:rsidRDefault="005A1128" w:rsidP="005A1128">
            <w:pPr>
              <w:rPr>
                <w:rFonts w:ascii="Verdana" w:hAnsi="Verdana"/>
              </w:rPr>
            </w:pPr>
          </w:p>
        </w:tc>
        <w:tc>
          <w:tcPr>
            <w:tcW w:w="5103" w:type="dxa"/>
            <w:shd w:val="clear" w:color="auto" w:fill="1A5BA5"/>
          </w:tcPr>
          <w:p w14:paraId="577E3423" w14:textId="77777777" w:rsidR="005A1128" w:rsidRPr="00CE416E" w:rsidRDefault="005A1128" w:rsidP="005A1128">
            <w:pPr>
              <w:rPr>
                <w:rFonts w:ascii="Verdana" w:hAnsi="Verdana"/>
              </w:rPr>
            </w:pPr>
          </w:p>
        </w:tc>
        <w:tc>
          <w:tcPr>
            <w:tcW w:w="283" w:type="dxa"/>
            <w:shd w:val="clear" w:color="auto" w:fill="1A5BA5"/>
          </w:tcPr>
          <w:p w14:paraId="1FA2F4EA" w14:textId="77777777" w:rsidR="005A1128" w:rsidRPr="00CE416E" w:rsidRDefault="005A1128" w:rsidP="005A1128">
            <w:pPr>
              <w:rPr>
                <w:rFonts w:ascii="Verdana" w:hAnsi="Verdana"/>
              </w:rPr>
            </w:pPr>
          </w:p>
        </w:tc>
      </w:tr>
      <w:tr w:rsidR="005A1128" w:rsidRPr="00CE416E" w14:paraId="5AFFD0E5" w14:textId="77777777" w:rsidTr="005A1128">
        <w:tc>
          <w:tcPr>
            <w:tcW w:w="230" w:type="dxa"/>
            <w:shd w:val="clear" w:color="auto" w:fill="1A5BA5"/>
          </w:tcPr>
          <w:p w14:paraId="45257D85" w14:textId="77777777" w:rsidR="005A1128" w:rsidRPr="00CE416E" w:rsidRDefault="005A1128" w:rsidP="005A1128">
            <w:pPr>
              <w:rPr>
                <w:rFonts w:ascii="Verdana" w:hAnsi="Verdana"/>
                <w:b/>
              </w:rPr>
            </w:pPr>
          </w:p>
        </w:tc>
        <w:tc>
          <w:tcPr>
            <w:tcW w:w="4023" w:type="dxa"/>
            <w:shd w:val="clear" w:color="auto" w:fill="1A5BA5"/>
          </w:tcPr>
          <w:p w14:paraId="4A4D25B1" w14:textId="77777777" w:rsidR="005A1128" w:rsidRPr="00CE416E" w:rsidRDefault="005A1128" w:rsidP="005A1128">
            <w:pP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r w:rsidRPr="00CE416E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DE-UZ 215 - Ausgabe Januar 2020 </w:t>
            </w:r>
          </w:p>
          <w:p w14:paraId="0CABD0FE" w14:textId="77777777" w:rsidR="005A1128" w:rsidRPr="00CE416E" w:rsidRDefault="005A1128" w:rsidP="005A1128">
            <w:pPr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 w:rsidRPr="00CE416E">
              <w:rPr>
                <w:rFonts w:ascii="Verdana" w:hAnsi="Verdana"/>
                <w:color w:val="FFFFFF" w:themeColor="background1"/>
                <w:sz w:val="18"/>
                <w:szCs w:val="18"/>
              </w:rPr>
              <w:t>Version 2024</w:t>
            </w:r>
          </w:p>
        </w:tc>
        <w:tc>
          <w:tcPr>
            <w:tcW w:w="5103" w:type="dxa"/>
            <w:shd w:val="clear" w:color="auto" w:fill="1A5BA5"/>
          </w:tcPr>
          <w:p w14:paraId="367D6402" w14:textId="77777777" w:rsidR="005A1128" w:rsidRPr="00CE416E" w:rsidRDefault="005A1128" w:rsidP="005A1128">
            <w:pPr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 w:rsidRPr="00CE416E">
              <w:rPr>
                <w:rFonts w:ascii="Verdana" w:hAnsi="Verdana"/>
                <w:color w:val="FFFFFF" w:themeColor="background1"/>
                <w:sz w:val="18"/>
                <w:szCs w:val="18"/>
              </w:rPr>
              <w:t>Ressourcen- und energieeffiziente Softwareprodukte</w:t>
            </w:r>
          </w:p>
        </w:tc>
        <w:tc>
          <w:tcPr>
            <w:tcW w:w="283" w:type="dxa"/>
            <w:shd w:val="clear" w:color="auto" w:fill="1A5BA5"/>
          </w:tcPr>
          <w:p w14:paraId="0372825D" w14:textId="77777777" w:rsidR="005A1128" w:rsidRPr="00CE416E" w:rsidRDefault="005A1128" w:rsidP="005A1128">
            <w:pPr>
              <w:rPr>
                <w:rFonts w:ascii="Verdana" w:hAnsi="Verdana"/>
              </w:rPr>
            </w:pPr>
          </w:p>
        </w:tc>
      </w:tr>
      <w:tr w:rsidR="005A1128" w:rsidRPr="00CE416E" w14:paraId="3F5CC057" w14:textId="77777777" w:rsidTr="005A1128">
        <w:tc>
          <w:tcPr>
            <w:tcW w:w="230" w:type="dxa"/>
            <w:shd w:val="clear" w:color="auto" w:fill="1A5BA5"/>
          </w:tcPr>
          <w:p w14:paraId="22FDDA5A" w14:textId="77777777" w:rsidR="005A1128" w:rsidRPr="00CE416E" w:rsidRDefault="005A1128" w:rsidP="005A1128">
            <w:pPr>
              <w:rPr>
                <w:rFonts w:ascii="Verdana" w:hAnsi="Verdana"/>
                <w:b/>
              </w:rPr>
            </w:pPr>
          </w:p>
        </w:tc>
        <w:tc>
          <w:tcPr>
            <w:tcW w:w="4023" w:type="dxa"/>
            <w:shd w:val="clear" w:color="auto" w:fill="1A5BA5"/>
          </w:tcPr>
          <w:p w14:paraId="7FAE7D84" w14:textId="77777777" w:rsidR="005A1128" w:rsidRPr="00CE416E" w:rsidRDefault="005A1128" w:rsidP="005A1128">
            <w:pPr>
              <w:rPr>
                <w:rFonts w:ascii="Verdana" w:hAnsi="Verdana"/>
                <w:b/>
              </w:rPr>
            </w:pPr>
          </w:p>
        </w:tc>
        <w:tc>
          <w:tcPr>
            <w:tcW w:w="5103" w:type="dxa"/>
            <w:shd w:val="clear" w:color="auto" w:fill="1A5BA5"/>
          </w:tcPr>
          <w:p w14:paraId="64123473" w14:textId="77777777" w:rsidR="005A1128" w:rsidRPr="00CE416E" w:rsidRDefault="005A1128" w:rsidP="005A1128">
            <w:pPr>
              <w:rPr>
                <w:rFonts w:ascii="Verdana" w:hAnsi="Verdana"/>
                <w:b/>
              </w:rPr>
            </w:pPr>
          </w:p>
        </w:tc>
        <w:tc>
          <w:tcPr>
            <w:tcW w:w="283" w:type="dxa"/>
            <w:shd w:val="clear" w:color="auto" w:fill="1A5BA5"/>
          </w:tcPr>
          <w:p w14:paraId="29731797" w14:textId="77777777" w:rsidR="005A1128" w:rsidRPr="00CE416E" w:rsidRDefault="005A1128" w:rsidP="005A1128">
            <w:pPr>
              <w:rPr>
                <w:rFonts w:ascii="Verdana" w:hAnsi="Verdana"/>
                <w:b/>
              </w:rPr>
            </w:pPr>
          </w:p>
        </w:tc>
      </w:tr>
    </w:tbl>
    <w:p w14:paraId="17CC4062" w14:textId="77777777" w:rsidR="00F03EA8" w:rsidRPr="00CE416E" w:rsidRDefault="00F03EA8" w:rsidP="00F03EA8">
      <w:pPr>
        <w:rPr>
          <w:rFonts w:ascii="Verdana" w:hAnsi="Verdana"/>
          <w:sz w:val="18"/>
          <w:szCs w:val="18"/>
        </w:rPr>
      </w:pPr>
      <w:bookmarkStart w:id="0" w:name="_Hlk111111202"/>
    </w:p>
    <w:p w14:paraId="11CE9BD0" w14:textId="329B1C3E" w:rsidR="00F03EA8" w:rsidRPr="00CF30C7" w:rsidRDefault="00F03EA8" w:rsidP="00F03EA8">
      <w:pPr>
        <w:spacing w:after="120"/>
        <w:rPr>
          <w:rFonts w:ascii="Verdana" w:hAnsi="Verdana"/>
          <w:sz w:val="20"/>
          <w:szCs w:val="18"/>
        </w:rPr>
      </w:pPr>
      <w:r w:rsidRPr="00CF30C7">
        <w:rPr>
          <w:rFonts w:ascii="Verdana" w:hAnsi="Verdana"/>
          <w:b/>
          <w:sz w:val="20"/>
          <w:szCs w:val="18"/>
          <w:u w:val="single"/>
        </w:rPr>
        <w:t>Angaben zum Unternehmen</w:t>
      </w:r>
      <w:r w:rsidR="002D67D4">
        <w:rPr>
          <w:rFonts w:ascii="Verdana" w:hAnsi="Verdana"/>
          <w:b/>
          <w:sz w:val="20"/>
          <w:szCs w:val="18"/>
          <w:u w:val="single"/>
        </w:rPr>
        <w:t xml:space="preserve"> (Zeichennehmer)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15"/>
        <w:gridCol w:w="5452"/>
      </w:tblGrid>
      <w:tr w:rsidR="00F03EA8" w:rsidRPr="00CE416E" w14:paraId="382FA753" w14:textId="77777777" w:rsidTr="00906269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3C347C" w14:textId="77777777" w:rsidR="00F03EA8" w:rsidRPr="00CE416E" w:rsidRDefault="00F03EA8" w:rsidP="00B35D63">
            <w:pPr>
              <w:pStyle w:val="VerdanaStandard"/>
            </w:pPr>
            <w:permStart w:id="2068778377" w:edGrp="everyone" w:colFirst="1" w:colLast="1"/>
            <w:r w:rsidRPr="00CE416E">
              <w:t>Name des Unternehmens:</w:t>
            </w:r>
          </w:p>
        </w:tc>
        <w:tc>
          <w:tcPr>
            <w:tcW w:w="54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26B63C2F" w14:textId="77633DC1" w:rsidR="00F03EA8" w:rsidRPr="00CE416E" w:rsidRDefault="00F03EA8" w:rsidP="0090626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F03EA8" w:rsidRPr="00CE416E" w14:paraId="54086637" w14:textId="77777777" w:rsidTr="00906269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32E33C" w14:textId="77777777" w:rsidR="00F03EA8" w:rsidRPr="00CE416E" w:rsidRDefault="00F03EA8" w:rsidP="00B35D63">
            <w:pPr>
              <w:pStyle w:val="VerdanaStandard"/>
            </w:pPr>
            <w:permStart w:id="2025671200" w:edGrp="everyone" w:colFirst="1" w:colLast="1"/>
            <w:permEnd w:id="2068778377"/>
            <w:r w:rsidRPr="00CE416E">
              <w:t>Vollständige Anschrift:</w:t>
            </w:r>
          </w:p>
        </w:tc>
        <w:tc>
          <w:tcPr>
            <w:tcW w:w="5452" w:type="dxa"/>
            <w:tcBorders>
              <w:left w:val="single" w:sz="4" w:space="0" w:color="auto"/>
              <w:bottom w:val="nil"/>
            </w:tcBorders>
            <w:shd w:val="clear" w:color="auto" w:fill="E5EFFB"/>
          </w:tcPr>
          <w:p w14:paraId="16444499" w14:textId="35450774" w:rsidR="00F03EA8" w:rsidRPr="00CE416E" w:rsidRDefault="00F03EA8" w:rsidP="0090626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03EA8" w:rsidRPr="00CE416E" w14:paraId="3F6B5B54" w14:textId="77777777" w:rsidTr="00906269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463481" w14:textId="77777777" w:rsidR="00F03EA8" w:rsidRPr="00CE416E" w:rsidRDefault="00F03EA8" w:rsidP="00906269">
            <w:pPr>
              <w:rPr>
                <w:rFonts w:ascii="Verdana" w:hAnsi="Verdana"/>
                <w:sz w:val="18"/>
                <w:szCs w:val="18"/>
              </w:rPr>
            </w:pPr>
            <w:permStart w:id="43265857" w:edGrp="everyone" w:colFirst="1" w:colLast="1"/>
            <w:permEnd w:id="2025671200"/>
          </w:p>
        </w:tc>
        <w:tc>
          <w:tcPr>
            <w:tcW w:w="5452" w:type="dxa"/>
            <w:tcBorders>
              <w:top w:val="nil"/>
              <w:left w:val="single" w:sz="4" w:space="0" w:color="auto"/>
              <w:bottom w:val="nil"/>
            </w:tcBorders>
            <w:shd w:val="clear" w:color="auto" w:fill="E5EFFB"/>
          </w:tcPr>
          <w:p w14:paraId="5D59219D" w14:textId="343BCE2C" w:rsidR="00F03EA8" w:rsidRPr="00CE416E" w:rsidRDefault="00F03EA8" w:rsidP="0090626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03EA8" w:rsidRPr="00CE416E" w14:paraId="641A6A14" w14:textId="77777777" w:rsidTr="00906269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9B7072" w14:textId="77777777" w:rsidR="00F03EA8" w:rsidRPr="00CE416E" w:rsidRDefault="00F03EA8" w:rsidP="00906269">
            <w:pPr>
              <w:rPr>
                <w:rFonts w:ascii="Verdana" w:hAnsi="Verdana"/>
                <w:sz w:val="18"/>
                <w:szCs w:val="18"/>
              </w:rPr>
            </w:pPr>
            <w:permStart w:id="1695752059" w:edGrp="everyone" w:colFirst="1" w:colLast="1"/>
            <w:permEnd w:id="43265857"/>
          </w:p>
        </w:tc>
        <w:tc>
          <w:tcPr>
            <w:tcW w:w="5452" w:type="dxa"/>
            <w:tcBorders>
              <w:top w:val="nil"/>
              <w:left w:val="single" w:sz="4" w:space="0" w:color="auto"/>
            </w:tcBorders>
            <w:shd w:val="clear" w:color="auto" w:fill="E5EFFB"/>
          </w:tcPr>
          <w:p w14:paraId="2A359178" w14:textId="580C896D" w:rsidR="00F03EA8" w:rsidRPr="00CE416E" w:rsidRDefault="00F03EA8" w:rsidP="00906269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ermEnd w:id="1695752059"/>
    <w:p w14:paraId="7D5D7A8F" w14:textId="03973B63" w:rsidR="00F03EA8" w:rsidRPr="00CF30C7" w:rsidRDefault="002D67D4" w:rsidP="00F03EA8">
      <w:pPr>
        <w:spacing w:after="120"/>
        <w:rPr>
          <w:rFonts w:ascii="Verdana" w:hAnsi="Verdana"/>
          <w:sz w:val="20"/>
          <w:szCs w:val="18"/>
        </w:rPr>
      </w:pPr>
      <w:r>
        <w:rPr>
          <w:rFonts w:ascii="Verdana" w:hAnsi="Verdana"/>
          <w:b/>
          <w:sz w:val="20"/>
          <w:szCs w:val="18"/>
          <w:u w:val="single"/>
        </w:rPr>
        <w:t>Kontaktperson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73"/>
        <w:gridCol w:w="5394"/>
      </w:tblGrid>
      <w:tr w:rsidR="00F03EA8" w:rsidRPr="00CE416E" w14:paraId="6E52290B" w14:textId="77777777" w:rsidTr="00CF30C7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0633ADDF" w14:textId="77777777" w:rsidR="00F03EA8" w:rsidRPr="00CE416E" w:rsidRDefault="00F03EA8" w:rsidP="00B35D63">
            <w:pPr>
              <w:pStyle w:val="VerdanaStandard"/>
            </w:pPr>
            <w:permStart w:id="137980307" w:edGrp="everyone" w:colFirst="1" w:colLast="1"/>
            <w:r w:rsidRPr="00CE416E">
              <w:t>Name:</w:t>
            </w:r>
          </w:p>
        </w:tc>
        <w:tc>
          <w:tcPr>
            <w:tcW w:w="5805" w:type="dxa"/>
            <w:shd w:val="clear" w:color="auto" w:fill="E5EFFB"/>
          </w:tcPr>
          <w:p w14:paraId="07A20979" w14:textId="7400FC60" w:rsidR="00F03EA8" w:rsidRPr="00CE416E" w:rsidRDefault="00F03EA8" w:rsidP="00B35D63">
            <w:pPr>
              <w:pStyle w:val="VerdanaStandard"/>
            </w:pPr>
          </w:p>
        </w:tc>
      </w:tr>
      <w:tr w:rsidR="00F03EA8" w:rsidRPr="00CE416E" w14:paraId="230F6F2E" w14:textId="77777777" w:rsidTr="00CF30C7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60FD6CC7" w14:textId="77777777" w:rsidR="00F03EA8" w:rsidRPr="00CE416E" w:rsidRDefault="00F03EA8" w:rsidP="00B35D63">
            <w:pPr>
              <w:pStyle w:val="VerdanaStandard"/>
            </w:pPr>
            <w:permStart w:id="622465816" w:edGrp="everyone" w:colFirst="1" w:colLast="1"/>
            <w:permEnd w:id="137980307"/>
            <w:r w:rsidRPr="00CE416E">
              <w:t>Funktion:</w:t>
            </w:r>
          </w:p>
        </w:tc>
        <w:tc>
          <w:tcPr>
            <w:tcW w:w="5805" w:type="dxa"/>
            <w:shd w:val="clear" w:color="auto" w:fill="E5EFFB"/>
          </w:tcPr>
          <w:p w14:paraId="7542E9C7" w14:textId="64DEF0A6" w:rsidR="00F03EA8" w:rsidRPr="00CE416E" w:rsidRDefault="00F03EA8" w:rsidP="00B35D63">
            <w:pPr>
              <w:pStyle w:val="VerdanaStandard"/>
            </w:pPr>
          </w:p>
        </w:tc>
      </w:tr>
      <w:tr w:rsidR="00F03EA8" w:rsidRPr="00CE416E" w14:paraId="1E6C0293" w14:textId="77777777" w:rsidTr="00CF30C7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2229032A" w14:textId="77777777" w:rsidR="00F03EA8" w:rsidRPr="00CE416E" w:rsidRDefault="00F03EA8" w:rsidP="00B35D63">
            <w:pPr>
              <w:pStyle w:val="VerdanaStandard"/>
            </w:pPr>
            <w:permStart w:id="2002788116" w:edGrp="everyone" w:colFirst="1" w:colLast="1"/>
            <w:permEnd w:id="622465816"/>
            <w:r w:rsidRPr="00CE416E">
              <w:t>Telefonnummer:</w:t>
            </w:r>
          </w:p>
        </w:tc>
        <w:tc>
          <w:tcPr>
            <w:tcW w:w="5805" w:type="dxa"/>
            <w:shd w:val="clear" w:color="auto" w:fill="E5EFFB"/>
          </w:tcPr>
          <w:p w14:paraId="1A6B38BA" w14:textId="57C30138" w:rsidR="00F03EA8" w:rsidRPr="00CE416E" w:rsidRDefault="00F03EA8" w:rsidP="00B35D63">
            <w:pPr>
              <w:pStyle w:val="VerdanaStandard"/>
            </w:pPr>
          </w:p>
        </w:tc>
      </w:tr>
      <w:tr w:rsidR="00F03EA8" w:rsidRPr="00CE416E" w14:paraId="14689282" w14:textId="77777777" w:rsidTr="00CF30C7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30AB946D" w14:textId="77777777" w:rsidR="00F03EA8" w:rsidRPr="00CE416E" w:rsidRDefault="00F03EA8" w:rsidP="00B35D63">
            <w:pPr>
              <w:pStyle w:val="VerdanaStandard"/>
            </w:pPr>
            <w:permStart w:id="384527060" w:edGrp="everyone" w:colFirst="1" w:colLast="1"/>
            <w:permEnd w:id="2002788116"/>
            <w:r w:rsidRPr="00CE416E">
              <w:t>E-Mail-Adresse:</w:t>
            </w:r>
          </w:p>
        </w:tc>
        <w:tc>
          <w:tcPr>
            <w:tcW w:w="5805" w:type="dxa"/>
            <w:shd w:val="clear" w:color="auto" w:fill="E5EFFB"/>
          </w:tcPr>
          <w:p w14:paraId="4169D6F7" w14:textId="6F12B747" w:rsidR="00F03EA8" w:rsidRPr="00CE416E" w:rsidRDefault="00F03EA8" w:rsidP="00B35D63">
            <w:pPr>
              <w:pStyle w:val="VerdanaStandard"/>
            </w:pPr>
          </w:p>
        </w:tc>
      </w:tr>
      <w:permEnd w:id="384527060"/>
    </w:tbl>
    <w:p w14:paraId="0AC9315D" w14:textId="77777777" w:rsidR="00F03EA8" w:rsidRDefault="00F03EA8" w:rsidP="00F03EA8">
      <w:pPr>
        <w:rPr>
          <w:rFonts w:ascii="Verdana" w:hAnsi="Verdana"/>
          <w:sz w:val="18"/>
          <w:szCs w:val="18"/>
        </w:rPr>
      </w:pPr>
    </w:p>
    <w:p w14:paraId="716ACD5D" w14:textId="3F9C3D16" w:rsidR="00F41451" w:rsidRDefault="00F41451" w:rsidP="00CA0B6E">
      <w:pPr>
        <w:spacing w:after="120"/>
      </w:pPr>
      <w:r>
        <w:t>Falls Antragsteller vom Hersteller abweicht:</w:t>
      </w:r>
    </w:p>
    <w:p w14:paraId="5FE2035C" w14:textId="2DBAC6D6" w:rsidR="00CA0B6E" w:rsidRPr="00CF30C7" w:rsidRDefault="00CA0B6E" w:rsidP="00CA0B6E">
      <w:pPr>
        <w:spacing w:after="120"/>
        <w:rPr>
          <w:rFonts w:ascii="Verdana" w:hAnsi="Verdana"/>
          <w:sz w:val="20"/>
          <w:szCs w:val="18"/>
        </w:rPr>
      </w:pPr>
      <w:r>
        <w:rPr>
          <w:rFonts w:ascii="Verdana" w:hAnsi="Verdana"/>
          <w:b/>
          <w:sz w:val="20"/>
          <w:szCs w:val="18"/>
          <w:u w:val="single"/>
        </w:rPr>
        <w:t>Inverkehrbringer (Zeichenanwender)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73"/>
        <w:gridCol w:w="5394"/>
      </w:tblGrid>
      <w:tr w:rsidR="00CA0B6E" w:rsidRPr="00CE416E" w14:paraId="4E64AFC6" w14:textId="77777777" w:rsidTr="004268EA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7CA7D4C8" w14:textId="77777777" w:rsidR="00CA0B6E" w:rsidRPr="00CE416E" w:rsidRDefault="00CA0B6E" w:rsidP="004268EA">
            <w:pPr>
              <w:pStyle w:val="VerdanaStandard"/>
            </w:pPr>
            <w:permStart w:id="460157633" w:edGrp="everyone" w:colFirst="1" w:colLast="1"/>
            <w:r w:rsidRPr="00CE416E">
              <w:t>Name:</w:t>
            </w:r>
          </w:p>
        </w:tc>
        <w:tc>
          <w:tcPr>
            <w:tcW w:w="5805" w:type="dxa"/>
            <w:shd w:val="clear" w:color="auto" w:fill="E5EFFB"/>
          </w:tcPr>
          <w:p w14:paraId="4D9B003B" w14:textId="5436CE55" w:rsidR="00CA0B6E" w:rsidRPr="00CE416E" w:rsidRDefault="00CA0B6E" w:rsidP="004268EA">
            <w:pPr>
              <w:pStyle w:val="VerdanaStandard"/>
            </w:pPr>
          </w:p>
        </w:tc>
      </w:tr>
      <w:tr w:rsidR="00CA0B6E" w:rsidRPr="00CE416E" w14:paraId="2B5F1DEA" w14:textId="77777777" w:rsidTr="004268EA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07B81EB1" w14:textId="77777777" w:rsidR="00CA0B6E" w:rsidRPr="00CE416E" w:rsidRDefault="00CA0B6E" w:rsidP="004268EA">
            <w:pPr>
              <w:pStyle w:val="VerdanaStandard"/>
            </w:pPr>
            <w:permStart w:id="2054843709" w:edGrp="everyone" w:colFirst="1" w:colLast="1"/>
            <w:permEnd w:id="460157633"/>
            <w:r w:rsidRPr="00CE416E">
              <w:t>Funktion:</w:t>
            </w:r>
          </w:p>
        </w:tc>
        <w:tc>
          <w:tcPr>
            <w:tcW w:w="5805" w:type="dxa"/>
            <w:shd w:val="clear" w:color="auto" w:fill="E5EFFB"/>
          </w:tcPr>
          <w:p w14:paraId="3D7E2506" w14:textId="559675B5" w:rsidR="00CA0B6E" w:rsidRPr="00CE416E" w:rsidRDefault="00CA0B6E" w:rsidP="004268EA">
            <w:pPr>
              <w:pStyle w:val="VerdanaStandard"/>
            </w:pPr>
          </w:p>
        </w:tc>
      </w:tr>
      <w:tr w:rsidR="00CA0B6E" w:rsidRPr="00CE416E" w14:paraId="67703524" w14:textId="77777777" w:rsidTr="004268EA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7B0B5F77" w14:textId="77777777" w:rsidR="00CA0B6E" w:rsidRPr="00CE416E" w:rsidRDefault="00CA0B6E" w:rsidP="004268EA">
            <w:pPr>
              <w:pStyle w:val="VerdanaStandard"/>
            </w:pPr>
            <w:permStart w:id="143022836" w:edGrp="everyone" w:colFirst="1" w:colLast="1"/>
            <w:permEnd w:id="2054843709"/>
            <w:r w:rsidRPr="00CE416E">
              <w:t>Telefonnummer:</w:t>
            </w:r>
          </w:p>
        </w:tc>
        <w:tc>
          <w:tcPr>
            <w:tcW w:w="5805" w:type="dxa"/>
            <w:shd w:val="clear" w:color="auto" w:fill="E5EFFB"/>
          </w:tcPr>
          <w:p w14:paraId="7E5A40AD" w14:textId="082E9100" w:rsidR="00CA0B6E" w:rsidRPr="00CE416E" w:rsidRDefault="00CA0B6E" w:rsidP="004268EA">
            <w:pPr>
              <w:pStyle w:val="VerdanaStandard"/>
            </w:pPr>
          </w:p>
        </w:tc>
      </w:tr>
      <w:tr w:rsidR="00CA0B6E" w:rsidRPr="00CE416E" w14:paraId="0EBF84A6" w14:textId="77777777" w:rsidTr="004268EA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56B38F80" w14:textId="77777777" w:rsidR="00CA0B6E" w:rsidRPr="00CE416E" w:rsidRDefault="00CA0B6E" w:rsidP="004268EA">
            <w:pPr>
              <w:pStyle w:val="VerdanaStandard"/>
            </w:pPr>
            <w:permStart w:id="1302275713" w:edGrp="everyone" w:colFirst="1" w:colLast="1"/>
            <w:permEnd w:id="143022836"/>
            <w:r w:rsidRPr="00CE416E">
              <w:t>E-Mail-Adresse:</w:t>
            </w:r>
          </w:p>
        </w:tc>
        <w:tc>
          <w:tcPr>
            <w:tcW w:w="5805" w:type="dxa"/>
            <w:shd w:val="clear" w:color="auto" w:fill="E5EFFB"/>
          </w:tcPr>
          <w:p w14:paraId="41951125" w14:textId="7D7D6438" w:rsidR="00CA0B6E" w:rsidRPr="00CE416E" w:rsidRDefault="00CA0B6E" w:rsidP="004268EA">
            <w:pPr>
              <w:pStyle w:val="VerdanaStandard"/>
            </w:pPr>
          </w:p>
        </w:tc>
      </w:tr>
      <w:permEnd w:id="1302275713"/>
    </w:tbl>
    <w:p w14:paraId="785053B0" w14:textId="77777777" w:rsidR="005D46AA" w:rsidRDefault="005D46AA" w:rsidP="00F03EA8">
      <w:pPr>
        <w:rPr>
          <w:rFonts w:ascii="Verdana" w:hAnsi="Verdana"/>
          <w:sz w:val="18"/>
          <w:szCs w:val="18"/>
        </w:rPr>
      </w:pPr>
    </w:p>
    <w:p w14:paraId="42AF460A" w14:textId="2B4C9018" w:rsidR="006B198E" w:rsidRPr="00CF30C7" w:rsidRDefault="006B198E" w:rsidP="006B198E">
      <w:pPr>
        <w:spacing w:after="120"/>
        <w:rPr>
          <w:rFonts w:ascii="Verdana" w:hAnsi="Verdana"/>
          <w:sz w:val="20"/>
          <w:szCs w:val="18"/>
        </w:rPr>
      </w:pPr>
      <w:r>
        <w:rPr>
          <w:rFonts w:ascii="Verdana" w:hAnsi="Verdana"/>
          <w:b/>
          <w:sz w:val="20"/>
          <w:szCs w:val="18"/>
          <w:u w:val="single"/>
        </w:rPr>
        <w:t>Auditor</w:t>
      </w:r>
      <w:r w:rsidR="00855B79">
        <w:rPr>
          <w:rFonts w:ascii="Verdana" w:hAnsi="Verdana"/>
          <w:b/>
          <w:sz w:val="20"/>
          <w:szCs w:val="18"/>
          <w:u w:val="single"/>
        </w:rPr>
        <w:t>*in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73"/>
        <w:gridCol w:w="5394"/>
      </w:tblGrid>
      <w:tr w:rsidR="006B198E" w:rsidRPr="00CE416E" w14:paraId="3665619A" w14:textId="77777777" w:rsidTr="004268EA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591ECE84" w14:textId="77777777" w:rsidR="006B198E" w:rsidRPr="00CE416E" w:rsidRDefault="006B198E" w:rsidP="004268EA">
            <w:pPr>
              <w:pStyle w:val="VerdanaStandard"/>
            </w:pPr>
            <w:permStart w:id="1297483557" w:edGrp="everyone" w:colFirst="1" w:colLast="1"/>
            <w:r w:rsidRPr="00CE416E">
              <w:t>Name:</w:t>
            </w:r>
          </w:p>
        </w:tc>
        <w:tc>
          <w:tcPr>
            <w:tcW w:w="5805" w:type="dxa"/>
            <w:shd w:val="clear" w:color="auto" w:fill="E5EFFB"/>
          </w:tcPr>
          <w:p w14:paraId="0DE5727A" w14:textId="0D2B38C1" w:rsidR="006B198E" w:rsidRPr="00CE416E" w:rsidRDefault="006B198E" w:rsidP="004268EA">
            <w:pPr>
              <w:pStyle w:val="VerdanaStandard"/>
            </w:pPr>
          </w:p>
        </w:tc>
      </w:tr>
      <w:tr w:rsidR="006B198E" w:rsidRPr="00CE416E" w14:paraId="5C220D3A" w14:textId="77777777" w:rsidTr="004268EA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6A5E1C05" w14:textId="322ABFBA" w:rsidR="006B198E" w:rsidRPr="00CE416E" w:rsidRDefault="006B198E" w:rsidP="004268EA">
            <w:pPr>
              <w:pStyle w:val="VerdanaStandard"/>
            </w:pPr>
            <w:permStart w:id="698495450" w:edGrp="everyone" w:colFirst="1" w:colLast="1"/>
            <w:permEnd w:id="1297483557"/>
            <w:r w:rsidRPr="00CE416E">
              <w:t>Telefonnummer:</w:t>
            </w:r>
          </w:p>
        </w:tc>
        <w:tc>
          <w:tcPr>
            <w:tcW w:w="5805" w:type="dxa"/>
            <w:shd w:val="clear" w:color="auto" w:fill="E5EFFB"/>
          </w:tcPr>
          <w:p w14:paraId="3765EC2B" w14:textId="4E2CEF45" w:rsidR="006B198E" w:rsidRPr="00CE416E" w:rsidRDefault="006B198E" w:rsidP="004268EA">
            <w:pPr>
              <w:pStyle w:val="VerdanaStandard"/>
            </w:pPr>
          </w:p>
        </w:tc>
      </w:tr>
      <w:tr w:rsidR="006B198E" w:rsidRPr="00CE416E" w14:paraId="64E1B084" w14:textId="77777777" w:rsidTr="004268EA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21626195" w14:textId="69C2E1DF" w:rsidR="006B198E" w:rsidRPr="00CE416E" w:rsidRDefault="006B198E" w:rsidP="004268EA">
            <w:pPr>
              <w:pStyle w:val="VerdanaStandard"/>
            </w:pPr>
            <w:permStart w:id="2024559550" w:edGrp="everyone" w:colFirst="1" w:colLast="1"/>
            <w:permEnd w:id="698495450"/>
            <w:r w:rsidRPr="00CE416E">
              <w:t>E-Mail-Adresse:</w:t>
            </w:r>
          </w:p>
        </w:tc>
        <w:tc>
          <w:tcPr>
            <w:tcW w:w="5805" w:type="dxa"/>
            <w:shd w:val="clear" w:color="auto" w:fill="E5EFFB"/>
          </w:tcPr>
          <w:p w14:paraId="5646601A" w14:textId="2CE41BE2" w:rsidR="006B198E" w:rsidRPr="00CE416E" w:rsidRDefault="006B198E" w:rsidP="004268EA">
            <w:pPr>
              <w:pStyle w:val="VerdanaStandard"/>
            </w:pPr>
          </w:p>
        </w:tc>
      </w:tr>
      <w:tr w:rsidR="006B198E" w:rsidRPr="00CE416E" w14:paraId="3EC16EAA" w14:textId="77777777" w:rsidTr="004268EA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413DA772" w14:textId="0925CED4" w:rsidR="006B198E" w:rsidRPr="00CE416E" w:rsidRDefault="006B198E" w:rsidP="004268EA">
            <w:pPr>
              <w:pStyle w:val="VerdanaStandard"/>
            </w:pPr>
            <w:permStart w:id="2009476628" w:edGrp="everyone" w:colFirst="1" w:colLast="1"/>
            <w:permEnd w:id="2024559550"/>
            <w:r>
              <w:t>Unternehmen:</w:t>
            </w:r>
          </w:p>
        </w:tc>
        <w:tc>
          <w:tcPr>
            <w:tcW w:w="5805" w:type="dxa"/>
            <w:shd w:val="clear" w:color="auto" w:fill="E5EFFB"/>
          </w:tcPr>
          <w:p w14:paraId="754DA50A" w14:textId="460E8392" w:rsidR="006B198E" w:rsidRPr="00CE416E" w:rsidRDefault="006B198E" w:rsidP="004268EA">
            <w:pPr>
              <w:pStyle w:val="VerdanaStandard"/>
            </w:pPr>
          </w:p>
        </w:tc>
      </w:tr>
      <w:permEnd w:id="2009476628"/>
    </w:tbl>
    <w:p w14:paraId="6C8893C7" w14:textId="77777777" w:rsidR="004A02E0" w:rsidRPr="00CE416E" w:rsidRDefault="004A02E0" w:rsidP="00F03EA8">
      <w:pPr>
        <w:rPr>
          <w:rFonts w:ascii="Verdana" w:hAnsi="Verdana"/>
          <w:sz w:val="18"/>
          <w:szCs w:val="18"/>
        </w:rPr>
      </w:pPr>
    </w:p>
    <w:p w14:paraId="78066CEA" w14:textId="77777777" w:rsidR="00F03EA8" w:rsidRPr="00CF30C7" w:rsidRDefault="00F03EA8" w:rsidP="00F03EA8">
      <w:pPr>
        <w:spacing w:after="120"/>
        <w:rPr>
          <w:rFonts w:ascii="Verdana" w:hAnsi="Verdana"/>
          <w:sz w:val="20"/>
          <w:szCs w:val="18"/>
        </w:rPr>
      </w:pPr>
      <w:r w:rsidRPr="00CF30C7">
        <w:rPr>
          <w:rFonts w:ascii="Verdana" w:hAnsi="Verdana"/>
          <w:b/>
          <w:sz w:val="20"/>
          <w:szCs w:val="18"/>
          <w:u w:val="single"/>
        </w:rPr>
        <w:t>Angaben zum Produkt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15"/>
        <w:gridCol w:w="5452"/>
      </w:tblGrid>
      <w:tr w:rsidR="00F03EA8" w:rsidRPr="00CE416E" w14:paraId="2681C68F" w14:textId="77777777" w:rsidTr="00906269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8D433F" w14:textId="77777777" w:rsidR="00F03EA8" w:rsidRPr="00CE416E" w:rsidRDefault="00E94763" w:rsidP="00B35D63">
            <w:pPr>
              <w:pStyle w:val="VerdanaStandard"/>
            </w:pPr>
            <w:r w:rsidRPr="00CE416E">
              <w:t>Name</w:t>
            </w:r>
            <w:r w:rsidR="00F03EA8" w:rsidRPr="00CE416E">
              <w:t xml:space="preserve"> des Produkts:</w:t>
            </w:r>
          </w:p>
        </w:tc>
        <w:permStart w:id="530918446" w:edGrp="everyone"/>
        <w:tc>
          <w:tcPr>
            <w:tcW w:w="54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2B5993A4" w14:textId="77777777" w:rsidR="00F03EA8" w:rsidRPr="00CE416E" w:rsidRDefault="00F03EA8" w:rsidP="00B35D63">
            <w:pPr>
              <w:pStyle w:val="VerdanaStandard"/>
            </w:pPr>
            <w:r w:rsidRPr="00CE416E"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CE416E">
              <w:instrText xml:space="preserve"> FORMTEXT </w:instrText>
            </w:r>
            <w:r w:rsidRPr="00CE416E">
              <w:fldChar w:fldCharType="separate"/>
            </w:r>
            <w:r w:rsidRPr="00CE416E">
              <w:rPr>
                <w:noProof/>
              </w:rPr>
              <w:t> </w:t>
            </w:r>
            <w:r w:rsidRPr="00CE416E">
              <w:rPr>
                <w:noProof/>
              </w:rPr>
              <w:t> </w:t>
            </w:r>
            <w:r w:rsidRPr="00CE416E">
              <w:rPr>
                <w:noProof/>
              </w:rPr>
              <w:t> </w:t>
            </w:r>
            <w:r w:rsidRPr="00CE416E">
              <w:rPr>
                <w:noProof/>
              </w:rPr>
              <w:t> </w:t>
            </w:r>
            <w:r w:rsidRPr="00CE416E">
              <w:rPr>
                <w:noProof/>
              </w:rPr>
              <w:t> </w:t>
            </w:r>
            <w:r w:rsidRPr="00CE416E">
              <w:fldChar w:fldCharType="end"/>
            </w:r>
            <w:permEnd w:id="530918446"/>
          </w:p>
        </w:tc>
      </w:tr>
      <w:tr w:rsidR="00F03EA8" w:rsidRPr="00311DEC" w14:paraId="3AB5042E" w14:textId="77777777" w:rsidTr="00D36047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AB1678" w14:textId="4D0E85CB" w:rsidR="00F03EA8" w:rsidRPr="00CE416E" w:rsidRDefault="004472D4" w:rsidP="00B35D63">
            <w:pPr>
              <w:pStyle w:val="VerdanaStandard"/>
            </w:pPr>
            <w:permStart w:id="1858214909" w:edGrp="everyone" w:colFirst="1" w:colLast="1"/>
            <w:r w:rsidRPr="00CE416E">
              <w:t>Computer-</w:t>
            </w:r>
            <w:r w:rsidR="00967833" w:rsidRPr="00CE416E">
              <w:t>Plattformen</w:t>
            </w:r>
            <w:r w:rsidR="00967833">
              <w:t xml:space="preserve"> </w:t>
            </w:r>
            <w:r w:rsidR="00967833" w:rsidRPr="00635DB6">
              <w:rPr>
                <w:b/>
              </w:rPr>
              <w:t>(</w:t>
            </w:r>
            <w:r w:rsidR="00967833" w:rsidRPr="00967833">
              <w:rPr>
                <w:b/>
              </w:rPr>
              <w:t>Kapitel 3</w:t>
            </w:r>
            <w:r w:rsidR="00967833">
              <w:t xml:space="preserve"> </w:t>
            </w:r>
            <w:r w:rsidR="00967833" w:rsidRPr="00967833">
              <w:rPr>
                <w:b/>
              </w:rPr>
              <w:t>der Vergabekriterien)</w:t>
            </w:r>
            <w:r w:rsidR="001F386F" w:rsidRPr="00967833">
              <w:rPr>
                <w:rStyle w:val="Funotenzeichen"/>
                <w:sz w:val="18"/>
                <w:szCs w:val="18"/>
              </w:rPr>
              <w:footnoteReference w:id="1"/>
            </w:r>
            <w:r w:rsidR="00CE416E" w:rsidRPr="00967833">
              <w:t>:</w:t>
            </w:r>
          </w:p>
        </w:tc>
        <w:tc>
          <w:tcPr>
            <w:tcW w:w="5452" w:type="dxa"/>
            <w:tcBorders>
              <w:left w:val="single" w:sz="4" w:space="0" w:color="auto"/>
            </w:tcBorders>
            <w:shd w:val="clear" w:color="auto" w:fill="E5EFFB"/>
          </w:tcPr>
          <w:p w14:paraId="4D89CE1D" w14:textId="752CF053" w:rsidR="00263AEB" w:rsidRPr="00DC0437" w:rsidRDefault="00311DEC" w:rsidP="00B35D63">
            <w:pPr>
              <w:pStyle w:val="VerdanaStandard"/>
              <w:rPr>
                <w:rFonts w:eastAsia="MS Gothic"/>
                <w:lang w:val="en-GB"/>
              </w:rPr>
            </w:pPr>
            <w:sdt>
              <w:sdtPr>
                <w:rPr>
                  <w:rFonts w:eastAsia="MS Gothic"/>
                  <w:lang w:val="en-GB"/>
                </w:rPr>
                <w:id w:val="-1950381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0437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D23FFB" w:rsidRPr="001F386F">
              <w:rPr>
                <w:rFonts w:eastAsia="MS Gothic"/>
                <w:lang w:val="en-GB"/>
              </w:rPr>
              <w:t xml:space="preserve"> </w:t>
            </w:r>
            <w:r w:rsidR="001F386F">
              <w:rPr>
                <w:rFonts w:eastAsia="MS Gothic"/>
                <w:lang w:val="en-GB"/>
              </w:rPr>
              <w:t>mobile</w:t>
            </w:r>
            <w:r w:rsidR="00D23FFB" w:rsidRPr="001F386F">
              <w:rPr>
                <w:rFonts w:eastAsia="MS Gothic"/>
                <w:lang w:val="en-GB"/>
              </w:rPr>
              <w:t xml:space="preserve"> device</w:t>
            </w:r>
            <w:r w:rsidR="001F386F" w:rsidRPr="001F386F">
              <w:rPr>
                <w:rFonts w:eastAsia="MS Gothic"/>
                <w:lang w:val="en-GB"/>
              </w:rPr>
              <w:t xml:space="preserve"> </w:t>
            </w:r>
            <w:sdt>
              <w:sdtPr>
                <w:rPr>
                  <w:rFonts w:eastAsia="MS Gothic"/>
                  <w:lang w:val="en-GB"/>
                </w:rPr>
                <w:id w:val="-1636868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0437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1F386F" w:rsidRPr="001F386F">
              <w:rPr>
                <w:rFonts w:eastAsia="MS Gothic"/>
                <w:lang w:val="en-GB"/>
              </w:rPr>
              <w:t xml:space="preserve"> pc device </w:t>
            </w:r>
            <w:sdt>
              <w:sdtPr>
                <w:rPr>
                  <w:rFonts w:eastAsia="MS Gothic"/>
                  <w:lang w:val="en-GB"/>
                </w:rPr>
                <w:id w:val="-1480684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5693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1F386F" w:rsidRPr="001F386F">
              <w:rPr>
                <w:rFonts w:eastAsia="MS Gothic"/>
                <w:lang w:val="en-GB"/>
              </w:rPr>
              <w:t xml:space="preserve"> </w:t>
            </w:r>
            <w:r w:rsidR="001F386F">
              <w:rPr>
                <w:rFonts w:eastAsia="MS Gothic"/>
                <w:lang w:val="en-GB"/>
              </w:rPr>
              <w:t>server device</w:t>
            </w:r>
          </w:p>
        </w:tc>
      </w:tr>
      <w:tr w:rsidR="002350D8" w:rsidRPr="00CE416E" w14:paraId="5D065F75" w14:textId="77777777" w:rsidTr="0031703C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87B0EF" w14:textId="0199DDD9" w:rsidR="002350D8" w:rsidRPr="00CE416E" w:rsidRDefault="00CE416E" w:rsidP="00B35D63">
            <w:pPr>
              <w:pStyle w:val="VerdanaStandard"/>
            </w:pPr>
            <w:permStart w:id="2046262603" w:edGrp="everyone" w:colFirst="1" w:colLast="1"/>
            <w:permEnd w:id="1858214909"/>
            <w:r>
              <w:t>Software-Kategorie:</w:t>
            </w:r>
          </w:p>
        </w:tc>
        <w:sdt>
          <w:sdtPr>
            <w:id w:val="920918648"/>
            <w:placeholder>
              <w:docPart w:val="7A29266110074A39A1FA0CEA5FD68F3E"/>
            </w:placeholder>
            <w:showingPlcHdr/>
            <w:dropDownList>
              <w:listItem w:value="Wählen Sie ein Element aus."/>
              <w:listItem w:displayText="Desktop-Computer-Software" w:value="Desktop-Computer-Software"/>
              <w:listItem w:displayText="Server-Client-Software mit nativer Desktop-Computer-Anwendung" w:value="Server-Client-Software mit nativer Desktop-Computer-Anwendung"/>
              <w:listItem w:displayText="App für mobile Geräte (rein offline)" w:value="App für mobile Geräte (rein offline)"/>
              <w:listItem w:displayText="Server-Client-Software mit nativer App für mobile Geräte" w:value="Server-Client-Software mit nativer App für mobile Geräte"/>
              <w:listItem w:displayText="Server-Client-Software mit Webbrowser als Desktop-Computer-Anwendung" w:value="Server-Client-Software mit Webbrowser als Desktop-Computer-Anwendung"/>
              <w:listItem w:displayText="Server-Client-Software mit Webbrowser als App für mobile Geräte" w:value="Server-Client-Software mit Webbrowser als App für mobile Geräte"/>
              <w:listItem w:displayText="Server-Anwendung" w:value="Server-Anwendung"/>
              <w:listItem w:displayText="Andere" w:value="Andere"/>
            </w:dropDownList>
          </w:sdtPr>
          <w:sdtEndPr/>
          <w:sdtContent>
            <w:tc>
              <w:tcPr>
                <w:tcW w:w="5452" w:type="dxa"/>
                <w:tcBorders>
                  <w:left w:val="single" w:sz="4" w:space="0" w:color="auto"/>
                  <w:bottom w:val="single" w:sz="4" w:space="0" w:color="auto"/>
                </w:tcBorders>
                <w:shd w:val="clear" w:color="auto" w:fill="E5EFFB"/>
              </w:tcPr>
              <w:p w14:paraId="4D9B61DE" w14:textId="77777777" w:rsidR="002350D8" w:rsidRPr="00CE416E" w:rsidRDefault="00B64393" w:rsidP="00B35D63">
                <w:pPr>
                  <w:pStyle w:val="VerdanaStandard"/>
                  <w:rPr>
                    <w:rFonts w:eastAsia="MS Gothic"/>
                  </w:rPr>
                </w:pPr>
                <w:r w:rsidRPr="00855B79">
                  <w:rPr>
                    <w:rStyle w:val="Platzhaltertext"/>
                    <w:b/>
                    <w:bCs/>
                  </w:rPr>
                  <w:t>Wählen Sie ein Element aus.</w:t>
                </w:r>
              </w:p>
            </w:tc>
          </w:sdtContent>
        </w:sdt>
      </w:tr>
      <w:tr w:rsidR="0031703C" w:rsidRPr="00CE416E" w14:paraId="289702C3" w14:textId="77777777" w:rsidTr="0004539A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ACBD92" w14:textId="77777777" w:rsidR="00E77057" w:rsidRPr="00E77057" w:rsidRDefault="00E77057" w:rsidP="00B35D63">
            <w:pPr>
              <w:pStyle w:val="VerdanaStandard"/>
            </w:pPr>
            <w:permStart w:id="1738822937" w:edGrp="everyone" w:colFirst="1" w:colLast="1"/>
            <w:permEnd w:id="2046262603"/>
            <w:r w:rsidRPr="00E77057">
              <w:t>Anmerkung:</w:t>
            </w:r>
          </w:p>
          <w:p w14:paraId="588900B1" w14:textId="77777777" w:rsidR="0031703C" w:rsidRPr="00CE416E" w:rsidRDefault="0031703C" w:rsidP="00B35D63">
            <w:pPr>
              <w:pStyle w:val="VerdanaStandard"/>
            </w:pPr>
          </w:p>
        </w:tc>
        <w:tc>
          <w:tcPr>
            <w:tcW w:w="5452" w:type="dxa"/>
            <w:tcBorders>
              <w:left w:val="single" w:sz="4" w:space="0" w:color="auto"/>
            </w:tcBorders>
            <w:shd w:val="clear" w:color="auto" w:fill="E5EFFB"/>
          </w:tcPr>
          <w:p w14:paraId="3D1D501B" w14:textId="77777777" w:rsidR="0031703C" w:rsidRPr="00CE416E" w:rsidRDefault="0031703C" w:rsidP="00B35D63">
            <w:pPr>
              <w:pStyle w:val="VerdanaStandard"/>
            </w:pPr>
          </w:p>
        </w:tc>
      </w:tr>
      <w:permEnd w:id="1738822937"/>
      <w:tr w:rsidR="0004539A" w:rsidRPr="00CE416E" w14:paraId="7CD7C390" w14:textId="77777777" w:rsidTr="0031703C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51BC58" w14:textId="77777777" w:rsidR="0004539A" w:rsidRPr="00CE416E" w:rsidRDefault="0004539A" w:rsidP="00B35D63">
            <w:pPr>
              <w:pStyle w:val="VerdanaStandard"/>
            </w:pPr>
            <w:r>
              <w:t>Produktbeschreibung:</w:t>
            </w:r>
          </w:p>
        </w:tc>
        <w:tc>
          <w:tcPr>
            <w:tcW w:w="54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12068B54" w14:textId="77777777" w:rsidR="0004539A" w:rsidRDefault="0004539A" w:rsidP="00B35D63">
            <w:pPr>
              <w:pStyle w:val="VerdanaStandard"/>
            </w:pPr>
          </w:p>
          <w:permStart w:id="1236014779" w:edGrp="everyone"/>
          <w:p w14:paraId="201BDECC" w14:textId="3A42386A" w:rsidR="0004539A" w:rsidRDefault="00D543B0" w:rsidP="00B35D63">
            <w:pPr>
              <w:pStyle w:val="VerdanaStandard"/>
            </w:pPr>
            <w:r w:rsidRPr="00972A7B">
              <w:rPr>
                <w:sz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972A7B">
              <w:rPr>
                <w:sz w:val="18"/>
              </w:rPr>
              <w:instrText xml:space="preserve"> FORMTEXT </w:instrText>
            </w:r>
            <w:r w:rsidRPr="00972A7B">
              <w:rPr>
                <w:sz w:val="18"/>
              </w:rPr>
            </w:r>
            <w:r w:rsidRPr="00972A7B">
              <w:rPr>
                <w:sz w:val="18"/>
              </w:rPr>
              <w:fldChar w:fldCharType="separate"/>
            </w:r>
            <w:r w:rsidRPr="00972A7B">
              <w:rPr>
                <w:noProof/>
                <w:sz w:val="18"/>
              </w:rPr>
              <w:t> </w:t>
            </w:r>
            <w:r w:rsidRPr="00972A7B">
              <w:rPr>
                <w:noProof/>
                <w:sz w:val="18"/>
              </w:rPr>
              <w:t> </w:t>
            </w:r>
            <w:r w:rsidRPr="00972A7B">
              <w:rPr>
                <w:noProof/>
                <w:sz w:val="18"/>
              </w:rPr>
              <w:t> </w:t>
            </w:r>
            <w:r w:rsidRPr="00972A7B">
              <w:rPr>
                <w:noProof/>
                <w:sz w:val="18"/>
              </w:rPr>
              <w:t> </w:t>
            </w:r>
            <w:r w:rsidRPr="00972A7B">
              <w:rPr>
                <w:noProof/>
                <w:sz w:val="18"/>
              </w:rPr>
              <w:t> </w:t>
            </w:r>
            <w:r w:rsidRPr="00972A7B">
              <w:rPr>
                <w:sz w:val="18"/>
              </w:rPr>
              <w:fldChar w:fldCharType="end"/>
            </w:r>
            <w:permEnd w:id="1236014779"/>
          </w:p>
          <w:p w14:paraId="5495407C" w14:textId="77777777" w:rsidR="005A6524" w:rsidRPr="00CE416E" w:rsidRDefault="005A6524" w:rsidP="00B35D63">
            <w:pPr>
              <w:pStyle w:val="VerdanaStandard"/>
            </w:pPr>
          </w:p>
        </w:tc>
      </w:tr>
      <w:bookmarkEnd w:id="0"/>
    </w:tbl>
    <w:p w14:paraId="633374DA" w14:textId="42EFBAD5" w:rsidR="00B8419D" w:rsidRPr="00E42545" w:rsidRDefault="00B8419D" w:rsidP="00B35D63">
      <w:pPr>
        <w:pStyle w:val="VerdanaStandard"/>
      </w:pPr>
    </w:p>
    <w:p w14:paraId="7BE492EE" w14:textId="1FFA891B" w:rsidR="008E4CC7" w:rsidRDefault="00D17F56" w:rsidP="008B6E57">
      <w:pPr>
        <w:pStyle w:val="FormatvorlageV1"/>
        <w:numPr>
          <w:ilvl w:val="0"/>
          <w:numId w:val="9"/>
        </w:numPr>
      </w:pPr>
      <w:r>
        <w:t>Anforderungen</w:t>
      </w:r>
    </w:p>
    <w:p w14:paraId="10EAD2A1" w14:textId="1B9F22B0" w:rsidR="00F9558C" w:rsidRDefault="00F9558C" w:rsidP="00B35D63">
      <w:pPr>
        <w:pStyle w:val="VerdanaStandard"/>
      </w:pPr>
    </w:p>
    <w:p w14:paraId="43027641" w14:textId="19DE18D5" w:rsidR="00F9558C" w:rsidRPr="00B35D63" w:rsidRDefault="00F9558C" w:rsidP="00B35D63">
      <w:pPr>
        <w:pStyle w:val="VerdanaStandard"/>
      </w:pPr>
      <w:r w:rsidRPr="00B35D63">
        <w:t xml:space="preserve">Bitte füllen Sie alle </w:t>
      </w:r>
      <w:r w:rsidR="000D3377" w:rsidRPr="00B35D63">
        <w:t>Text</w:t>
      </w:r>
      <w:r w:rsidR="00B35D63">
        <w:t>-</w:t>
      </w:r>
      <w:r w:rsidR="000D3377" w:rsidRPr="00B35D63">
        <w:t xml:space="preserve"> und Dropdownf</w:t>
      </w:r>
      <w:r w:rsidRPr="00B35D63">
        <w:t>elder</w:t>
      </w:r>
      <w:r w:rsidR="00783957" w:rsidRPr="00B35D63">
        <w:t>, insofern zutreffend,</w:t>
      </w:r>
      <w:r w:rsidRPr="00B35D63">
        <w:t xml:space="preserve"> aus.</w:t>
      </w:r>
    </w:p>
    <w:p w14:paraId="74F617C3" w14:textId="77777777" w:rsidR="00F9558C" w:rsidRPr="001A63F5" w:rsidRDefault="00F9558C" w:rsidP="00B35D63">
      <w:pPr>
        <w:pStyle w:val="VerdanaStandard"/>
      </w:pPr>
    </w:p>
    <w:p w14:paraId="7018E7AF" w14:textId="1D689F44" w:rsidR="008E4CC7" w:rsidRPr="00F77387" w:rsidRDefault="005235B6" w:rsidP="008B6E57">
      <w:pPr>
        <w:pStyle w:val="Level2"/>
      </w:pPr>
      <w:r>
        <w:t xml:space="preserve">Andere </w:t>
      </w:r>
      <w:r w:rsidR="008E4CC7">
        <w:t xml:space="preserve">Software-Kategorien </w:t>
      </w:r>
    </w:p>
    <w:p w14:paraId="64E39622" w14:textId="61015AE5" w:rsidR="008B6E57" w:rsidRPr="00972A7B" w:rsidRDefault="008B6E57" w:rsidP="008B6E57">
      <w:pPr>
        <w:rPr>
          <w:rFonts w:ascii="Verdana" w:hAnsi="Verdana"/>
          <w:sz w:val="16"/>
          <w:szCs w:val="18"/>
        </w:rPr>
      </w:pPr>
      <w:r w:rsidRPr="00972A7B">
        <w:rPr>
          <w:rFonts w:ascii="Verdana" w:hAnsi="Verdana"/>
          <w:sz w:val="20"/>
        </w:rPr>
        <w:t>Sofern das Softwareprodukt nicht eindeutig einer der oben gelisteten Software-Kategorien</w:t>
      </w:r>
      <w:r w:rsidR="000A4AE4">
        <w:rPr>
          <w:rFonts w:ascii="Verdana" w:hAnsi="Verdana"/>
          <w:sz w:val="20"/>
        </w:rPr>
        <w:t xml:space="preserve"> gemäß </w:t>
      </w:r>
      <w:r w:rsidR="000A4AE4" w:rsidRPr="00914334">
        <w:rPr>
          <w:rFonts w:ascii="Verdana" w:hAnsi="Verdana"/>
          <w:b/>
          <w:sz w:val="20"/>
        </w:rPr>
        <w:t>Kapitel 3</w:t>
      </w:r>
      <w:r w:rsidR="000A4AE4">
        <w:rPr>
          <w:rFonts w:ascii="Verdana" w:hAnsi="Verdana"/>
          <w:sz w:val="20"/>
        </w:rPr>
        <w:t xml:space="preserve"> der Vergabekriterien </w:t>
      </w:r>
      <w:r w:rsidRPr="00972A7B">
        <w:rPr>
          <w:rFonts w:ascii="Verdana" w:hAnsi="Verdana"/>
          <w:sz w:val="20"/>
        </w:rPr>
        <w:t>zugeordnet werden kann, legt der Antragsteller gegenüber der Auditor*in anhand einer Berechnung dar, welche Computer-Plattformen relevant sind.</w:t>
      </w:r>
    </w:p>
    <w:p w14:paraId="1DD7B610" w14:textId="00B5ADD0" w:rsidR="00DA3D76" w:rsidRDefault="008B6E57">
      <w:pPr>
        <w:rPr>
          <w:rFonts w:ascii="Verdana" w:hAnsi="Verdana"/>
          <w:sz w:val="20"/>
        </w:rPr>
      </w:pPr>
      <w:r w:rsidRPr="00972A7B">
        <w:rPr>
          <w:rFonts w:ascii="Verdana" w:hAnsi="Verdana"/>
          <w:sz w:val="20"/>
        </w:rPr>
        <w:t xml:space="preserve">Diese Anforderung </w:t>
      </w:r>
      <w:sdt>
        <w:sdtPr>
          <w:rPr>
            <w:rFonts w:ascii="Verdana" w:hAnsi="Verdana"/>
            <w:b/>
            <w:sz w:val="20"/>
          </w:rPr>
          <w:id w:val="1801875183"/>
          <w:lock w:val="sdtLocked"/>
          <w:placeholder>
            <w:docPart w:val="756DE21E8B70448B8FA0764EB5F1092A"/>
          </w:placeholder>
          <w:showingPlcHdr/>
          <w:dropDownList>
            <w:listItem w:value="Wählen Sie ein Element aus."/>
            <w:listItem w:displayText="ist nicht erfüllt, da sie nicht zutrifft." w:value="ist nicht erfüllt, da sie nicht zutrifft."/>
            <w:listItem w:displayText="ist erfüllt und wurde durch die Auditor*in bestätigt." w:value="ist erfüllt und wurde durch die Auditor*in bestätigt."/>
          </w:dropDownList>
        </w:sdtPr>
        <w:sdtEndPr/>
        <w:sdtContent>
          <w:permStart w:id="1786211307" w:edGrp="everyone"/>
          <w:r w:rsidR="004D4AF6" w:rsidRPr="00D7649D">
            <w:rPr>
              <w:rStyle w:val="Platzhaltertext"/>
            </w:rPr>
            <w:t>Wählen Sie ein Element aus.</w:t>
          </w:r>
          <w:permEnd w:id="1786211307"/>
        </w:sdtContent>
      </w:sdt>
    </w:p>
    <w:p w14:paraId="2CD6BFEF" w14:textId="77777777" w:rsidR="00A125EF" w:rsidRPr="001A63F5" w:rsidRDefault="00A125EF" w:rsidP="00A125EF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Anmerkung</w:t>
      </w:r>
      <w:r w:rsidRPr="00B55340">
        <w:rPr>
          <w:rFonts w:ascii="Verdana" w:hAnsi="Verdana"/>
          <w:sz w:val="20"/>
        </w:rPr>
        <w:t>:</w:t>
      </w:r>
      <w:r>
        <w:rPr>
          <w:rFonts w:ascii="Verdana" w:hAnsi="Verdana"/>
          <w:sz w:val="20"/>
        </w:rPr>
        <w:t xml:space="preserve"> </w:t>
      </w:r>
      <w:permStart w:id="802301278" w:edGrp="everyone"/>
      <w:r w:rsidRPr="00972A7B">
        <w:rPr>
          <w:rFonts w:ascii="Verdana" w:hAnsi="Verdana"/>
          <w:sz w:val="18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Pr="00972A7B">
        <w:rPr>
          <w:rFonts w:ascii="Verdana" w:hAnsi="Verdana"/>
          <w:sz w:val="18"/>
        </w:rPr>
        <w:instrText xml:space="preserve"> FORMTEXT </w:instrText>
      </w:r>
      <w:r w:rsidRPr="00972A7B">
        <w:rPr>
          <w:rFonts w:ascii="Verdana" w:hAnsi="Verdana"/>
          <w:sz w:val="18"/>
        </w:rPr>
      </w:r>
      <w:r w:rsidRPr="00972A7B">
        <w:rPr>
          <w:rFonts w:ascii="Verdana" w:hAnsi="Verdana"/>
          <w:sz w:val="18"/>
        </w:rPr>
        <w:fldChar w:fldCharType="separate"/>
      </w:r>
      <w:r w:rsidRPr="00972A7B">
        <w:rPr>
          <w:rFonts w:ascii="Verdana" w:hAnsi="Verdana"/>
          <w:noProof/>
          <w:sz w:val="18"/>
        </w:rPr>
        <w:t> </w:t>
      </w:r>
      <w:r w:rsidRPr="00972A7B">
        <w:rPr>
          <w:rFonts w:ascii="Verdana" w:hAnsi="Verdana"/>
          <w:noProof/>
          <w:sz w:val="18"/>
        </w:rPr>
        <w:t> </w:t>
      </w:r>
      <w:r w:rsidRPr="00972A7B">
        <w:rPr>
          <w:rFonts w:ascii="Verdana" w:hAnsi="Verdana"/>
          <w:noProof/>
          <w:sz w:val="18"/>
        </w:rPr>
        <w:t> </w:t>
      </w:r>
      <w:r w:rsidRPr="00972A7B">
        <w:rPr>
          <w:rFonts w:ascii="Verdana" w:hAnsi="Verdana"/>
          <w:noProof/>
          <w:sz w:val="18"/>
        </w:rPr>
        <w:t> </w:t>
      </w:r>
      <w:r w:rsidRPr="00972A7B">
        <w:rPr>
          <w:rFonts w:ascii="Verdana" w:hAnsi="Verdana"/>
          <w:noProof/>
          <w:sz w:val="18"/>
        </w:rPr>
        <w:t> </w:t>
      </w:r>
      <w:r w:rsidRPr="00972A7B">
        <w:rPr>
          <w:rFonts w:ascii="Verdana" w:hAnsi="Verdana"/>
          <w:sz w:val="18"/>
        </w:rPr>
        <w:fldChar w:fldCharType="end"/>
      </w:r>
      <w:permEnd w:id="802301278"/>
    </w:p>
    <w:p w14:paraId="48D9E2D6" w14:textId="77777777" w:rsidR="001A63F5" w:rsidRPr="001A63F5" w:rsidRDefault="001A63F5">
      <w:pPr>
        <w:rPr>
          <w:rFonts w:ascii="Verdana" w:hAnsi="Verdana"/>
          <w:sz w:val="20"/>
        </w:rPr>
      </w:pPr>
    </w:p>
    <w:p w14:paraId="532B9A45" w14:textId="66C152EE" w:rsidR="00A75763" w:rsidRPr="0004317B" w:rsidRDefault="00A75763" w:rsidP="00421107">
      <w:pPr>
        <w:pStyle w:val="Level2"/>
      </w:pPr>
      <w:r w:rsidRPr="0004317B">
        <w:t>Erforderliche minimale Systemvoraussetzungen</w:t>
      </w:r>
    </w:p>
    <w:p w14:paraId="402C2295" w14:textId="361503E6" w:rsidR="00D1393A" w:rsidRPr="00972A7B" w:rsidRDefault="00A75763">
      <w:pPr>
        <w:rPr>
          <w:rFonts w:ascii="Verdana" w:hAnsi="Verdana"/>
          <w:sz w:val="20"/>
        </w:rPr>
      </w:pPr>
      <w:r w:rsidRPr="00972A7B">
        <w:rPr>
          <w:rFonts w:ascii="Verdana" w:hAnsi="Verdana"/>
          <w:sz w:val="20"/>
        </w:rPr>
        <w:t xml:space="preserve">Der Antragsteller bestätigt die Einhaltung der Anforderungen </w:t>
      </w:r>
      <w:r w:rsidR="007304E3" w:rsidRPr="00972A7B">
        <w:rPr>
          <w:rFonts w:ascii="Verdana" w:hAnsi="Verdana"/>
          <w:sz w:val="20"/>
        </w:rPr>
        <w:t xml:space="preserve">zu den erforderlichen minimalen Systemvoraussetzungen gemäß </w:t>
      </w:r>
      <w:r w:rsidR="007304E3" w:rsidRPr="00914334">
        <w:rPr>
          <w:rFonts w:ascii="Verdana" w:hAnsi="Verdana"/>
          <w:b/>
          <w:sz w:val="20"/>
        </w:rPr>
        <w:t>3.1</w:t>
      </w:r>
      <w:r w:rsidR="00007B0E">
        <w:rPr>
          <w:rFonts w:ascii="Verdana" w:hAnsi="Verdana"/>
          <w:b/>
          <w:sz w:val="20"/>
        </w:rPr>
        <w:t>.1.1</w:t>
      </w:r>
      <w:r w:rsidR="007304E3" w:rsidRPr="00972A7B">
        <w:rPr>
          <w:rFonts w:ascii="Verdana" w:hAnsi="Verdana"/>
          <w:sz w:val="20"/>
        </w:rPr>
        <w:t xml:space="preserve"> der Vergabekriterien</w:t>
      </w:r>
      <w:r w:rsidRPr="00972A7B">
        <w:rPr>
          <w:rFonts w:ascii="Verdana" w:hAnsi="Verdana"/>
          <w:sz w:val="20"/>
        </w:rPr>
        <w:t xml:space="preserve">. </w:t>
      </w:r>
    </w:p>
    <w:p w14:paraId="4ACA3244" w14:textId="76E166A8" w:rsidR="00A75763" w:rsidRPr="00972A7B" w:rsidRDefault="00A75763">
      <w:pPr>
        <w:rPr>
          <w:rFonts w:ascii="Verdana" w:hAnsi="Verdana"/>
          <w:sz w:val="20"/>
        </w:rPr>
      </w:pPr>
      <w:r w:rsidRPr="00972A7B">
        <w:rPr>
          <w:rFonts w:ascii="Verdana" w:hAnsi="Verdana"/>
          <w:sz w:val="20"/>
        </w:rPr>
        <w:t xml:space="preserve">Die Angaben sind entsprechend Abschnitt </w:t>
      </w:r>
      <w:r w:rsidRPr="00914334">
        <w:rPr>
          <w:rFonts w:ascii="Verdana" w:hAnsi="Verdana"/>
          <w:b/>
          <w:sz w:val="20"/>
        </w:rPr>
        <w:t>3.1.3.7</w:t>
      </w:r>
      <w:r w:rsidRPr="00972A7B">
        <w:rPr>
          <w:rFonts w:ascii="Verdana" w:hAnsi="Verdana"/>
          <w:sz w:val="20"/>
        </w:rPr>
        <w:t xml:space="preserve"> zu veröffentlichen und entsprechend </w:t>
      </w:r>
      <w:r w:rsidRPr="00007B0E">
        <w:rPr>
          <w:rFonts w:ascii="Verdana" w:hAnsi="Verdana"/>
          <w:b/>
          <w:sz w:val="20"/>
        </w:rPr>
        <w:t>Abschnitt 3.2.1</w:t>
      </w:r>
      <w:r w:rsidRPr="00972A7B">
        <w:rPr>
          <w:rFonts w:ascii="Verdana" w:hAnsi="Verdana"/>
          <w:sz w:val="20"/>
        </w:rPr>
        <w:t xml:space="preserve"> aktuell zu halten.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1"/>
        <w:gridCol w:w="4251"/>
      </w:tblGrid>
      <w:tr w:rsidR="00906DBE" w14:paraId="27B4399C" w14:textId="77777777" w:rsidTr="00972A7B">
        <w:trPr>
          <w:trHeight w:val="737"/>
        </w:trPr>
        <w:tc>
          <w:tcPr>
            <w:tcW w:w="7157" w:type="dxa"/>
            <w:shd w:val="clear" w:color="auto" w:fill="D9D9D9" w:themeFill="background1" w:themeFillShade="D9"/>
            <w:vAlign w:val="center"/>
          </w:tcPr>
          <w:p w14:paraId="49F73571" w14:textId="77777777" w:rsidR="00982A12" w:rsidRPr="00972A7B" w:rsidRDefault="00982A12" w:rsidP="00906269">
            <w:pPr>
              <w:jc w:val="center"/>
              <w:rPr>
                <w:rFonts w:ascii="Verdana" w:hAnsi="Verdana"/>
                <w:bCs/>
                <w:sz w:val="18"/>
              </w:rPr>
            </w:pPr>
            <w:r w:rsidRPr="00972A7B">
              <w:rPr>
                <w:rFonts w:ascii="Verdana" w:hAnsi="Verdana"/>
                <w:bCs/>
                <w:sz w:val="18"/>
              </w:rPr>
              <w:t>Anforderung</w:t>
            </w:r>
          </w:p>
        </w:tc>
        <w:tc>
          <w:tcPr>
            <w:tcW w:w="7158" w:type="dxa"/>
            <w:shd w:val="clear" w:color="auto" w:fill="D9D9D9" w:themeFill="background1" w:themeFillShade="D9"/>
          </w:tcPr>
          <w:p w14:paraId="2BCA089E" w14:textId="77777777" w:rsidR="00982A12" w:rsidRPr="00972A7B" w:rsidRDefault="00982A12" w:rsidP="00906269">
            <w:pPr>
              <w:rPr>
                <w:rFonts w:ascii="Verdana" w:hAnsi="Verdana"/>
                <w:bCs/>
                <w:sz w:val="18"/>
              </w:rPr>
            </w:pPr>
          </w:p>
          <w:p w14:paraId="00B963B4" w14:textId="77777777" w:rsidR="00982A12" w:rsidRPr="00972A7B" w:rsidRDefault="00982A12" w:rsidP="00906269">
            <w:pPr>
              <w:jc w:val="center"/>
              <w:rPr>
                <w:rFonts w:ascii="Verdana" w:hAnsi="Verdana"/>
                <w:bCs/>
                <w:sz w:val="18"/>
              </w:rPr>
            </w:pPr>
            <w:r w:rsidRPr="00972A7B">
              <w:rPr>
                <w:rFonts w:ascii="Verdana" w:hAnsi="Verdana"/>
                <w:bCs/>
                <w:sz w:val="18"/>
              </w:rPr>
              <w:t>Benennung</w:t>
            </w:r>
          </w:p>
          <w:p w14:paraId="63329CBF" w14:textId="77777777" w:rsidR="00982A12" w:rsidRPr="00972A7B" w:rsidRDefault="00982A12" w:rsidP="00906269">
            <w:pPr>
              <w:rPr>
                <w:rFonts w:ascii="Verdana" w:hAnsi="Verdana"/>
                <w:bCs/>
                <w:sz w:val="18"/>
              </w:rPr>
            </w:pPr>
          </w:p>
        </w:tc>
      </w:tr>
      <w:tr w:rsidR="00906DBE" w14:paraId="54ACD1B5" w14:textId="77777777" w:rsidTr="00972A7B">
        <w:trPr>
          <w:trHeight w:val="737"/>
        </w:trPr>
        <w:tc>
          <w:tcPr>
            <w:tcW w:w="7157" w:type="dxa"/>
            <w:vAlign w:val="center"/>
          </w:tcPr>
          <w:p w14:paraId="4812DC08" w14:textId="77777777" w:rsidR="00982A12" w:rsidRPr="00972A7B" w:rsidRDefault="00982A12" w:rsidP="00906269">
            <w:pPr>
              <w:rPr>
                <w:rFonts w:ascii="Verdana" w:hAnsi="Verdana"/>
                <w:bCs/>
                <w:sz w:val="18"/>
              </w:rPr>
            </w:pPr>
            <w:permStart w:id="1932345484" w:edGrp="everyone" w:colFirst="1" w:colLast="1"/>
            <w:r w:rsidRPr="00972A7B">
              <w:rPr>
                <w:rFonts w:ascii="Verdana" w:hAnsi="Verdana"/>
                <w:sz w:val="18"/>
              </w:rPr>
              <w:t>Minimal erforderliche Prozessor-Architektur inkl. Generation</w:t>
            </w:r>
          </w:p>
        </w:tc>
        <w:tc>
          <w:tcPr>
            <w:tcW w:w="7158" w:type="dxa"/>
          </w:tcPr>
          <w:p w14:paraId="3D21CC71" w14:textId="5AFB07FF" w:rsidR="00982A12" w:rsidRPr="00972A7B" w:rsidRDefault="00982A12" w:rsidP="00906269">
            <w:pPr>
              <w:rPr>
                <w:rFonts w:ascii="Verdana" w:hAnsi="Verdana"/>
                <w:bCs/>
                <w:sz w:val="18"/>
              </w:rPr>
            </w:pPr>
          </w:p>
        </w:tc>
      </w:tr>
      <w:tr w:rsidR="00906DBE" w14:paraId="4A386409" w14:textId="77777777" w:rsidTr="00972A7B">
        <w:trPr>
          <w:trHeight w:val="737"/>
        </w:trPr>
        <w:tc>
          <w:tcPr>
            <w:tcW w:w="7157" w:type="dxa"/>
            <w:vAlign w:val="center"/>
          </w:tcPr>
          <w:p w14:paraId="04F5F19C" w14:textId="77777777" w:rsidR="00982A12" w:rsidRPr="00972A7B" w:rsidRDefault="00982A12" w:rsidP="00906269">
            <w:pPr>
              <w:pStyle w:val="AufzhlungPunkt1"/>
              <w:numPr>
                <w:ilvl w:val="0"/>
                <w:numId w:val="0"/>
              </w:numPr>
              <w:spacing w:line="288" w:lineRule="auto"/>
              <w:ind w:left="426" w:hanging="426"/>
              <w:jc w:val="left"/>
              <w:rPr>
                <w:sz w:val="18"/>
              </w:rPr>
            </w:pPr>
            <w:permStart w:id="90987909" w:edGrp="everyone" w:colFirst="1" w:colLast="1"/>
            <w:permEnd w:id="1932345484"/>
            <w:r w:rsidRPr="00972A7B">
              <w:rPr>
                <w:sz w:val="18"/>
              </w:rPr>
              <w:t>Minimal erforderlicher lokaler Arbeitsspeicher (MByte)</w:t>
            </w:r>
          </w:p>
        </w:tc>
        <w:tc>
          <w:tcPr>
            <w:tcW w:w="7158" w:type="dxa"/>
          </w:tcPr>
          <w:p w14:paraId="1F3B8A61" w14:textId="1B584A26" w:rsidR="00906DBE" w:rsidRPr="00972A7B" w:rsidRDefault="00906DBE" w:rsidP="00906269">
            <w:pPr>
              <w:rPr>
                <w:rFonts w:ascii="Verdana" w:hAnsi="Verdana"/>
                <w:bCs/>
                <w:sz w:val="18"/>
              </w:rPr>
            </w:pPr>
          </w:p>
        </w:tc>
      </w:tr>
      <w:tr w:rsidR="00906DBE" w14:paraId="64D896C7" w14:textId="77777777" w:rsidTr="00972A7B">
        <w:trPr>
          <w:trHeight w:val="737"/>
        </w:trPr>
        <w:tc>
          <w:tcPr>
            <w:tcW w:w="7157" w:type="dxa"/>
            <w:vAlign w:val="center"/>
          </w:tcPr>
          <w:p w14:paraId="70627AF8" w14:textId="77777777" w:rsidR="00982A12" w:rsidRPr="00972A7B" w:rsidRDefault="00982A12" w:rsidP="00906269">
            <w:pPr>
              <w:pStyle w:val="AufzhlungPunkt1"/>
              <w:numPr>
                <w:ilvl w:val="0"/>
                <w:numId w:val="0"/>
              </w:numPr>
              <w:spacing w:line="288" w:lineRule="auto"/>
              <w:ind w:left="426" w:hanging="426"/>
              <w:jc w:val="left"/>
              <w:rPr>
                <w:sz w:val="18"/>
              </w:rPr>
            </w:pPr>
            <w:permStart w:id="744500044" w:edGrp="everyone" w:colFirst="1" w:colLast="1"/>
            <w:permEnd w:id="90987909"/>
            <w:r w:rsidRPr="00972A7B">
              <w:rPr>
                <w:sz w:val="18"/>
              </w:rPr>
              <w:t>Minimal erforderlicher lokaler Permanentspeicher (MByte)</w:t>
            </w:r>
          </w:p>
        </w:tc>
        <w:tc>
          <w:tcPr>
            <w:tcW w:w="7158" w:type="dxa"/>
          </w:tcPr>
          <w:p w14:paraId="1770FE4D" w14:textId="6029B375" w:rsidR="00982A12" w:rsidRPr="00972A7B" w:rsidRDefault="00982A12" w:rsidP="00906269">
            <w:pPr>
              <w:rPr>
                <w:rFonts w:ascii="Verdana" w:hAnsi="Verdana"/>
                <w:bCs/>
                <w:sz w:val="18"/>
              </w:rPr>
            </w:pPr>
          </w:p>
        </w:tc>
      </w:tr>
      <w:tr w:rsidR="00906DBE" w14:paraId="3C8F8855" w14:textId="77777777" w:rsidTr="00972A7B">
        <w:trPr>
          <w:trHeight w:val="737"/>
        </w:trPr>
        <w:tc>
          <w:tcPr>
            <w:tcW w:w="7157" w:type="dxa"/>
            <w:vAlign w:val="center"/>
          </w:tcPr>
          <w:p w14:paraId="641D4315" w14:textId="77777777" w:rsidR="00982A12" w:rsidRPr="00972A7B" w:rsidRDefault="00982A12" w:rsidP="00906269">
            <w:pPr>
              <w:tabs>
                <w:tab w:val="left" w:pos="1335"/>
              </w:tabs>
              <w:rPr>
                <w:rFonts w:ascii="Verdana" w:hAnsi="Verdana"/>
                <w:bCs/>
                <w:sz w:val="18"/>
              </w:rPr>
            </w:pPr>
            <w:permStart w:id="2052792107" w:edGrp="everyone" w:colFirst="1" w:colLast="1"/>
            <w:permEnd w:id="744500044"/>
            <w:r w:rsidRPr="00972A7B">
              <w:rPr>
                <w:rFonts w:ascii="Verdana" w:hAnsi="Verdana"/>
                <w:sz w:val="18"/>
              </w:rPr>
              <w:t>Erforderliche Voraussetzungen an weitere Software</w:t>
            </w:r>
          </w:p>
        </w:tc>
        <w:tc>
          <w:tcPr>
            <w:tcW w:w="7158" w:type="dxa"/>
          </w:tcPr>
          <w:p w14:paraId="2FF3F1C9" w14:textId="2EB8BCFE" w:rsidR="00982A12" w:rsidRPr="00972A7B" w:rsidRDefault="00982A12" w:rsidP="00906269">
            <w:pPr>
              <w:rPr>
                <w:rFonts w:ascii="Verdana" w:hAnsi="Verdana"/>
                <w:bCs/>
                <w:sz w:val="18"/>
              </w:rPr>
            </w:pPr>
          </w:p>
        </w:tc>
      </w:tr>
      <w:tr w:rsidR="00906DBE" w14:paraId="013F1198" w14:textId="77777777" w:rsidTr="00972A7B">
        <w:trPr>
          <w:trHeight w:val="737"/>
        </w:trPr>
        <w:tc>
          <w:tcPr>
            <w:tcW w:w="7157" w:type="dxa"/>
            <w:vAlign w:val="center"/>
          </w:tcPr>
          <w:p w14:paraId="696DF653" w14:textId="1E57BB24" w:rsidR="00982A12" w:rsidRPr="00972A7B" w:rsidRDefault="00972A7B" w:rsidP="00906269">
            <w:pPr>
              <w:rPr>
                <w:rFonts w:ascii="Verdana" w:hAnsi="Verdana"/>
                <w:bCs/>
                <w:sz w:val="18"/>
              </w:rPr>
            </w:pPr>
            <w:permStart w:id="120279161" w:edGrp="everyone" w:colFirst="1" w:colLast="1"/>
            <w:permEnd w:id="2052792107"/>
            <w:r>
              <w:rPr>
                <w:rFonts w:ascii="Verdana" w:hAnsi="Verdana"/>
                <w:sz w:val="18"/>
              </w:rPr>
              <w:t>Erforderliche</w:t>
            </w:r>
            <w:r w:rsidR="00982A12" w:rsidRPr="00972A7B">
              <w:rPr>
                <w:rFonts w:ascii="Verdana" w:hAnsi="Verdana"/>
                <w:sz w:val="18"/>
              </w:rPr>
              <w:t xml:space="preserve"> externe Dienste, die nicht auf dem </w:t>
            </w:r>
            <w:r w:rsidR="000831D1" w:rsidRPr="00972A7B">
              <w:rPr>
                <w:rFonts w:ascii="Verdana" w:hAnsi="Verdana"/>
                <w:sz w:val="18"/>
              </w:rPr>
              <w:t>Mess</w:t>
            </w:r>
            <w:r w:rsidR="00982A12" w:rsidRPr="00972A7B">
              <w:rPr>
                <w:rFonts w:ascii="Verdana" w:hAnsi="Verdana"/>
                <w:sz w:val="18"/>
              </w:rPr>
              <w:t>system verfügbar sind</w:t>
            </w:r>
          </w:p>
        </w:tc>
        <w:tc>
          <w:tcPr>
            <w:tcW w:w="7158" w:type="dxa"/>
          </w:tcPr>
          <w:p w14:paraId="7497DE7B" w14:textId="6C8A08A6" w:rsidR="00982A12" w:rsidRPr="00972A7B" w:rsidRDefault="00982A12" w:rsidP="00906269">
            <w:pPr>
              <w:rPr>
                <w:rFonts w:ascii="Verdana" w:hAnsi="Verdana"/>
                <w:bCs/>
                <w:sz w:val="18"/>
              </w:rPr>
            </w:pPr>
          </w:p>
        </w:tc>
      </w:tr>
      <w:tr w:rsidR="00906DBE" w14:paraId="18CEE9AE" w14:textId="77777777" w:rsidTr="00972A7B">
        <w:trPr>
          <w:trHeight w:val="737"/>
        </w:trPr>
        <w:tc>
          <w:tcPr>
            <w:tcW w:w="7157" w:type="dxa"/>
            <w:vAlign w:val="center"/>
          </w:tcPr>
          <w:p w14:paraId="6B929FE6" w14:textId="66E6A48F" w:rsidR="00982A12" w:rsidRPr="00972A7B" w:rsidRDefault="00972A7B" w:rsidP="00906269">
            <w:pPr>
              <w:rPr>
                <w:rFonts w:ascii="Verdana" w:hAnsi="Verdana"/>
                <w:bCs/>
                <w:sz w:val="18"/>
              </w:rPr>
            </w:pPr>
            <w:permStart w:id="677190985" w:edGrp="everyone" w:colFirst="1" w:colLast="1"/>
            <w:permEnd w:id="120279161"/>
            <w:r>
              <w:rPr>
                <w:rFonts w:ascii="Verdana" w:hAnsi="Verdana"/>
                <w:sz w:val="18"/>
              </w:rPr>
              <w:t>Erforderliche</w:t>
            </w:r>
            <w:r w:rsidR="00982A12" w:rsidRPr="00972A7B">
              <w:rPr>
                <w:rFonts w:ascii="Verdana" w:hAnsi="Verdana"/>
                <w:sz w:val="18"/>
              </w:rPr>
              <w:t xml:space="preserve"> zusätzlich</w:t>
            </w:r>
            <w:r w:rsidR="00EB7B6A">
              <w:rPr>
                <w:rFonts w:ascii="Verdana" w:hAnsi="Verdana"/>
                <w:sz w:val="18"/>
              </w:rPr>
              <w:t>e</w:t>
            </w:r>
            <w:r w:rsidR="00982A12" w:rsidRPr="00972A7B">
              <w:rPr>
                <w:rFonts w:ascii="Verdana" w:hAnsi="Verdana"/>
                <w:sz w:val="18"/>
              </w:rPr>
              <w:t xml:space="preserve"> Hardware</w:t>
            </w:r>
          </w:p>
        </w:tc>
        <w:tc>
          <w:tcPr>
            <w:tcW w:w="7158" w:type="dxa"/>
          </w:tcPr>
          <w:p w14:paraId="3D7DA926" w14:textId="29435903" w:rsidR="00982A12" w:rsidRPr="00972A7B" w:rsidRDefault="00982A12" w:rsidP="00906269">
            <w:pPr>
              <w:rPr>
                <w:rFonts w:ascii="Verdana" w:hAnsi="Verdana"/>
                <w:bCs/>
                <w:sz w:val="18"/>
              </w:rPr>
            </w:pPr>
          </w:p>
        </w:tc>
      </w:tr>
      <w:tr w:rsidR="00906DBE" w14:paraId="6489A641" w14:textId="77777777" w:rsidTr="00972A7B">
        <w:trPr>
          <w:trHeight w:val="737"/>
        </w:trPr>
        <w:tc>
          <w:tcPr>
            <w:tcW w:w="7157" w:type="dxa"/>
            <w:vAlign w:val="center"/>
          </w:tcPr>
          <w:p w14:paraId="203B6F72" w14:textId="3AA4ECB0" w:rsidR="00B10209" w:rsidRPr="00972A7B" w:rsidRDefault="00972A7B" w:rsidP="00906269">
            <w:pPr>
              <w:rPr>
                <w:rFonts w:ascii="Verdana" w:hAnsi="Verdana"/>
                <w:sz w:val="18"/>
              </w:rPr>
            </w:pPr>
            <w:permStart w:id="58009995" w:edGrp="everyone" w:colFirst="1" w:colLast="1"/>
            <w:permEnd w:id="677190985"/>
            <w:r>
              <w:rPr>
                <w:rFonts w:ascii="Verdana" w:hAnsi="Verdana"/>
                <w:sz w:val="18"/>
              </w:rPr>
              <w:t>Erforderliche</w:t>
            </w:r>
            <w:r w:rsidR="00B10209" w:rsidRPr="00972A7B">
              <w:rPr>
                <w:rFonts w:ascii="Verdana" w:hAnsi="Verdana"/>
                <w:sz w:val="18"/>
              </w:rPr>
              <w:t xml:space="preserve"> Berechtigungen für Zugriffe auf das Endgerät</w:t>
            </w:r>
            <w:r w:rsidRPr="00972A7B">
              <w:rPr>
                <w:rFonts w:ascii="Verdana" w:hAnsi="Verdana"/>
                <w:sz w:val="18"/>
              </w:rPr>
              <w:t xml:space="preserve"> </w:t>
            </w:r>
            <w:r w:rsidRPr="00007B0E">
              <w:rPr>
                <w:rFonts w:ascii="Verdana" w:hAnsi="Verdana"/>
                <w:b/>
                <w:sz w:val="18"/>
              </w:rPr>
              <w:t>(nur mobile device)</w:t>
            </w:r>
          </w:p>
        </w:tc>
        <w:tc>
          <w:tcPr>
            <w:tcW w:w="7158" w:type="dxa"/>
          </w:tcPr>
          <w:p w14:paraId="232F3179" w14:textId="59B917B5" w:rsidR="00972A7B" w:rsidRPr="00972A7B" w:rsidRDefault="00972A7B" w:rsidP="00906269">
            <w:pPr>
              <w:rPr>
                <w:rFonts w:ascii="Verdana" w:hAnsi="Verdana"/>
                <w:bCs/>
                <w:sz w:val="18"/>
              </w:rPr>
            </w:pPr>
          </w:p>
        </w:tc>
      </w:tr>
      <w:tr w:rsidR="00906DBE" w14:paraId="3E6F497E" w14:textId="77777777" w:rsidTr="00972A7B">
        <w:trPr>
          <w:trHeight w:val="737"/>
        </w:trPr>
        <w:tc>
          <w:tcPr>
            <w:tcW w:w="7157" w:type="dxa"/>
            <w:vAlign w:val="center"/>
          </w:tcPr>
          <w:p w14:paraId="4354EC9D" w14:textId="14B804C8" w:rsidR="00972A7B" w:rsidRPr="00972A7B" w:rsidRDefault="00972A7B" w:rsidP="00972A7B">
            <w:pPr>
              <w:rPr>
                <w:rFonts w:ascii="Verdana" w:hAnsi="Verdana"/>
                <w:sz w:val="18"/>
              </w:rPr>
            </w:pPr>
            <w:permStart w:id="421413105" w:edGrp="everyone" w:colFirst="1" w:colLast="1"/>
            <w:permEnd w:id="58009995"/>
            <w:r w:rsidRPr="00972A7B">
              <w:rPr>
                <w:rFonts w:ascii="Verdana" w:hAnsi="Verdana"/>
                <w:sz w:val="18"/>
              </w:rPr>
              <w:t>Typische Anzahl an Nutzer*innen</w:t>
            </w:r>
            <w:r>
              <w:rPr>
                <w:rFonts w:ascii="Verdana" w:hAnsi="Verdana"/>
                <w:sz w:val="18"/>
              </w:rPr>
              <w:t xml:space="preserve">, Instanzen, Workloads oder Anfragen </w:t>
            </w:r>
            <w:r w:rsidRPr="00007B0E">
              <w:rPr>
                <w:rFonts w:ascii="Verdana" w:hAnsi="Verdana"/>
                <w:b/>
                <w:sz w:val="18"/>
              </w:rPr>
              <w:t>(nur server devices)</w:t>
            </w:r>
          </w:p>
          <w:p w14:paraId="4102E41C" w14:textId="75D374E8" w:rsidR="00972A7B" w:rsidRDefault="00972A7B" w:rsidP="00972A7B"/>
        </w:tc>
        <w:tc>
          <w:tcPr>
            <w:tcW w:w="7158" w:type="dxa"/>
          </w:tcPr>
          <w:p w14:paraId="26F5CABC" w14:textId="29C78104" w:rsidR="00972A7B" w:rsidRDefault="00972A7B" w:rsidP="00972A7B">
            <w:pPr>
              <w:rPr>
                <w:bCs/>
              </w:rPr>
            </w:pPr>
          </w:p>
        </w:tc>
      </w:tr>
      <w:tr w:rsidR="00906DBE" w14:paraId="18084B7C" w14:textId="77777777" w:rsidTr="00972A7B">
        <w:trPr>
          <w:trHeight w:val="737"/>
        </w:trPr>
        <w:tc>
          <w:tcPr>
            <w:tcW w:w="7157" w:type="dxa"/>
            <w:vAlign w:val="center"/>
          </w:tcPr>
          <w:p w14:paraId="4E2197DC" w14:textId="120665A9" w:rsidR="005E145B" w:rsidRPr="00972A7B" w:rsidRDefault="005E145B" w:rsidP="00972A7B">
            <w:pPr>
              <w:rPr>
                <w:rFonts w:ascii="Verdana" w:hAnsi="Verdana"/>
                <w:sz w:val="18"/>
              </w:rPr>
            </w:pPr>
            <w:permStart w:id="731073685" w:edGrp="everyone" w:colFirst="1" w:colLast="1"/>
            <w:permEnd w:id="421413105"/>
            <w:r>
              <w:rPr>
                <w:rFonts w:ascii="Verdana" w:hAnsi="Verdana"/>
                <w:sz w:val="18"/>
              </w:rPr>
              <w:t>Zusätzliche Informationen</w:t>
            </w:r>
          </w:p>
        </w:tc>
        <w:tc>
          <w:tcPr>
            <w:tcW w:w="7158" w:type="dxa"/>
          </w:tcPr>
          <w:p w14:paraId="79CBBC6B" w14:textId="5395351E" w:rsidR="005E145B" w:rsidRDefault="005E145B" w:rsidP="005E145B">
            <w:pPr>
              <w:rPr>
                <w:bCs/>
              </w:rPr>
            </w:pPr>
          </w:p>
        </w:tc>
      </w:tr>
      <w:permEnd w:id="731073685"/>
    </w:tbl>
    <w:p w14:paraId="54E767A4" w14:textId="6D90C7AF" w:rsidR="00632EFA" w:rsidRDefault="00632EFA">
      <w:pPr>
        <w:rPr>
          <w:rFonts w:ascii="Verdana" w:hAnsi="Verdana"/>
        </w:rPr>
      </w:pPr>
    </w:p>
    <w:p w14:paraId="664965C1" w14:textId="0D46E161" w:rsidR="00C34634" w:rsidRPr="00B55340" w:rsidRDefault="00C34634">
      <w:pPr>
        <w:rPr>
          <w:rFonts w:ascii="Verdana" w:hAnsi="Verdana"/>
          <w:sz w:val="20"/>
        </w:rPr>
      </w:pPr>
      <w:r w:rsidRPr="00B55340">
        <w:rPr>
          <w:rFonts w:ascii="Verdana" w:hAnsi="Verdana"/>
          <w:sz w:val="20"/>
        </w:rPr>
        <w:t>Die Angaben entsprechen denen aus dem folgenden Dokument (Anlage 2):</w:t>
      </w:r>
    </w:p>
    <w:p w14:paraId="5D833A4F" w14:textId="001B418C" w:rsidR="00D1393A" w:rsidRPr="00B55340" w:rsidRDefault="00D1393A" w:rsidP="00D1393A">
      <w:pPr>
        <w:rPr>
          <w:rFonts w:ascii="Verdana" w:hAnsi="Verdana"/>
          <w:sz w:val="20"/>
        </w:rPr>
      </w:pPr>
      <w:r w:rsidRPr="00B55340">
        <w:rPr>
          <w:rFonts w:ascii="Verdana" w:hAnsi="Verdana"/>
          <w:b/>
          <w:sz w:val="20"/>
        </w:rPr>
        <w:t>Anlage 2:</w:t>
      </w:r>
      <w:r w:rsidRPr="00B55340">
        <w:rPr>
          <w:rFonts w:ascii="Verdana" w:hAnsi="Verdana"/>
          <w:sz w:val="20"/>
        </w:rPr>
        <w:t xml:space="preserve"> </w:t>
      </w:r>
      <w:permStart w:id="112663640" w:edGrp="everyone"/>
      <w:sdt>
        <w:sdtPr>
          <w:rPr>
            <w:rFonts w:ascii="Verdana" w:hAnsi="Verdana"/>
            <w:sz w:val="20"/>
          </w:rPr>
          <w:id w:val="-2115121972"/>
          <w:placeholder>
            <w:docPart w:val="1559965D741C4C6791F960EE01CB265C"/>
          </w:placeholder>
        </w:sdtPr>
        <w:sdtEndPr/>
        <w:sdtContent>
          <w:r w:rsidRPr="00A77DDA">
            <w:rPr>
              <w:rFonts w:ascii="Verdana" w:hAnsi="Verdana"/>
              <w:sz w:val="20"/>
            </w:rPr>
            <w:t>Geben Sie hier den Dateinamen Ihrer Anlage 2 ein</w:t>
          </w:r>
        </w:sdtContent>
      </w:sdt>
      <w:permEnd w:id="112663640"/>
    </w:p>
    <w:p w14:paraId="13CD0FCD" w14:textId="6E146EF7" w:rsidR="00C34634" w:rsidRPr="00CE416E" w:rsidRDefault="00C34634">
      <w:pPr>
        <w:rPr>
          <w:rFonts w:ascii="Verdana" w:hAnsi="Verdana"/>
        </w:rPr>
      </w:pPr>
    </w:p>
    <w:p w14:paraId="4C7FD798" w14:textId="76A35D30" w:rsidR="00A75763" w:rsidRPr="00B55340" w:rsidRDefault="00FD77DB">
      <w:pPr>
        <w:rPr>
          <w:rFonts w:ascii="Verdana" w:hAnsi="Verdana"/>
          <w:sz w:val="20"/>
        </w:rPr>
      </w:pPr>
      <w:r w:rsidRPr="00B55340">
        <w:rPr>
          <w:rFonts w:ascii="Verdana" w:hAnsi="Verdana"/>
          <w:sz w:val="20"/>
        </w:rPr>
        <w:t xml:space="preserve">Die </w:t>
      </w:r>
      <w:r w:rsidR="00BD7E43">
        <w:rPr>
          <w:rFonts w:ascii="Verdana" w:hAnsi="Verdana"/>
          <w:sz w:val="20"/>
        </w:rPr>
        <w:t xml:space="preserve">Einhaltung der Anforderungen wird </w:t>
      </w:r>
      <w:permStart w:id="1958433610" w:edGrp="everyone"/>
      <w:sdt>
        <w:sdtPr>
          <w:rPr>
            <w:rFonts w:ascii="Verdana" w:hAnsi="Verdana"/>
            <w:b/>
            <w:bCs/>
            <w:sz w:val="20"/>
          </w:rPr>
          <w:id w:val="-1657596074"/>
          <w:placeholder>
            <w:docPart w:val="DefaultPlaceholder_-1854013438"/>
          </w:placeholder>
          <w:showingPlcHdr/>
          <w:dropDownList>
            <w:listItem w:value="Wählen Sie ein Element aus."/>
            <w:listItem w:displayText="bestätigt" w:value="bestätigt"/>
            <w:listItem w:displayText="nicht bestätigt" w:value="nicht bestätigt"/>
          </w:dropDownList>
        </w:sdtPr>
        <w:sdtEndPr/>
        <w:sdtContent>
          <w:r w:rsidR="004D4AF6" w:rsidRPr="00D7649D">
            <w:rPr>
              <w:rStyle w:val="Platzhaltertext"/>
            </w:rPr>
            <w:t>Wählen Sie ein Element aus.</w:t>
          </w:r>
        </w:sdtContent>
      </w:sdt>
      <w:permEnd w:id="1958433610"/>
      <w:r w:rsidR="00BD7E43">
        <w:rPr>
          <w:rFonts w:ascii="Verdana" w:hAnsi="Verdana"/>
          <w:sz w:val="20"/>
        </w:rPr>
        <w:t xml:space="preserve"> </w:t>
      </w:r>
      <w:r w:rsidR="00B04176">
        <w:rPr>
          <w:rFonts w:ascii="Verdana" w:hAnsi="Verdana"/>
          <w:sz w:val="20"/>
        </w:rPr>
        <w:t xml:space="preserve">und die </w:t>
      </w:r>
      <w:r w:rsidRPr="00B55340">
        <w:rPr>
          <w:rFonts w:ascii="Verdana" w:hAnsi="Verdana"/>
          <w:sz w:val="20"/>
        </w:rPr>
        <w:t xml:space="preserve">Angaben sind </w:t>
      </w:r>
      <w:permStart w:id="566758434" w:edGrp="everyone"/>
      <w:sdt>
        <w:sdtPr>
          <w:rPr>
            <w:rFonts w:ascii="Verdana" w:hAnsi="Verdana"/>
            <w:b/>
            <w:sz w:val="20"/>
          </w:rPr>
          <w:id w:val="-1847161648"/>
          <w:placeholder>
            <w:docPart w:val="DefaultPlaceholder_-1854013438"/>
          </w:placeholder>
          <w:showingPlcHdr/>
          <w:dropDownList>
            <w:listItem w:value="Wählen Sie ein Element aus"/>
            <w:listItem w:displayText="vollständig und plausibel." w:value="vollständig und plausibel."/>
            <w:listItem w:displayText="unvollständig." w:value="unvollständig."/>
          </w:dropDownList>
        </w:sdtPr>
        <w:sdtEndPr/>
        <w:sdtContent>
          <w:r w:rsidR="00007B0E" w:rsidRPr="0072030B">
            <w:rPr>
              <w:rStyle w:val="Platzhaltertext"/>
              <w:b/>
            </w:rPr>
            <w:t>Wählen Sie ein Element aus.</w:t>
          </w:r>
        </w:sdtContent>
      </w:sdt>
      <w:permEnd w:id="566758434"/>
    </w:p>
    <w:p w14:paraId="1ACAEB17" w14:textId="2617F91B" w:rsidR="007B09AB" w:rsidRPr="001A63F5" w:rsidRDefault="00F5539E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Anmerkung</w:t>
      </w:r>
      <w:r w:rsidR="005F51CF" w:rsidRPr="00B55340">
        <w:rPr>
          <w:rFonts w:ascii="Verdana" w:hAnsi="Verdana"/>
          <w:sz w:val="20"/>
        </w:rPr>
        <w:t>:</w:t>
      </w:r>
      <w:r w:rsidR="00B12DEA">
        <w:rPr>
          <w:rFonts w:ascii="Verdana" w:hAnsi="Verdana"/>
          <w:sz w:val="20"/>
        </w:rPr>
        <w:t xml:space="preserve"> </w:t>
      </w:r>
      <w:permStart w:id="539041630" w:edGrp="everyone"/>
      <w:r w:rsidR="00B12DEA" w:rsidRPr="00972A7B">
        <w:rPr>
          <w:rFonts w:ascii="Verdana" w:hAnsi="Verdana"/>
          <w:sz w:val="18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B12DEA" w:rsidRPr="00972A7B">
        <w:rPr>
          <w:rFonts w:ascii="Verdana" w:hAnsi="Verdana"/>
          <w:sz w:val="18"/>
        </w:rPr>
        <w:instrText xml:space="preserve"> FORMTEXT </w:instrText>
      </w:r>
      <w:r w:rsidR="00B12DEA" w:rsidRPr="00972A7B">
        <w:rPr>
          <w:rFonts w:ascii="Verdana" w:hAnsi="Verdana"/>
          <w:sz w:val="18"/>
        </w:rPr>
      </w:r>
      <w:r w:rsidR="00B12DEA" w:rsidRPr="00972A7B">
        <w:rPr>
          <w:rFonts w:ascii="Verdana" w:hAnsi="Verdana"/>
          <w:sz w:val="18"/>
        </w:rPr>
        <w:fldChar w:fldCharType="separate"/>
      </w:r>
      <w:r w:rsidR="00B12DEA" w:rsidRPr="00972A7B">
        <w:rPr>
          <w:rFonts w:ascii="Verdana" w:hAnsi="Verdana"/>
          <w:noProof/>
          <w:sz w:val="18"/>
        </w:rPr>
        <w:t> </w:t>
      </w:r>
      <w:r w:rsidR="00B12DEA" w:rsidRPr="00972A7B">
        <w:rPr>
          <w:rFonts w:ascii="Verdana" w:hAnsi="Verdana"/>
          <w:noProof/>
          <w:sz w:val="18"/>
        </w:rPr>
        <w:t> </w:t>
      </w:r>
      <w:r w:rsidR="00B12DEA" w:rsidRPr="00972A7B">
        <w:rPr>
          <w:rFonts w:ascii="Verdana" w:hAnsi="Verdana"/>
          <w:noProof/>
          <w:sz w:val="18"/>
        </w:rPr>
        <w:t> </w:t>
      </w:r>
      <w:r w:rsidR="00B12DEA" w:rsidRPr="00972A7B">
        <w:rPr>
          <w:rFonts w:ascii="Verdana" w:hAnsi="Verdana"/>
          <w:noProof/>
          <w:sz w:val="18"/>
        </w:rPr>
        <w:t> </w:t>
      </w:r>
      <w:r w:rsidR="00B12DEA" w:rsidRPr="00972A7B">
        <w:rPr>
          <w:rFonts w:ascii="Verdana" w:hAnsi="Verdana"/>
          <w:noProof/>
          <w:sz w:val="18"/>
        </w:rPr>
        <w:t> </w:t>
      </w:r>
      <w:r w:rsidR="00B12DEA" w:rsidRPr="00972A7B">
        <w:rPr>
          <w:rFonts w:ascii="Verdana" w:hAnsi="Verdana"/>
          <w:sz w:val="18"/>
        </w:rPr>
        <w:fldChar w:fldCharType="end"/>
      </w:r>
      <w:permEnd w:id="539041630"/>
    </w:p>
    <w:p w14:paraId="75A99B75" w14:textId="48C5F6B9" w:rsidR="00F14E9E" w:rsidRPr="0004317B" w:rsidRDefault="00A75763" w:rsidP="00421107">
      <w:pPr>
        <w:pStyle w:val="Level2"/>
      </w:pPr>
      <w:r w:rsidRPr="0004317B">
        <w:t>Dokumentation des Messaufbaus</w:t>
      </w:r>
    </w:p>
    <w:p w14:paraId="57371304" w14:textId="410CA228" w:rsidR="00D1393A" w:rsidRPr="00B55340" w:rsidRDefault="00591606">
      <w:pPr>
        <w:rPr>
          <w:rFonts w:ascii="Verdana" w:hAnsi="Verdana"/>
          <w:sz w:val="20"/>
        </w:rPr>
      </w:pPr>
      <w:r w:rsidRPr="00B55340">
        <w:rPr>
          <w:rFonts w:ascii="Verdana" w:hAnsi="Verdana"/>
          <w:sz w:val="20"/>
        </w:rPr>
        <w:t>Der Antragsteller bestätigt die Einhaltung der Qualitätsanforderungen</w:t>
      </w:r>
      <w:r w:rsidR="00000982">
        <w:rPr>
          <w:rFonts w:ascii="Verdana" w:hAnsi="Verdana"/>
          <w:sz w:val="20"/>
        </w:rPr>
        <w:t xml:space="preserve"> bezüglich des Messaufbaus</w:t>
      </w:r>
      <w:r w:rsidRPr="00B55340">
        <w:rPr>
          <w:rFonts w:ascii="Verdana" w:hAnsi="Verdana"/>
          <w:sz w:val="20"/>
        </w:rPr>
        <w:t xml:space="preserve"> gemäß Anhang A und trägt die geforderten Angaben in der Tabellenkalkulationsdatei zur Kriterienerfassung in Anlage 2 ein. Auf Nachfrage der Auditor*in demonstriert der Antragsteller den Messaufbau. </w:t>
      </w:r>
    </w:p>
    <w:p w14:paraId="06BDCA00" w14:textId="023570DA" w:rsidR="007B09AB" w:rsidRPr="00B55340" w:rsidRDefault="00591606">
      <w:pPr>
        <w:rPr>
          <w:rFonts w:ascii="Verdana" w:hAnsi="Verdana"/>
          <w:sz w:val="20"/>
        </w:rPr>
      </w:pPr>
      <w:r w:rsidRPr="00B55340">
        <w:rPr>
          <w:rFonts w:ascii="Verdana" w:hAnsi="Verdana"/>
          <w:sz w:val="20"/>
        </w:rPr>
        <w:t xml:space="preserve">Die Angaben sind entsprechend Abschnitt </w:t>
      </w:r>
      <w:r w:rsidRPr="00914334">
        <w:rPr>
          <w:rFonts w:ascii="Verdana" w:hAnsi="Verdana"/>
          <w:b/>
          <w:sz w:val="20"/>
        </w:rPr>
        <w:t>3.1.3.7</w:t>
      </w:r>
      <w:r w:rsidRPr="00B55340">
        <w:rPr>
          <w:rFonts w:ascii="Verdana" w:hAnsi="Verdana"/>
          <w:sz w:val="20"/>
        </w:rPr>
        <w:t xml:space="preserve"> </w:t>
      </w:r>
      <w:r w:rsidR="00EE324E" w:rsidRPr="00B55340">
        <w:rPr>
          <w:rFonts w:ascii="Verdana" w:hAnsi="Verdana"/>
          <w:sz w:val="20"/>
        </w:rPr>
        <w:t xml:space="preserve">der Vergabekriterien </w:t>
      </w:r>
      <w:r w:rsidRPr="00B55340">
        <w:rPr>
          <w:rFonts w:ascii="Verdana" w:hAnsi="Verdana"/>
          <w:sz w:val="20"/>
        </w:rPr>
        <w:t xml:space="preserve">zu veröffentlichen und entsprechend Abschnitt </w:t>
      </w:r>
      <w:r w:rsidRPr="00914334">
        <w:rPr>
          <w:rFonts w:ascii="Verdana" w:hAnsi="Verdana"/>
          <w:b/>
          <w:sz w:val="20"/>
        </w:rPr>
        <w:t>3.2.1</w:t>
      </w:r>
      <w:r w:rsidRPr="00B55340">
        <w:rPr>
          <w:rFonts w:ascii="Verdana" w:hAnsi="Verdana"/>
          <w:sz w:val="20"/>
        </w:rPr>
        <w:t xml:space="preserve"> aktuell zu halten</w:t>
      </w:r>
      <w:r w:rsidR="007B09AB" w:rsidRPr="00B55340">
        <w:rPr>
          <w:rFonts w:ascii="Verdana" w:hAnsi="Verdana"/>
          <w:sz w:val="20"/>
        </w:rPr>
        <w:t xml:space="preserve">. </w:t>
      </w:r>
    </w:p>
    <w:p w14:paraId="6DD8D8FE" w14:textId="3EC3FB9B" w:rsidR="0004317B" w:rsidRPr="00B55340" w:rsidRDefault="00B1760F">
      <w:pPr>
        <w:rPr>
          <w:rFonts w:ascii="Verdana" w:hAnsi="Verdana"/>
          <w:sz w:val="20"/>
        </w:rPr>
      </w:pPr>
      <w:r w:rsidRPr="00B55340">
        <w:rPr>
          <w:rFonts w:ascii="Verdana" w:hAnsi="Verdana"/>
          <w:sz w:val="20"/>
        </w:rPr>
        <w:t xml:space="preserve">Die </w:t>
      </w:r>
      <w:r w:rsidR="00B04176">
        <w:rPr>
          <w:rFonts w:ascii="Verdana" w:hAnsi="Verdana"/>
          <w:sz w:val="20"/>
        </w:rPr>
        <w:t xml:space="preserve">Einhaltung der Anforderungen wird </w:t>
      </w:r>
      <w:permStart w:id="1600799767" w:edGrp="everyone"/>
      <w:sdt>
        <w:sdtPr>
          <w:rPr>
            <w:rFonts w:ascii="Verdana" w:hAnsi="Verdana"/>
            <w:b/>
            <w:bCs/>
            <w:sz w:val="20"/>
          </w:rPr>
          <w:id w:val="1710691045"/>
          <w:placeholder>
            <w:docPart w:val="04A0361CDE414D3E9F7BF84708B8B4A8"/>
          </w:placeholder>
          <w:showingPlcHdr/>
          <w:dropDownList>
            <w:listItem w:value="Wählen Sie ein Element aus."/>
            <w:listItem w:displayText="bestätigt" w:value="bestätigt"/>
            <w:listItem w:displayText="nicht bestätigt" w:value="nicht bestätigt"/>
          </w:dropDownList>
        </w:sdtPr>
        <w:sdtEndPr/>
        <w:sdtContent>
          <w:r w:rsidR="00DE107A" w:rsidRPr="00DE107A">
            <w:rPr>
              <w:rStyle w:val="Platzhaltertext"/>
              <w:b/>
            </w:rPr>
            <w:t>Wählen Sie ein Element aus.</w:t>
          </w:r>
        </w:sdtContent>
      </w:sdt>
      <w:permEnd w:id="1600799767"/>
      <w:r w:rsidR="00B04176" w:rsidRPr="00B55340">
        <w:rPr>
          <w:rFonts w:ascii="Verdana" w:hAnsi="Verdana"/>
          <w:sz w:val="20"/>
        </w:rPr>
        <w:t xml:space="preserve"> </w:t>
      </w:r>
      <w:r w:rsidR="00B04176">
        <w:rPr>
          <w:rFonts w:ascii="Verdana" w:hAnsi="Verdana"/>
          <w:sz w:val="20"/>
        </w:rPr>
        <w:t>und</w:t>
      </w:r>
      <w:r w:rsidRPr="00B55340">
        <w:rPr>
          <w:rFonts w:ascii="Verdana" w:hAnsi="Verdana"/>
          <w:sz w:val="20"/>
        </w:rPr>
        <w:t xml:space="preserve"> </w:t>
      </w:r>
      <w:r w:rsidR="00DE107A">
        <w:rPr>
          <w:rFonts w:ascii="Verdana" w:hAnsi="Verdana"/>
          <w:sz w:val="20"/>
        </w:rPr>
        <w:t>die Dokumentation ist</w:t>
      </w:r>
      <w:r w:rsidRPr="00B55340">
        <w:rPr>
          <w:rFonts w:ascii="Verdana" w:hAnsi="Verdana"/>
          <w:sz w:val="20"/>
        </w:rPr>
        <w:t xml:space="preserve"> </w:t>
      </w:r>
      <w:permStart w:id="1378696090" w:edGrp="everyone"/>
      <w:sdt>
        <w:sdtPr>
          <w:rPr>
            <w:rFonts w:ascii="Verdana" w:hAnsi="Verdana"/>
            <w:b/>
            <w:sz w:val="20"/>
          </w:rPr>
          <w:id w:val="782240752"/>
          <w:placeholder>
            <w:docPart w:val="E862CAC44CFA4D01AC8B7B2E628BC98D"/>
          </w:placeholder>
          <w:showingPlcHdr/>
          <w:dropDownList>
            <w:listItem w:value="Wählen Sie ein Element aus"/>
            <w:listItem w:displayText="vollständig und plausibel." w:value="vollständig und plausibel."/>
            <w:listItem w:displayText="unvollständig oder nicht plausibel." w:value="unvollständig oder nicht plausibel."/>
          </w:dropDownList>
        </w:sdtPr>
        <w:sdtEndPr/>
        <w:sdtContent>
          <w:r w:rsidR="00BD6E24" w:rsidRPr="0072030B">
            <w:rPr>
              <w:rStyle w:val="Platzhaltertext"/>
              <w:b/>
              <w:sz w:val="20"/>
            </w:rPr>
            <w:t>Wählen Sie ein Element aus.</w:t>
          </w:r>
        </w:sdtContent>
      </w:sdt>
      <w:permEnd w:id="1378696090"/>
      <w:r w:rsidRPr="00B55340">
        <w:rPr>
          <w:rFonts w:ascii="Verdana" w:hAnsi="Verdana"/>
          <w:sz w:val="20"/>
        </w:rPr>
        <w:t>.</w:t>
      </w:r>
    </w:p>
    <w:p w14:paraId="6D1BAC96" w14:textId="7565C3A8" w:rsidR="00B1760F" w:rsidRPr="00D543B0" w:rsidRDefault="00F5539E">
      <w:pPr>
        <w:rPr>
          <w:rFonts w:ascii="Verdana" w:hAnsi="Verdana"/>
          <w:bCs/>
          <w:sz w:val="18"/>
        </w:rPr>
      </w:pPr>
      <w:r>
        <w:rPr>
          <w:rFonts w:ascii="Verdana" w:hAnsi="Verdana"/>
          <w:sz w:val="20"/>
        </w:rPr>
        <w:t>Anmerkung</w:t>
      </w:r>
      <w:r w:rsidR="00B1760F" w:rsidRPr="00B55340">
        <w:rPr>
          <w:rFonts w:ascii="Verdana" w:hAnsi="Verdana"/>
          <w:sz w:val="20"/>
        </w:rPr>
        <w:t>:</w:t>
      </w:r>
      <w:r w:rsidR="00D543B0" w:rsidRPr="00D543B0">
        <w:rPr>
          <w:rFonts w:ascii="Verdana" w:hAnsi="Verdana"/>
          <w:bCs/>
          <w:sz w:val="18"/>
        </w:rPr>
        <w:t xml:space="preserve"> </w:t>
      </w:r>
      <w:permStart w:id="169429156" w:edGrp="everyone"/>
      <w:r w:rsidR="00D543B0" w:rsidRPr="00972A7B">
        <w:rPr>
          <w:rFonts w:ascii="Verdana" w:hAnsi="Verdana"/>
          <w:sz w:val="18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D543B0" w:rsidRPr="00972A7B">
        <w:rPr>
          <w:rFonts w:ascii="Verdana" w:hAnsi="Verdana"/>
          <w:sz w:val="18"/>
        </w:rPr>
        <w:instrText xml:space="preserve"> FORMTEXT </w:instrText>
      </w:r>
      <w:r w:rsidR="00D543B0" w:rsidRPr="00972A7B">
        <w:rPr>
          <w:rFonts w:ascii="Verdana" w:hAnsi="Verdana"/>
          <w:sz w:val="18"/>
        </w:rPr>
      </w:r>
      <w:r w:rsidR="00D543B0" w:rsidRPr="00972A7B">
        <w:rPr>
          <w:rFonts w:ascii="Verdana" w:hAnsi="Verdana"/>
          <w:sz w:val="18"/>
        </w:rPr>
        <w:fldChar w:fldCharType="separate"/>
      </w:r>
      <w:r w:rsidR="00D543B0" w:rsidRPr="00972A7B">
        <w:rPr>
          <w:rFonts w:ascii="Verdana" w:hAnsi="Verdana"/>
          <w:noProof/>
          <w:sz w:val="18"/>
        </w:rPr>
        <w:t> </w:t>
      </w:r>
      <w:r w:rsidR="00D543B0" w:rsidRPr="00972A7B">
        <w:rPr>
          <w:rFonts w:ascii="Verdana" w:hAnsi="Verdana"/>
          <w:noProof/>
          <w:sz w:val="18"/>
        </w:rPr>
        <w:t> </w:t>
      </w:r>
      <w:r w:rsidR="00D543B0" w:rsidRPr="00972A7B">
        <w:rPr>
          <w:rFonts w:ascii="Verdana" w:hAnsi="Verdana"/>
          <w:noProof/>
          <w:sz w:val="18"/>
        </w:rPr>
        <w:t> </w:t>
      </w:r>
      <w:r w:rsidR="00D543B0" w:rsidRPr="00972A7B">
        <w:rPr>
          <w:rFonts w:ascii="Verdana" w:hAnsi="Verdana"/>
          <w:noProof/>
          <w:sz w:val="18"/>
        </w:rPr>
        <w:t> </w:t>
      </w:r>
      <w:r w:rsidR="00D543B0" w:rsidRPr="00972A7B">
        <w:rPr>
          <w:rFonts w:ascii="Verdana" w:hAnsi="Verdana"/>
          <w:noProof/>
          <w:sz w:val="18"/>
        </w:rPr>
        <w:t> </w:t>
      </w:r>
      <w:r w:rsidR="00D543B0" w:rsidRPr="00972A7B">
        <w:rPr>
          <w:rFonts w:ascii="Verdana" w:hAnsi="Verdana"/>
          <w:sz w:val="18"/>
        </w:rPr>
        <w:fldChar w:fldCharType="end"/>
      </w:r>
      <w:permEnd w:id="169429156"/>
    </w:p>
    <w:p w14:paraId="33098508" w14:textId="77777777" w:rsidR="00591606" w:rsidRPr="00CE416E" w:rsidRDefault="00591606">
      <w:pPr>
        <w:rPr>
          <w:rFonts w:ascii="Verdana" w:hAnsi="Verdana"/>
        </w:rPr>
      </w:pPr>
    </w:p>
    <w:p w14:paraId="0F414805" w14:textId="6D96E73A" w:rsidR="00A75763" w:rsidRPr="0004317B" w:rsidRDefault="00A75763" w:rsidP="00421107">
      <w:pPr>
        <w:pStyle w:val="Level2"/>
      </w:pPr>
      <w:r w:rsidRPr="0004317B">
        <w:t>Messung der Grundauslastung und der Last des Softwareprodukt</w:t>
      </w:r>
      <w:r w:rsidR="00E443BF">
        <w:t>s</w:t>
      </w:r>
      <w:r w:rsidRPr="0004317B">
        <w:t xml:space="preserve"> im Leerlaufzustand</w:t>
      </w:r>
    </w:p>
    <w:p w14:paraId="56749F90" w14:textId="6E4A5E20" w:rsidR="00591606" w:rsidRPr="00B55340" w:rsidRDefault="00591606" w:rsidP="00591606">
      <w:pPr>
        <w:rPr>
          <w:rFonts w:ascii="Verdana" w:hAnsi="Verdana"/>
          <w:sz w:val="20"/>
        </w:rPr>
      </w:pPr>
      <w:r w:rsidRPr="00B55340">
        <w:rPr>
          <w:rFonts w:ascii="Verdana" w:hAnsi="Verdana"/>
          <w:sz w:val="20"/>
        </w:rPr>
        <w:t xml:space="preserve">Der Antragsteller bestätigt die Einhaltung der Anforderungen </w:t>
      </w:r>
      <w:r w:rsidR="007666F7" w:rsidRPr="00B55340">
        <w:rPr>
          <w:rFonts w:ascii="Verdana" w:hAnsi="Verdana"/>
          <w:sz w:val="20"/>
        </w:rPr>
        <w:t xml:space="preserve">gemäß </w:t>
      </w:r>
      <w:r w:rsidR="007666F7" w:rsidRPr="00914334">
        <w:rPr>
          <w:rFonts w:ascii="Verdana" w:hAnsi="Verdana"/>
          <w:b/>
          <w:sz w:val="20"/>
        </w:rPr>
        <w:t>3.1.1.3</w:t>
      </w:r>
      <w:r w:rsidR="007666F7" w:rsidRPr="00B55340">
        <w:rPr>
          <w:rFonts w:ascii="Verdana" w:hAnsi="Verdana"/>
          <w:sz w:val="20"/>
        </w:rPr>
        <w:t xml:space="preserve"> der Vergabekriterien </w:t>
      </w:r>
      <w:r w:rsidRPr="00B55340">
        <w:rPr>
          <w:rFonts w:ascii="Verdana" w:hAnsi="Verdana"/>
          <w:sz w:val="20"/>
        </w:rPr>
        <w:t>und dokumentiert die Messwerte in der</w:t>
      </w:r>
      <w:r w:rsidR="007666F7" w:rsidRPr="00B55340">
        <w:rPr>
          <w:rFonts w:ascii="Verdana" w:hAnsi="Verdana"/>
          <w:sz w:val="20"/>
        </w:rPr>
        <w:t xml:space="preserve"> </w:t>
      </w:r>
      <w:r w:rsidRPr="00B55340">
        <w:rPr>
          <w:rFonts w:ascii="Verdana" w:hAnsi="Verdana"/>
          <w:sz w:val="20"/>
        </w:rPr>
        <w:t xml:space="preserve">Tabellenkalkulationsdatei zur Kriterienerfassung in Anlage </w:t>
      </w:r>
      <w:r w:rsidR="00AF0EB9" w:rsidRPr="00B55340">
        <w:rPr>
          <w:rFonts w:ascii="Verdana" w:hAnsi="Verdana"/>
          <w:sz w:val="20"/>
        </w:rPr>
        <w:t>2</w:t>
      </w:r>
      <w:r w:rsidRPr="00B55340">
        <w:rPr>
          <w:rFonts w:ascii="Verdana" w:hAnsi="Verdana"/>
          <w:sz w:val="20"/>
        </w:rPr>
        <w:t>. Weiterhin legt er das Messprotokoll (vgl. Anhang A</w:t>
      </w:r>
      <w:r w:rsidR="00E0569E">
        <w:rPr>
          <w:rFonts w:ascii="Verdana" w:hAnsi="Verdana"/>
          <w:sz w:val="20"/>
        </w:rPr>
        <w:t xml:space="preserve"> der Vergabekriterien</w:t>
      </w:r>
      <w:r w:rsidRPr="00B55340">
        <w:rPr>
          <w:rFonts w:ascii="Verdana" w:hAnsi="Verdana"/>
          <w:sz w:val="20"/>
        </w:rPr>
        <w:t>) als Anlage 3 vor. Die Plausibilität der Messung muss durch die Auditor*in bestätigt werden.</w:t>
      </w:r>
    </w:p>
    <w:p w14:paraId="531A368C" w14:textId="34B0729B" w:rsidR="0004317B" w:rsidRPr="00B55340" w:rsidRDefault="00591606" w:rsidP="00591606">
      <w:pPr>
        <w:rPr>
          <w:rFonts w:ascii="Verdana" w:hAnsi="Verdana"/>
          <w:sz w:val="20"/>
        </w:rPr>
      </w:pPr>
      <w:r w:rsidRPr="00B55340">
        <w:rPr>
          <w:rFonts w:ascii="Verdana" w:hAnsi="Verdana"/>
          <w:sz w:val="20"/>
        </w:rPr>
        <w:t xml:space="preserve">Die Messergebnisse sind entsprechend Abschnitt </w:t>
      </w:r>
      <w:r w:rsidRPr="00914334">
        <w:rPr>
          <w:rFonts w:ascii="Verdana" w:hAnsi="Verdana"/>
          <w:b/>
          <w:sz w:val="20"/>
        </w:rPr>
        <w:t>3.1.3.7</w:t>
      </w:r>
      <w:r w:rsidRPr="00B55340">
        <w:rPr>
          <w:rFonts w:ascii="Verdana" w:hAnsi="Verdana"/>
          <w:sz w:val="20"/>
        </w:rPr>
        <w:t xml:space="preserve"> zu veröffentlichen und entsprechend Abschnitt </w:t>
      </w:r>
      <w:r w:rsidRPr="00914334">
        <w:rPr>
          <w:rFonts w:ascii="Verdana" w:hAnsi="Verdana"/>
          <w:b/>
          <w:sz w:val="20"/>
        </w:rPr>
        <w:t>3.2.1</w:t>
      </w:r>
      <w:r w:rsidRPr="00B55340">
        <w:rPr>
          <w:rFonts w:ascii="Verdana" w:hAnsi="Verdana"/>
          <w:sz w:val="20"/>
        </w:rPr>
        <w:t xml:space="preserve"> aktuell zu halten.</w:t>
      </w:r>
    </w:p>
    <w:p w14:paraId="76C986CD" w14:textId="77777777" w:rsidR="00DE107A" w:rsidRDefault="006313DC" w:rsidP="006313DC">
      <w:pPr>
        <w:rPr>
          <w:rFonts w:ascii="Verdana" w:hAnsi="Verdana"/>
          <w:sz w:val="20"/>
        </w:rPr>
      </w:pPr>
      <w:r w:rsidRPr="00B55340">
        <w:rPr>
          <w:rFonts w:ascii="Verdana" w:hAnsi="Verdana"/>
          <w:sz w:val="20"/>
        </w:rPr>
        <w:t xml:space="preserve">Es wurde ein </w:t>
      </w:r>
      <w:permStart w:id="1906577554" w:edGrp="everyone"/>
      <w:sdt>
        <w:sdtPr>
          <w:rPr>
            <w:rFonts w:ascii="Verdana" w:hAnsi="Verdana"/>
            <w:b/>
            <w:sz w:val="20"/>
          </w:rPr>
          <w:id w:val="-248572403"/>
          <w:placeholder>
            <w:docPart w:val="6D9C34D1460A49FAADD85925E417A48A"/>
          </w:placeholder>
          <w:showingPlcHdr/>
          <w:dropDownList>
            <w:listItem w:value="Wählen Sie ein Element aus."/>
            <w:listItem w:displayText="Szenario-Test" w:value="Szenario-Test"/>
            <w:listItem w:displayText="Langzeit-Test" w:value="Langzeit-Test"/>
            <w:listItem w:displayText="Test nicht" w:value="Test nicht"/>
          </w:dropDownList>
        </w:sdtPr>
        <w:sdtEndPr/>
        <w:sdtContent>
          <w:r w:rsidR="008616FA" w:rsidRPr="0072030B">
            <w:rPr>
              <w:rStyle w:val="Platzhaltertext"/>
              <w:b/>
            </w:rPr>
            <w:t>Wählen Sie ein Element aus.</w:t>
          </w:r>
        </w:sdtContent>
      </w:sdt>
      <w:permEnd w:id="1906577554"/>
      <w:r w:rsidRPr="00B55340">
        <w:rPr>
          <w:rFonts w:ascii="Verdana" w:hAnsi="Verdana"/>
          <w:sz w:val="20"/>
        </w:rPr>
        <w:t xml:space="preserve"> durchgeführt.</w:t>
      </w:r>
      <w:r w:rsidR="007D3D2B">
        <w:rPr>
          <w:rFonts w:ascii="Verdana" w:hAnsi="Verdana"/>
          <w:sz w:val="20"/>
        </w:rPr>
        <w:t xml:space="preserve"> </w:t>
      </w:r>
    </w:p>
    <w:p w14:paraId="24B86D76" w14:textId="2BB8559B" w:rsidR="006313DC" w:rsidRPr="00B55340" w:rsidRDefault="00DE107A" w:rsidP="006313DC">
      <w:pPr>
        <w:rPr>
          <w:rFonts w:ascii="Verdana" w:hAnsi="Verdana"/>
          <w:sz w:val="20"/>
        </w:rPr>
      </w:pPr>
      <w:r w:rsidRPr="00DE107A">
        <w:rPr>
          <w:rFonts w:ascii="Verdana" w:hAnsi="Verdana"/>
          <w:b/>
          <w:sz w:val="20"/>
        </w:rPr>
        <w:t>Hinweis:</w:t>
      </w:r>
      <w:r>
        <w:rPr>
          <w:rFonts w:ascii="Verdana" w:hAnsi="Verdana"/>
          <w:sz w:val="20"/>
        </w:rPr>
        <w:t xml:space="preserve"> </w:t>
      </w:r>
      <w:r w:rsidR="001C1652">
        <w:rPr>
          <w:rFonts w:ascii="Verdana" w:hAnsi="Verdana"/>
          <w:sz w:val="20"/>
        </w:rPr>
        <w:t xml:space="preserve">Beim </w:t>
      </w:r>
      <w:r w:rsidR="001C1652" w:rsidRPr="0065199D">
        <w:rPr>
          <w:rFonts w:ascii="Verdana" w:hAnsi="Verdana"/>
          <w:b/>
          <w:sz w:val="20"/>
        </w:rPr>
        <w:t>Langzeit-Test</w:t>
      </w:r>
      <w:r w:rsidR="005152B9">
        <w:rPr>
          <w:rFonts w:ascii="Verdana" w:hAnsi="Verdana"/>
          <w:b/>
          <w:sz w:val="20"/>
        </w:rPr>
        <w:t xml:space="preserve"> für pc devices und server devices</w:t>
      </w:r>
      <w:r w:rsidR="001C1652">
        <w:rPr>
          <w:rFonts w:ascii="Verdana" w:hAnsi="Verdana"/>
          <w:sz w:val="20"/>
        </w:rPr>
        <w:t xml:space="preserve"> entfällt die Messung der Grundauslastung und des Leerlaufzustandes.</w:t>
      </w:r>
    </w:p>
    <w:p w14:paraId="702979E0" w14:textId="3D819B39" w:rsidR="00D1393A" w:rsidRPr="00B55340" w:rsidRDefault="00D1393A" w:rsidP="00591606">
      <w:pPr>
        <w:rPr>
          <w:rFonts w:ascii="Verdana" w:hAnsi="Verdana"/>
          <w:sz w:val="20"/>
        </w:rPr>
      </w:pPr>
    </w:p>
    <w:p w14:paraId="712ED060" w14:textId="35290192" w:rsidR="00D1393A" w:rsidRPr="00B55340" w:rsidRDefault="00D1393A" w:rsidP="00D1393A">
      <w:pPr>
        <w:rPr>
          <w:rFonts w:ascii="Verdana" w:hAnsi="Verdana"/>
          <w:sz w:val="20"/>
        </w:rPr>
      </w:pPr>
      <w:r w:rsidRPr="00B55340">
        <w:rPr>
          <w:rFonts w:ascii="Verdana" w:hAnsi="Verdana"/>
          <w:b/>
          <w:sz w:val="20"/>
        </w:rPr>
        <w:t>Anlage 3:</w:t>
      </w:r>
      <w:r w:rsidRPr="00B55340">
        <w:rPr>
          <w:rFonts w:ascii="Verdana" w:hAnsi="Verdana"/>
          <w:sz w:val="20"/>
        </w:rPr>
        <w:t xml:space="preserve"> </w:t>
      </w:r>
      <w:permStart w:id="297953123" w:edGrp="everyone"/>
      <w:sdt>
        <w:sdtPr>
          <w:rPr>
            <w:rFonts w:ascii="Verdana" w:hAnsi="Verdana"/>
            <w:sz w:val="20"/>
          </w:rPr>
          <w:id w:val="2084020767"/>
          <w:placeholder>
            <w:docPart w:val="7F05689B16034F0A844FF4789515603F"/>
          </w:placeholder>
        </w:sdtPr>
        <w:sdtEndPr/>
        <w:sdtContent>
          <w:r w:rsidRPr="00B55340">
            <w:rPr>
              <w:rFonts w:ascii="Verdana" w:hAnsi="Verdana"/>
              <w:sz w:val="20"/>
            </w:rPr>
            <w:t>Geben Sie hier den Dateinamen Ihrer Anlage 3 ein</w:t>
          </w:r>
        </w:sdtContent>
      </w:sdt>
      <w:permEnd w:id="297953123"/>
    </w:p>
    <w:p w14:paraId="019086B9" w14:textId="035698AF" w:rsidR="0004317B" w:rsidRPr="00B55340" w:rsidRDefault="0004317B" w:rsidP="0004317B">
      <w:pPr>
        <w:jc w:val="both"/>
        <w:rPr>
          <w:rFonts w:ascii="Verdana" w:hAnsi="Verdana"/>
          <w:sz w:val="20"/>
        </w:rPr>
      </w:pPr>
    </w:p>
    <w:p w14:paraId="503F28E4" w14:textId="29841792" w:rsidR="00C34634" w:rsidRPr="00B55340" w:rsidRDefault="00C34634" w:rsidP="00C34634">
      <w:pPr>
        <w:rPr>
          <w:rFonts w:ascii="Verdana" w:hAnsi="Verdana"/>
          <w:sz w:val="20"/>
        </w:rPr>
      </w:pPr>
      <w:r w:rsidRPr="00B55340">
        <w:rPr>
          <w:rFonts w:ascii="Verdana" w:hAnsi="Verdana"/>
          <w:sz w:val="20"/>
        </w:rPr>
        <w:t xml:space="preserve">Die </w:t>
      </w:r>
      <w:r w:rsidR="00D51796">
        <w:rPr>
          <w:rFonts w:ascii="Verdana" w:hAnsi="Verdana"/>
          <w:sz w:val="20"/>
        </w:rPr>
        <w:t xml:space="preserve">Einhaltung der Anforderungen wird </w:t>
      </w:r>
      <w:permStart w:id="189038527" w:edGrp="everyone"/>
      <w:sdt>
        <w:sdtPr>
          <w:rPr>
            <w:rFonts w:ascii="Verdana" w:hAnsi="Verdana"/>
            <w:b/>
            <w:bCs/>
            <w:sz w:val="20"/>
          </w:rPr>
          <w:id w:val="-9680207"/>
          <w:placeholder>
            <w:docPart w:val="470A9969EA7845C1A04EAE3E2DBE3CF6"/>
          </w:placeholder>
          <w:showingPlcHdr/>
          <w:dropDownList>
            <w:listItem w:value="Wählen Sie ein Element aus."/>
            <w:listItem w:displayText="bestätigt" w:value="bestätigt"/>
            <w:listItem w:displayText="nicht bestätigt" w:value="nicht bestätigt"/>
          </w:dropDownList>
        </w:sdtPr>
        <w:sdtEndPr/>
        <w:sdtContent>
          <w:r w:rsidR="00D51796" w:rsidRPr="00DE107A">
            <w:rPr>
              <w:rStyle w:val="Platzhaltertext"/>
              <w:b/>
            </w:rPr>
            <w:t>Wählen Sie ein Element aus.</w:t>
          </w:r>
        </w:sdtContent>
      </w:sdt>
      <w:permEnd w:id="189038527"/>
      <w:r w:rsidR="00D51796" w:rsidRPr="00B55340">
        <w:rPr>
          <w:rFonts w:ascii="Verdana" w:hAnsi="Verdana"/>
          <w:sz w:val="20"/>
        </w:rPr>
        <w:t xml:space="preserve"> </w:t>
      </w:r>
      <w:r w:rsidR="00D51796">
        <w:rPr>
          <w:rFonts w:ascii="Verdana" w:hAnsi="Verdana"/>
          <w:sz w:val="20"/>
        </w:rPr>
        <w:t xml:space="preserve">und die </w:t>
      </w:r>
      <w:r w:rsidRPr="00B55340">
        <w:rPr>
          <w:rFonts w:ascii="Verdana" w:hAnsi="Verdana"/>
          <w:sz w:val="20"/>
        </w:rPr>
        <w:t xml:space="preserve">Angaben sind </w:t>
      </w:r>
      <w:permStart w:id="983587280" w:edGrp="everyone"/>
      <w:sdt>
        <w:sdtPr>
          <w:rPr>
            <w:rFonts w:ascii="Verdana" w:hAnsi="Verdana"/>
            <w:b/>
            <w:sz w:val="20"/>
          </w:rPr>
          <w:id w:val="-484323931"/>
          <w:placeholder>
            <w:docPart w:val="4B2E3625B8324D35A3A07CA18CAD856C"/>
          </w:placeholder>
          <w:showingPlcHdr/>
          <w:dropDownList>
            <w:listItem w:value="Wählen Sie ein Element aus"/>
            <w:listItem w:displayText="vollständig und plausibel." w:value="vollständig und plausibel."/>
            <w:listItem w:displayText="unvollständig oder nicht plausibel." w:value="unvollständig oder nicht plausibel."/>
            <w:listItem w:displayText="nicht zutreffend, da ein Langzeit-Test durchgeführt wurde." w:value="nicht zutreffend, da ein Langzeit-Test durchgeführt wurde."/>
          </w:dropDownList>
        </w:sdtPr>
        <w:sdtEndPr/>
        <w:sdtContent>
          <w:r w:rsidR="004A37D1" w:rsidRPr="00D7649D">
            <w:rPr>
              <w:rStyle w:val="Platzhaltertext"/>
            </w:rPr>
            <w:t>Wählen Sie ein Element aus.</w:t>
          </w:r>
        </w:sdtContent>
      </w:sdt>
      <w:permEnd w:id="983587280"/>
    </w:p>
    <w:p w14:paraId="2C2C3516" w14:textId="6C852EB8" w:rsidR="00C34634" w:rsidRPr="001A63F5" w:rsidRDefault="00F5539E" w:rsidP="001A63F5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Anmerkung</w:t>
      </w:r>
      <w:r w:rsidR="00C34634" w:rsidRPr="00B55340">
        <w:rPr>
          <w:rFonts w:ascii="Verdana" w:hAnsi="Verdana"/>
          <w:sz w:val="20"/>
        </w:rPr>
        <w:t>:</w:t>
      </w:r>
      <w:r w:rsidR="00D543B0">
        <w:rPr>
          <w:rFonts w:ascii="Verdana" w:hAnsi="Verdana"/>
          <w:sz w:val="20"/>
        </w:rPr>
        <w:t xml:space="preserve"> </w:t>
      </w:r>
      <w:permStart w:id="68908149" w:edGrp="everyone"/>
      <w:r w:rsidR="00D543B0" w:rsidRPr="00972A7B">
        <w:rPr>
          <w:rFonts w:ascii="Verdana" w:hAnsi="Verdana"/>
          <w:sz w:val="18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D543B0" w:rsidRPr="00972A7B">
        <w:rPr>
          <w:rFonts w:ascii="Verdana" w:hAnsi="Verdana"/>
          <w:sz w:val="18"/>
        </w:rPr>
        <w:instrText xml:space="preserve"> FORMTEXT </w:instrText>
      </w:r>
      <w:r w:rsidR="00D543B0" w:rsidRPr="00972A7B">
        <w:rPr>
          <w:rFonts w:ascii="Verdana" w:hAnsi="Verdana"/>
          <w:sz w:val="18"/>
        </w:rPr>
      </w:r>
      <w:r w:rsidR="00D543B0" w:rsidRPr="00972A7B">
        <w:rPr>
          <w:rFonts w:ascii="Verdana" w:hAnsi="Verdana"/>
          <w:sz w:val="18"/>
        </w:rPr>
        <w:fldChar w:fldCharType="separate"/>
      </w:r>
      <w:r w:rsidR="00D543B0" w:rsidRPr="00972A7B">
        <w:rPr>
          <w:rFonts w:ascii="Verdana" w:hAnsi="Verdana"/>
          <w:noProof/>
          <w:sz w:val="18"/>
        </w:rPr>
        <w:t> </w:t>
      </w:r>
      <w:r w:rsidR="00D543B0" w:rsidRPr="00972A7B">
        <w:rPr>
          <w:rFonts w:ascii="Verdana" w:hAnsi="Verdana"/>
          <w:noProof/>
          <w:sz w:val="18"/>
        </w:rPr>
        <w:t> </w:t>
      </w:r>
      <w:r w:rsidR="00D543B0" w:rsidRPr="00972A7B">
        <w:rPr>
          <w:rFonts w:ascii="Verdana" w:hAnsi="Verdana"/>
          <w:noProof/>
          <w:sz w:val="18"/>
        </w:rPr>
        <w:t> </w:t>
      </w:r>
      <w:r w:rsidR="00D543B0" w:rsidRPr="00972A7B">
        <w:rPr>
          <w:rFonts w:ascii="Verdana" w:hAnsi="Verdana"/>
          <w:noProof/>
          <w:sz w:val="18"/>
        </w:rPr>
        <w:t> </w:t>
      </w:r>
      <w:r w:rsidR="00D543B0" w:rsidRPr="00972A7B">
        <w:rPr>
          <w:rFonts w:ascii="Verdana" w:hAnsi="Verdana"/>
          <w:noProof/>
          <w:sz w:val="18"/>
        </w:rPr>
        <w:t> </w:t>
      </w:r>
      <w:r w:rsidR="00D543B0" w:rsidRPr="00972A7B">
        <w:rPr>
          <w:rFonts w:ascii="Verdana" w:hAnsi="Verdana"/>
          <w:sz w:val="18"/>
        </w:rPr>
        <w:fldChar w:fldCharType="end"/>
      </w:r>
      <w:permEnd w:id="68908149"/>
    </w:p>
    <w:p w14:paraId="3067C1AF" w14:textId="77777777" w:rsidR="00C34634" w:rsidRPr="00CE416E" w:rsidRDefault="00C34634" w:rsidP="0004317B">
      <w:pPr>
        <w:jc w:val="both"/>
        <w:rPr>
          <w:rFonts w:ascii="Verdana" w:hAnsi="Verdana"/>
        </w:rPr>
      </w:pPr>
    </w:p>
    <w:p w14:paraId="208D05EE" w14:textId="0443C065" w:rsidR="00A75763" w:rsidRPr="0004317B" w:rsidRDefault="00A75763" w:rsidP="00421107">
      <w:pPr>
        <w:pStyle w:val="Level2"/>
      </w:pPr>
      <w:r w:rsidRPr="0004317B">
        <w:lastRenderedPageBreak/>
        <w:t>Messung des Softwareprodukts während der Nutzung</w:t>
      </w:r>
    </w:p>
    <w:p w14:paraId="5D294112" w14:textId="4F292B43" w:rsidR="00591606" w:rsidRPr="00B55340" w:rsidRDefault="00591606" w:rsidP="00591606">
      <w:pPr>
        <w:rPr>
          <w:rFonts w:ascii="Verdana" w:hAnsi="Verdana"/>
          <w:sz w:val="20"/>
        </w:rPr>
      </w:pPr>
      <w:r w:rsidRPr="00B55340">
        <w:rPr>
          <w:rFonts w:ascii="Verdana" w:hAnsi="Verdana"/>
          <w:sz w:val="20"/>
        </w:rPr>
        <w:t>Der Antragsteller bestätigt die Einhaltung der Anforderungen und dokumentiert die Messwerte in der Tabellenkalkulationsdatei zur Kriterienerfassung in Anlage 2</w:t>
      </w:r>
      <w:r w:rsidR="00A321AC" w:rsidRPr="00B55340">
        <w:rPr>
          <w:rFonts w:ascii="Verdana" w:hAnsi="Verdana"/>
          <w:sz w:val="20"/>
        </w:rPr>
        <w:t xml:space="preserve"> gemäß </w:t>
      </w:r>
      <w:r w:rsidR="00A321AC" w:rsidRPr="00914334">
        <w:rPr>
          <w:rFonts w:ascii="Verdana" w:hAnsi="Verdana"/>
          <w:b/>
          <w:sz w:val="20"/>
        </w:rPr>
        <w:t>3.1.1.4</w:t>
      </w:r>
      <w:r w:rsidR="00A321AC" w:rsidRPr="00B55340">
        <w:rPr>
          <w:rFonts w:ascii="Verdana" w:hAnsi="Verdana"/>
          <w:sz w:val="20"/>
        </w:rPr>
        <w:t xml:space="preserve"> der Vergabekr</w:t>
      </w:r>
      <w:r w:rsidR="00570B52" w:rsidRPr="00B55340">
        <w:rPr>
          <w:rFonts w:ascii="Verdana" w:hAnsi="Verdana"/>
          <w:sz w:val="20"/>
        </w:rPr>
        <w:t>iterien</w:t>
      </w:r>
      <w:r w:rsidRPr="00B55340">
        <w:rPr>
          <w:rFonts w:ascii="Verdana" w:hAnsi="Verdana"/>
          <w:sz w:val="20"/>
        </w:rPr>
        <w:t>. Weiterhin legt er das Messprotokoll (vgl</w:t>
      </w:r>
      <w:r w:rsidR="00007B0E">
        <w:rPr>
          <w:rFonts w:ascii="Verdana" w:hAnsi="Verdana"/>
          <w:sz w:val="20"/>
        </w:rPr>
        <w:t>.</w:t>
      </w:r>
      <w:r w:rsidRPr="00B55340">
        <w:rPr>
          <w:rFonts w:ascii="Verdana" w:hAnsi="Verdana"/>
          <w:sz w:val="20"/>
        </w:rPr>
        <w:t xml:space="preserve"> Anhang A</w:t>
      </w:r>
      <w:r w:rsidR="00007B0E">
        <w:rPr>
          <w:rFonts w:ascii="Verdana" w:hAnsi="Verdana"/>
          <w:sz w:val="20"/>
        </w:rPr>
        <w:t xml:space="preserve"> der Vergabekriterien</w:t>
      </w:r>
      <w:r w:rsidRPr="00B55340">
        <w:rPr>
          <w:rFonts w:ascii="Verdana" w:hAnsi="Verdana"/>
          <w:sz w:val="20"/>
        </w:rPr>
        <w:t>) als Anlage 3 vor. Die Plausibilität der Messung muss durch die Auditor*in bestätigt werden.</w:t>
      </w:r>
    </w:p>
    <w:p w14:paraId="12B22B11" w14:textId="79E5BB84" w:rsidR="00A75763" w:rsidRPr="00B55340" w:rsidRDefault="00591606" w:rsidP="00591606">
      <w:pPr>
        <w:rPr>
          <w:rFonts w:ascii="Verdana" w:hAnsi="Verdana"/>
          <w:sz w:val="20"/>
        </w:rPr>
      </w:pPr>
      <w:r w:rsidRPr="00B55340">
        <w:rPr>
          <w:rFonts w:ascii="Verdana" w:hAnsi="Verdana"/>
          <w:sz w:val="20"/>
        </w:rPr>
        <w:t xml:space="preserve">Die Messergebnisse sind entsprechend Abschnitt </w:t>
      </w:r>
      <w:r w:rsidRPr="00914334">
        <w:rPr>
          <w:rFonts w:ascii="Verdana" w:hAnsi="Verdana"/>
          <w:b/>
          <w:sz w:val="20"/>
        </w:rPr>
        <w:t>3.1.3.7</w:t>
      </w:r>
      <w:r w:rsidRPr="00B55340">
        <w:rPr>
          <w:rFonts w:ascii="Verdana" w:hAnsi="Verdana"/>
          <w:sz w:val="20"/>
        </w:rPr>
        <w:t xml:space="preserve"> zu veröffentlichen und entsprechend Abschnitt </w:t>
      </w:r>
      <w:r w:rsidRPr="00914334">
        <w:rPr>
          <w:rFonts w:ascii="Verdana" w:hAnsi="Verdana"/>
          <w:b/>
          <w:sz w:val="20"/>
        </w:rPr>
        <w:t>3.2.1</w:t>
      </w:r>
      <w:r w:rsidRPr="00B55340">
        <w:rPr>
          <w:rFonts w:ascii="Verdana" w:hAnsi="Verdana"/>
          <w:sz w:val="20"/>
        </w:rPr>
        <w:t xml:space="preserve"> aktuell zu halten.</w:t>
      </w:r>
    </w:p>
    <w:p w14:paraId="7D579EF3" w14:textId="2579D4FA" w:rsidR="00B8419D" w:rsidRPr="00B55340" w:rsidRDefault="00B8419D" w:rsidP="00591606">
      <w:pPr>
        <w:rPr>
          <w:rFonts w:ascii="Verdana" w:hAnsi="Verdana"/>
          <w:sz w:val="20"/>
        </w:rPr>
      </w:pPr>
    </w:p>
    <w:p w14:paraId="4DEC48AC" w14:textId="277875B1" w:rsidR="00B8419D" w:rsidRPr="00B55340" w:rsidRDefault="00B8419D" w:rsidP="00591606">
      <w:pPr>
        <w:rPr>
          <w:rFonts w:ascii="Verdana" w:hAnsi="Verdana"/>
          <w:sz w:val="20"/>
        </w:rPr>
      </w:pPr>
      <w:r w:rsidRPr="00B55340">
        <w:rPr>
          <w:rFonts w:ascii="Verdana" w:hAnsi="Verdana"/>
          <w:sz w:val="20"/>
        </w:rPr>
        <w:t xml:space="preserve">Es wurde ein </w:t>
      </w:r>
      <w:permStart w:id="1160664918" w:edGrp="everyone"/>
      <w:sdt>
        <w:sdtPr>
          <w:rPr>
            <w:rFonts w:ascii="Verdana" w:hAnsi="Verdana"/>
            <w:b/>
            <w:sz w:val="20"/>
          </w:rPr>
          <w:id w:val="-882089402"/>
          <w:placeholder>
            <w:docPart w:val="DefaultPlaceholder_-1854013438"/>
          </w:placeholder>
          <w:showingPlcHdr/>
          <w:dropDownList>
            <w:listItem w:value="Wählen Sie ein Element aus."/>
            <w:listItem w:displayText="Szenario-Test" w:value="Szenario-Test"/>
            <w:listItem w:displayText="Langzeit-Test" w:value="Langzeit-Test"/>
            <w:listItem w:displayText="Test nicht" w:value="Test nicht"/>
          </w:dropDownList>
        </w:sdtPr>
        <w:sdtEndPr/>
        <w:sdtContent>
          <w:r w:rsidR="002C03F0" w:rsidRPr="0072030B">
            <w:rPr>
              <w:rStyle w:val="Platzhaltertext"/>
              <w:b/>
            </w:rPr>
            <w:t>Wählen Sie ein Element aus.</w:t>
          </w:r>
        </w:sdtContent>
      </w:sdt>
      <w:permEnd w:id="1160664918"/>
      <w:r w:rsidR="001C484A">
        <w:rPr>
          <w:rFonts w:ascii="Verdana" w:hAnsi="Verdana"/>
          <w:sz w:val="20"/>
        </w:rPr>
        <w:t xml:space="preserve"> </w:t>
      </w:r>
      <w:r w:rsidR="001C484A" w:rsidRPr="001C484A">
        <w:rPr>
          <w:rFonts w:ascii="Verdana" w:hAnsi="Verdana"/>
          <w:b/>
          <w:sz w:val="20"/>
        </w:rPr>
        <w:t>für ein mobile device</w:t>
      </w:r>
      <w:r w:rsidR="0036681A" w:rsidRPr="00B55340">
        <w:rPr>
          <w:rFonts w:ascii="Verdana" w:hAnsi="Verdana"/>
          <w:sz w:val="20"/>
        </w:rPr>
        <w:t xml:space="preserve"> durchgeführt.</w:t>
      </w:r>
    </w:p>
    <w:p w14:paraId="760E4AAE" w14:textId="6F8B7A52" w:rsidR="001C484A" w:rsidRPr="00B55340" w:rsidRDefault="001C484A" w:rsidP="001C484A">
      <w:pPr>
        <w:rPr>
          <w:rFonts w:ascii="Verdana" w:hAnsi="Verdana"/>
          <w:sz w:val="20"/>
        </w:rPr>
      </w:pPr>
      <w:r w:rsidRPr="00B55340">
        <w:rPr>
          <w:rFonts w:ascii="Verdana" w:hAnsi="Verdana"/>
          <w:sz w:val="20"/>
        </w:rPr>
        <w:t xml:space="preserve">Es wurde ein </w:t>
      </w:r>
      <w:permStart w:id="341787709" w:edGrp="everyone"/>
      <w:sdt>
        <w:sdtPr>
          <w:rPr>
            <w:rFonts w:ascii="Verdana" w:hAnsi="Verdana"/>
            <w:b/>
            <w:sz w:val="20"/>
          </w:rPr>
          <w:id w:val="511268588"/>
          <w:placeholder>
            <w:docPart w:val="6D3F7F042DB84293B22357B92263E95A"/>
          </w:placeholder>
          <w:showingPlcHdr/>
          <w:dropDownList>
            <w:listItem w:value="Wählen Sie ein Element aus."/>
            <w:listItem w:displayText="Szenario-Test" w:value="Szenario-Test"/>
            <w:listItem w:displayText="Langzeit-Test" w:value="Langzeit-Test"/>
            <w:listItem w:displayText="Test nicht" w:value="Test nicht"/>
          </w:dropDownList>
        </w:sdtPr>
        <w:sdtEndPr/>
        <w:sdtContent>
          <w:r w:rsidRPr="002C03F0">
            <w:rPr>
              <w:rStyle w:val="Platzhaltertext"/>
              <w:b/>
            </w:rPr>
            <w:t>Wählen Sie ein Element aus.</w:t>
          </w:r>
        </w:sdtContent>
      </w:sdt>
      <w:permEnd w:id="341787709"/>
      <w:r w:rsidRPr="00B55340">
        <w:rPr>
          <w:rFonts w:ascii="Verdana" w:hAnsi="Verdana"/>
          <w:sz w:val="20"/>
        </w:rPr>
        <w:t xml:space="preserve"> </w:t>
      </w:r>
      <w:r w:rsidRPr="001C484A">
        <w:rPr>
          <w:rFonts w:ascii="Verdana" w:hAnsi="Verdana"/>
          <w:b/>
          <w:sz w:val="20"/>
        </w:rPr>
        <w:t xml:space="preserve">für ein </w:t>
      </w:r>
      <w:r>
        <w:rPr>
          <w:rFonts w:ascii="Verdana" w:hAnsi="Verdana"/>
          <w:b/>
          <w:sz w:val="20"/>
        </w:rPr>
        <w:t>pc</w:t>
      </w:r>
      <w:r w:rsidRPr="001C484A">
        <w:rPr>
          <w:rFonts w:ascii="Verdana" w:hAnsi="Verdana"/>
          <w:b/>
          <w:sz w:val="20"/>
        </w:rPr>
        <w:t xml:space="preserve"> device</w:t>
      </w:r>
      <w:r w:rsidRPr="00B55340">
        <w:rPr>
          <w:rFonts w:ascii="Verdana" w:hAnsi="Verdana"/>
          <w:sz w:val="20"/>
        </w:rPr>
        <w:t xml:space="preserve"> durchgeführt.</w:t>
      </w:r>
    </w:p>
    <w:p w14:paraId="24383A2B" w14:textId="397B3C9C" w:rsidR="001C484A" w:rsidRPr="00B55340" w:rsidRDefault="001C484A" w:rsidP="001C484A">
      <w:pPr>
        <w:rPr>
          <w:rFonts w:ascii="Verdana" w:hAnsi="Verdana"/>
          <w:sz w:val="20"/>
        </w:rPr>
      </w:pPr>
      <w:r w:rsidRPr="00B55340">
        <w:rPr>
          <w:rFonts w:ascii="Verdana" w:hAnsi="Verdana"/>
          <w:sz w:val="20"/>
        </w:rPr>
        <w:t xml:space="preserve">Es wurde ein </w:t>
      </w:r>
      <w:permStart w:id="984949609" w:edGrp="everyone"/>
      <w:sdt>
        <w:sdtPr>
          <w:rPr>
            <w:rFonts w:ascii="Verdana" w:hAnsi="Verdana"/>
            <w:b/>
            <w:sz w:val="20"/>
          </w:rPr>
          <w:id w:val="-39521292"/>
          <w:placeholder>
            <w:docPart w:val="48DEFDC3FA8A4B9EBF9F4D829C154CCC"/>
          </w:placeholder>
          <w:showingPlcHdr/>
          <w:dropDownList>
            <w:listItem w:value="Wählen Sie ein Element aus."/>
            <w:listItem w:displayText="Szenario-Test" w:value="Szenario-Test"/>
            <w:listItem w:displayText="Langzeit-Test" w:value="Langzeit-Test"/>
            <w:listItem w:displayText="Test nicht" w:value="Test nicht"/>
          </w:dropDownList>
        </w:sdtPr>
        <w:sdtEndPr/>
        <w:sdtContent>
          <w:r w:rsidRPr="002C03F0">
            <w:rPr>
              <w:rStyle w:val="Platzhaltertext"/>
              <w:b/>
            </w:rPr>
            <w:t>Wählen Sie ein Element aus.</w:t>
          </w:r>
        </w:sdtContent>
      </w:sdt>
      <w:permEnd w:id="984949609"/>
      <w:r w:rsidRPr="00B55340">
        <w:rPr>
          <w:rFonts w:ascii="Verdana" w:hAnsi="Verdana"/>
          <w:sz w:val="20"/>
        </w:rPr>
        <w:t xml:space="preserve"> </w:t>
      </w:r>
      <w:r w:rsidRPr="001C484A">
        <w:rPr>
          <w:rFonts w:ascii="Verdana" w:hAnsi="Verdana"/>
          <w:b/>
          <w:sz w:val="20"/>
        </w:rPr>
        <w:t xml:space="preserve">für ein </w:t>
      </w:r>
      <w:r>
        <w:rPr>
          <w:rFonts w:ascii="Verdana" w:hAnsi="Verdana"/>
          <w:b/>
          <w:sz w:val="20"/>
        </w:rPr>
        <w:t>server</w:t>
      </w:r>
      <w:r w:rsidRPr="001C484A">
        <w:rPr>
          <w:rFonts w:ascii="Verdana" w:hAnsi="Verdana"/>
          <w:b/>
          <w:sz w:val="20"/>
        </w:rPr>
        <w:t xml:space="preserve"> device</w:t>
      </w:r>
      <w:r w:rsidRPr="00B55340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für </w:t>
      </w:r>
      <w:r w:rsidRPr="00B55340">
        <w:rPr>
          <w:rFonts w:ascii="Verdana" w:hAnsi="Verdana"/>
          <w:sz w:val="20"/>
        </w:rPr>
        <w:t>durchgeführt.</w:t>
      </w:r>
    </w:p>
    <w:p w14:paraId="79F1F5DF" w14:textId="527271E8" w:rsidR="00F45A54" w:rsidRPr="00B55340" w:rsidRDefault="00F45A54" w:rsidP="00591606">
      <w:pPr>
        <w:rPr>
          <w:rFonts w:ascii="Verdana" w:hAnsi="Verdana"/>
          <w:sz w:val="20"/>
        </w:rPr>
      </w:pPr>
    </w:p>
    <w:p w14:paraId="3EB508D9" w14:textId="6152B46A" w:rsidR="00F45A54" w:rsidRPr="00B55340" w:rsidRDefault="00F45A54" w:rsidP="00F45A54">
      <w:pPr>
        <w:rPr>
          <w:rFonts w:ascii="Verdana" w:hAnsi="Verdana"/>
          <w:sz w:val="20"/>
        </w:rPr>
      </w:pPr>
      <w:r w:rsidRPr="00B55340">
        <w:rPr>
          <w:rFonts w:ascii="Verdana" w:hAnsi="Verdana"/>
          <w:sz w:val="20"/>
        </w:rPr>
        <w:t xml:space="preserve">Die </w:t>
      </w:r>
      <w:r w:rsidR="0019165F">
        <w:rPr>
          <w:rFonts w:ascii="Verdana" w:hAnsi="Verdana"/>
          <w:sz w:val="20"/>
        </w:rPr>
        <w:t xml:space="preserve">Einhaltung der Anforderungen wird </w:t>
      </w:r>
      <w:permStart w:id="659519089" w:edGrp="everyone"/>
      <w:sdt>
        <w:sdtPr>
          <w:rPr>
            <w:rFonts w:ascii="Verdana" w:hAnsi="Verdana"/>
            <w:b/>
            <w:bCs/>
            <w:sz w:val="20"/>
          </w:rPr>
          <w:id w:val="-943912266"/>
          <w:placeholder>
            <w:docPart w:val="E13020A6F09C4054BAD9DF4C21A2D9F3"/>
          </w:placeholder>
          <w:showingPlcHdr/>
          <w:dropDownList>
            <w:listItem w:value="Wählen Sie ein Element aus."/>
            <w:listItem w:displayText="bestätigt" w:value="bestätigt"/>
            <w:listItem w:displayText="nicht bestätigt" w:value="nicht bestätigt"/>
          </w:dropDownList>
        </w:sdtPr>
        <w:sdtEndPr/>
        <w:sdtContent>
          <w:r w:rsidR="0019165F" w:rsidRPr="00DE107A">
            <w:rPr>
              <w:rStyle w:val="Platzhaltertext"/>
              <w:b/>
            </w:rPr>
            <w:t>Wählen Sie ein Element aus.</w:t>
          </w:r>
        </w:sdtContent>
      </w:sdt>
      <w:permEnd w:id="659519089"/>
      <w:r w:rsidR="0019165F" w:rsidRPr="00B55340">
        <w:rPr>
          <w:rFonts w:ascii="Verdana" w:hAnsi="Verdana"/>
          <w:sz w:val="20"/>
        </w:rPr>
        <w:t xml:space="preserve"> </w:t>
      </w:r>
      <w:r w:rsidR="0019165F">
        <w:rPr>
          <w:rFonts w:ascii="Verdana" w:hAnsi="Verdana"/>
          <w:sz w:val="20"/>
        </w:rPr>
        <w:t xml:space="preserve">und die </w:t>
      </w:r>
      <w:r w:rsidRPr="00B55340">
        <w:rPr>
          <w:rFonts w:ascii="Verdana" w:hAnsi="Verdana"/>
          <w:sz w:val="20"/>
        </w:rPr>
        <w:t xml:space="preserve">Angaben sind </w:t>
      </w:r>
      <w:permStart w:id="1314998345" w:edGrp="everyone"/>
      <w:sdt>
        <w:sdtPr>
          <w:rPr>
            <w:rFonts w:ascii="Verdana" w:hAnsi="Verdana"/>
            <w:b/>
            <w:sz w:val="20"/>
          </w:rPr>
          <w:id w:val="822479471"/>
          <w:placeholder>
            <w:docPart w:val="6BFC13EE32294874895AB1313D69C9AD"/>
          </w:placeholder>
          <w:showingPlcHdr/>
          <w:dropDownList>
            <w:listItem w:value="Wählen Sie ein Element aus"/>
            <w:listItem w:displayText="vollständig und plausibel." w:value="vollständig und plausibel."/>
            <w:listItem w:displayText="unvollständig oder nicht plausibel." w:value="unvollständig oder nicht plausibel."/>
          </w:dropDownList>
        </w:sdtPr>
        <w:sdtEndPr/>
        <w:sdtContent>
          <w:r w:rsidR="00A54E9D" w:rsidRPr="00D7649D">
            <w:rPr>
              <w:rStyle w:val="Platzhaltertext"/>
            </w:rPr>
            <w:t>Wählen Sie ein Element aus.</w:t>
          </w:r>
        </w:sdtContent>
      </w:sdt>
      <w:permEnd w:id="1314998345"/>
    </w:p>
    <w:p w14:paraId="42213C2E" w14:textId="5450EF48" w:rsidR="00F45A54" w:rsidRPr="00B55340" w:rsidRDefault="00F5539E" w:rsidP="00F45A54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Anmerkung</w:t>
      </w:r>
      <w:r w:rsidR="00F45A54" w:rsidRPr="00B55340">
        <w:rPr>
          <w:rFonts w:ascii="Verdana" w:hAnsi="Verdana"/>
          <w:sz w:val="20"/>
        </w:rPr>
        <w:t>:</w:t>
      </w:r>
      <w:r w:rsidR="00D543B0" w:rsidRPr="00D543B0">
        <w:rPr>
          <w:rFonts w:ascii="Verdana" w:hAnsi="Verdana"/>
          <w:sz w:val="18"/>
        </w:rPr>
        <w:t xml:space="preserve"> </w:t>
      </w:r>
      <w:permStart w:id="1294865590" w:edGrp="everyone"/>
      <w:r w:rsidR="00D543B0" w:rsidRPr="00972A7B">
        <w:rPr>
          <w:rFonts w:ascii="Verdana" w:hAnsi="Verdana"/>
          <w:sz w:val="18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D543B0" w:rsidRPr="00972A7B">
        <w:rPr>
          <w:rFonts w:ascii="Verdana" w:hAnsi="Verdana"/>
          <w:sz w:val="18"/>
        </w:rPr>
        <w:instrText xml:space="preserve"> FORMTEXT </w:instrText>
      </w:r>
      <w:r w:rsidR="00D543B0" w:rsidRPr="00972A7B">
        <w:rPr>
          <w:rFonts w:ascii="Verdana" w:hAnsi="Verdana"/>
          <w:sz w:val="18"/>
        </w:rPr>
      </w:r>
      <w:r w:rsidR="00D543B0" w:rsidRPr="00972A7B">
        <w:rPr>
          <w:rFonts w:ascii="Verdana" w:hAnsi="Verdana"/>
          <w:sz w:val="18"/>
        </w:rPr>
        <w:fldChar w:fldCharType="separate"/>
      </w:r>
      <w:r w:rsidR="00D543B0" w:rsidRPr="00972A7B">
        <w:rPr>
          <w:rFonts w:ascii="Verdana" w:hAnsi="Verdana"/>
          <w:noProof/>
          <w:sz w:val="18"/>
        </w:rPr>
        <w:t> </w:t>
      </w:r>
      <w:r w:rsidR="00D543B0" w:rsidRPr="00972A7B">
        <w:rPr>
          <w:rFonts w:ascii="Verdana" w:hAnsi="Verdana"/>
          <w:noProof/>
          <w:sz w:val="18"/>
        </w:rPr>
        <w:t> </w:t>
      </w:r>
      <w:r w:rsidR="00D543B0" w:rsidRPr="00972A7B">
        <w:rPr>
          <w:rFonts w:ascii="Verdana" w:hAnsi="Verdana"/>
          <w:noProof/>
          <w:sz w:val="18"/>
        </w:rPr>
        <w:t> </w:t>
      </w:r>
      <w:r w:rsidR="00D543B0" w:rsidRPr="00972A7B">
        <w:rPr>
          <w:rFonts w:ascii="Verdana" w:hAnsi="Verdana"/>
          <w:noProof/>
          <w:sz w:val="18"/>
        </w:rPr>
        <w:t> </w:t>
      </w:r>
      <w:r w:rsidR="00D543B0" w:rsidRPr="00972A7B">
        <w:rPr>
          <w:rFonts w:ascii="Verdana" w:hAnsi="Verdana"/>
          <w:noProof/>
          <w:sz w:val="18"/>
        </w:rPr>
        <w:t> </w:t>
      </w:r>
      <w:r w:rsidR="00D543B0" w:rsidRPr="00972A7B">
        <w:rPr>
          <w:rFonts w:ascii="Verdana" w:hAnsi="Verdana"/>
          <w:sz w:val="18"/>
        </w:rPr>
        <w:fldChar w:fldCharType="end"/>
      </w:r>
      <w:permEnd w:id="1294865590"/>
    </w:p>
    <w:p w14:paraId="0B88C1E7" w14:textId="77777777" w:rsidR="00F45A54" w:rsidRPr="00CE416E" w:rsidRDefault="00F45A54" w:rsidP="00591606">
      <w:pPr>
        <w:rPr>
          <w:rFonts w:ascii="Verdana" w:hAnsi="Verdana"/>
        </w:rPr>
      </w:pPr>
    </w:p>
    <w:p w14:paraId="582AECF6" w14:textId="0CADC7BA" w:rsidR="00A75763" w:rsidRPr="0004317B" w:rsidRDefault="00A75763" w:rsidP="00202D24">
      <w:pPr>
        <w:pStyle w:val="Level2"/>
      </w:pPr>
      <w:r w:rsidRPr="0004317B">
        <w:t>Unterstützung des Energiemanagements</w:t>
      </w:r>
    </w:p>
    <w:p w14:paraId="01D185A5" w14:textId="0F7821E8" w:rsidR="00A75763" w:rsidRPr="00B55340" w:rsidRDefault="00591606">
      <w:pPr>
        <w:rPr>
          <w:rFonts w:ascii="Verdana" w:hAnsi="Verdana"/>
          <w:sz w:val="20"/>
        </w:rPr>
      </w:pPr>
      <w:r w:rsidRPr="00B55340">
        <w:rPr>
          <w:rFonts w:ascii="Verdana" w:hAnsi="Verdana"/>
          <w:sz w:val="20"/>
        </w:rPr>
        <w:t xml:space="preserve">Der Antragsteller erklärt die Einhaltung der Anforderung </w:t>
      </w:r>
      <w:r w:rsidR="00074BAB" w:rsidRPr="00B55340">
        <w:rPr>
          <w:rFonts w:ascii="Verdana" w:hAnsi="Verdana"/>
          <w:sz w:val="20"/>
        </w:rPr>
        <w:t xml:space="preserve">zur Unterstützung des Energiemanagements gemäß </w:t>
      </w:r>
      <w:r w:rsidR="00074BAB" w:rsidRPr="00914334">
        <w:rPr>
          <w:rFonts w:ascii="Verdana" w:hAnsi="Verdana"/>
          <w:b/>
          <w:sz w:val="20"/>
        </w:rPr>
        <w:t>3.1.1.5</w:t>
      </w:r>
      <w:r w:rsidR="00074BAB" w:rsidRPr="00B55340">
        <w:rPr>
          <w:rFonts w:ascii="Verdana" w:hAnsi="Verdana"/>
          <w:sz w:val="20"/>
        </w:rPr>
        <w:t xml:space="preserve"> der Vergabekriterien</w:t>
      </w:r>
      <w:r w:rsidRPr="00B55340">
        <w:rPr>
          <w:rFonts w:ascii="Verdana" w:hAnsi="Verdana"/>
          <w:sz w:val="20"/>
        </w:rPr>
        <w:t>. Für den Fall, dass der Antragsteller die Ausnahme</w:t>
      </w:r>
      <w:r w:rsidR="00074BAB" w:rsidRPr="00B55340">
        <w:rPr>
          <w:rFonts w:ascii="Verdana" w:hAnsi="Verdana"/>
          <w:sz w:val="20"/>
        </w:rPr>
        <w:t>regelung</w:t>
      </w:r>
      <w:r w:rsidRPr="00B55340">
        <w:rPr>
          <w:rFonts w:ascii="Verdana" w:hAnsi="Verdana"/>
          <w:sz w:val="20"/>
        </w:rPr>
        <w:t xml:space="preserve"> geltend macht, muss die Auditor*in bestätigen, dass die Ausnahme zutrifft und die Deaktivierung nur temporär erfolgt.</w:t>
      </w:r>
    </w:p>
    <w:p w14:paraId="7A39240D" w14:textId="7D28F40A" w:rsidR="002F1B17" w:rsidRPr="00B55340" w:rsidRDefault="002F1B17">
      <w:pPr>
        <w:rPr>
          <w:rFonts w:ascii="Verdana" w:hAnsi="Verdana"/>
          <w:sz w:val="20"/>
        </w:rPr>
      </w:pPr>
    </w:p>
    <w:p w14:paraId="2B96920A" w14:textId="645E5765" w:rsidR="002F1B17" w:rsidRPr="00B55340" w:rsidRDefault="002F1B17" w:rsidP="002F1B17">
      <w:pPr>
        <w:rPr>
          <w:rFonts w:ascii="Verdana" w:hAnsi="Verdana"/>
          <w:sz w:val="20"/>
        </w:rPr>
      </w:pPr>
      <w:r w:rsidRPr="00B55340">
        <w:rPr>
          <w:rFonts w:ascii="Verdana" w:hAnsi="Verdana"/>
          <w:sz w:val="20"/>
        </w:rPr>
        <w:t xml:space="preserve">Die </w:t>
      </w:r>
      <w:r w:rsidR="0019165F">
        <w:rPr>
          <w:rFonts w:ascii="Verdana" w:hAnsi="Verdana"/>
          <w:sz w:val="20"/>
        </w:rPr>
        <w:t xml:space="preserve">Einhaltung der Anforderungen wird </w:t>
      </w:r>
      <w:permStart w:id="1091973024" w:edGrp="everyone"/>
      <w:sdt>
        <w:sdtPr>
          <w:rPr>
            <w:rFonts w:ascii="Verdana" w:hAnsi="Verdana"/>
            <w:b/>
            <w:bCs/>
            <w:sz w:val="20"/>
          </w:rPr>
          <w:id w:val="1972239393"/>
          <w:placeholder>
            <w:docPart w:val="C308E99591594378B179E8899DDE3D36"/>
          </w:placeholder>
          <w:showingPlcHdr/>
          <w:dropDownList>
            <w:listItem w:value="Wählen Sie ein Element aus."/>
            <w:listItem w:displayText="bestätigt." w:value="bestätigt."/>
            <w:listItem w:displayText="nicht bestätigt." w:value="nicht bestätigt."/>
          </w:dropDownList>
        </w:sdtPr>
        <w:sdtEndPr/>
        <w:sdtContent>
          <w:r w:rsidR="0019165F" w:rsidRPr="00DE107A">
            <w:rPr>
              <w:rStyle w:val="Platzhaltertext"/>
              <w:b/>
            </w:rPr>
            <w:t>Wählen Sie ein Element aus.</w:t>
          </w:r>
        </w:sdtContent>
      </w:sdt>
      <w:permEnd w:id="1091973024"/>
    </w:p>
    <w:p w14:paraId="4A6D4760" w14:textId="39E00779" w:rsidR="002F1B17" w:rsidRPr="00B55340" w:rsidRDefault="00F5539E" w:rsidP="002F1B17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Anmerkung</w:t>
      </w:r>
      <w:r w:rsidR="002F1B17" w:rsidRPr="00B55340">
        <w:rPr>
          <w:rFonts w:ascii="Verdana" w:hAnsi="Verdana"/>
          <w:sz w:val="20"/>
        </w:rPr>
        <w:t xml:space="preserve">: </w:t>
      </w:r>
      <w:permStart w:id="1338385945" w:edGrp="everyone"/>
      <w:r w:rsidR="007C764E" w:rsidRPr="00972A7B">
        <w:rPr>
          <w:rFonts w:ascii="Verdana" w:hAnsi="Verdana"/>
          <w:sz w:val="18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7C764E" w:rsidRPr="00972A7B">
        <w:rPr>
          <w:rFonts w:ascii="Verdana" w:hAnsi="Verdana"/>
          <w:sz w:val="18"/>
        </w:rPr>
        <w:instrText xml:space="preserve"> FORMTEXT </w:instrText>
      </w:r>
      <w:r w:rsidR="007C764E" w:rsidRPr="00972A7B">
        <w:rPr>
          <w:rFonts w:ascii="Verdana" w:hAnsi="Verdana"/>
          <w:sz w:val="18"/>
        </w:rPr>
      </w:r>
      <w:r w:rsidR="007C764E" w:rsidRPr="00972A7B">
        <w:rPr>
          <w:rFonts w:ascii="Verdana" w:hAnsi="Verdana"/>
          <w:sz w:val="18"/>
        </w:rPr>
        <w:fldChar w:fldCharType="separate"/>
      </w:r>
      <w:r w:rsidR="007C764E" w:rsidRPr="00972A7B">
        <w:rPr>
          <w:rFonts w:ascii="Verdana" w:hAnsi="Verdana"/>
          <w:noProof/>
          <w:sz w:val="18"/>
        </w:rPr>
        <w:t> </w:t>
      </w:r>
      <w:r w:rsidR="007C764E" w:rsidRPr="00972A7B">
        <w:rPr>
          <w:rFonts w:ascii="Verdana" w:hAnsi="Verdana"/>
          <w:noProof/>
          <w:sz w:val="18"/>
        </w:rPr>
        <w:t> </w:t>
      </w:r>
      <w:r w:rsidR="007C764E" w:rsidRPr="00972A7B">
        <w:rPr>
          <w:rFonts w:ascii="Verdana" w:hAnsi="Verdana"/>
          <w:noProof/>
          <w:sz w:val="18"/>
        </w:rPr>
        <w:t> </w:t>
      </w:r>
      <w:r w:rsidR="007C764E" w:rsidRPr="00972A7B">
        <w:rPr>
          <w:rFonts w:ascii="Verdana" w:hAnsi="Verdana"/>
          <w:noProof/>
          <w:sz w:val="18"/>
        </w:rPr>
        <w:t> </w:t>
      </w:r>
      <w:r w:rsidR="007C764E" w:rsidRPr="00972A7B">
        <w:rPr>
          <w:rFonts w:ascii="Verdana" w:hAnsi="Verdana"/>
          <w:noProof/>
          <w:sz w:val="18"/>
        </w:rPr>
        <w:t> </w:t>
      </w:r>
      <w:r w:rsidR="007C764E" w:rsidRPr="00972A7B">
        <w:rPr>
          <w:rFonts w:ascii="Verdana" w:hAnsi="Verdana"/>
          <w:sz w:val="18"/>
        </w:rPr>
        <w:fldChar w:fldCharType="end"/>
      </w:r>
      <w:permEnd w:id="1338385945"/>
    </w:p>
    <w:p w14:paraId="5A8AE397" w14:textId="77777777" w:rsidR="00A75763" w:rsidRPr="00CE416E" w:rsidRDefault="00A75763">
      <w:pPr>
        <w:rPr>
          <w:rFonts w:ascii="Verdana" w:hAnsi="Verdana"/>
        </w:rPr>
      </w:pPr>
    </w:p>
    <w:p w14:paraId="1D4A0C85" w14:textId="01D3E83E" w:rsidR="00A75763" w:rsidRPr="0004317B" w:rsidRDefault="00A75763" w:rsidP="00202D24">
      <w:pPr>
        <w:pStyle w:val="Level2"/>
      </w:pPr>
      <w:r w:rsidRPr="0004317B">
        <w:t>Abwärtskompatibilität</w:t>
      </w:r>
    </w:p>
    <w:p w14:paraId="36189065" w14:textId="77777777" w:rsidR="00843216" w:rsidRDefault="00910C11" w:rsidP="00910C11">
      <w:pPr>
        <w:rPr>
          <w:rFonts w:ascii="Verdana" w:hAnsi="Verdana"/>
          <w:sz w:val="20"/>
        </w:rPr>
      </w:pPr>
      <w:r w:rsidRPr="00B55340">
        <w:rPr>
          <w:rFonts w:ascii="Verdana" w:hAnsi="Verdana"/>
          <w:sz w:val="20"/>
        </w:rPr>
        <w:t xml:space="preserve">Der Antragsteller erklärt die Einhaltung der Anforderungen </w:t>
      </w:r>
      <w:r w:rsidR="00D97AB8" w:rsidRPr="00B55340">
        <w:rPr>
          <w:rFonts w:ascii="Verdana" w:hAnsi="Verdana"/>
          <w:sz w:val="20"/>
        </w:rPr>
        <w:t xml:space="preserve">bezüglich der </w:t>
      </w:r>
      <w:r w:rsidR="003F2AB9" w:rsidRPr="00B55340">
        <w:rPr>
          <w:rFonts w:ascii="Verdana" w:hAnsi="Verdana"/>
          <w:sz w:val="20"/>
        </w:rPr>
        <w:t>Abwärtskompatibilität</w:t>
      </w:r>
      <w:r w:rsidR="00D97AB8" w:rsidRPr="00B55340">
        <w:rPr>
          <w:rFonts w:ascii="Verdana" w:hAnsi="Verdana"/>
          <w:sz w:val="20"/>
        </w:rPr>
        <w:t xml:space="preserve"> gemäß </w:t>
      </w:r>
      <w:r w:rsidR="00D97AB8" w:rsidRPr="00914334">
        <w:rPr>
          <w:rFonts w:ascii="Verdana" w:hAnsi="Verdana"/>
          <w:b/>
          <w:sz w:val="20"/>
        </w:rPr>
        <w:t>3.1.</w:t>
      </w:r>
      <w:r w:rsidR="002F4CDE" w:rsidRPr="00914334">
        <w:rPr>
          <w:rFonts w:ascii="Verdana" w:hAnsi="Verdana"/>
          <w:b/>
          <w:sz w:val="20"/>
        </w:rPr>
        <w:t>2</w:t>
      </w:r>
      <w:r w:rsidR="00D97AB8" w:rsidRPr="00914334">
        <w:rPr>
          <w:rFonts w:ascii="Verdana" w:hAnsi="Verdana"/>
          <w:b/>
          <w:sz w:val="20"/>
        </w:rPr>
        <w:t>.1</w:t>
      </w:r>
      <w:r w:rsidR="00D97AB8" w:rsidRPr="00B55340">
        <w:rPr>
          <w:rFonts w:ascii="Verdana" w:hAnsi="Verdana"/>
          <w:sz w:val="20"/>
        </w:rPr>
        <w:t xml:space="preserve"> der Vergabekriterien </w:t>
      </w:r>
      <w:r w:rsidRPr="00B55340">
        <w:rPr>
          <w:rFonts w:ascii="Verdana" w:hAnsi="Verdana"/>
          <w:sz w:val="20"/>
        </w:rPr>
        <w:t>und dokumentiert die Abwärtskompatibilität durch Nennung des Computer-Systems inklusive des erforderlichen Softwarestacks und dessen Kalenderjahr oder durch Nennung des Betriebssystems und dessen Kalenderjahr in der Tabellenkalkulationsdatei in Anlage 2</w:t>
      </w:r>
      <w:r w:rsidR="00843216">
        <w:rPr>
          <w:rFonts w:ascii="Verdana" w:hAnsi="Verdana"/>
          <w:sz w:val="20"/>
        </w:rPr>
        <w:t xml:space="preserve">. </w:t>
      </w:r>
    </w:p>
    <w:p w14:paraId="472A2FFB" w14:textId="775C96F8" w:rsidR="002F4CDE" w:rsidRPr="00B55340" w:rsidRDefault="00910C11" w:rsidP="00910C11">
      <w:pPr>
        <w:rPr>
          <w:rFonts w:ascii="Verdana" w:hAnsi="Verdana"/>
          <w:sz w:val="20"/>
        </w:rPr>
      </w:pPr>
      <w:r w:rsidRPr="00B55340">
        <w:rPr>
          <w:rFonts w:ascii="Verdana" w:hAnsi="Verdana"/>
          <w:sz w:val="20"/>
        </w:rPr>
        <w:t xml:space="preserve">Zusätzlich markiert er die entsprechenden Stellen in den Produktinformationen und legt die betreffenden Seiten der Produktinformationen als Anlage 6 </w:t>
      </w:r>
      <w:r w:rsidR="00142E8C" w:rsidRPr="00B55340">
        <w:rPr>
          <w:rFonts w:ascii="Verdana" w:hAnsi="Verdana"/>
          <w:sz w:val="20"/>
        </w:rPr>
        <w:t xml:space="preserve">vor </w:t>
      </w:r>
      <w:r w:rsidRPr="00B55340">
        <w:rPr>
          <w:rFonts w:ascii="Verdana" w:hAnsi="Verdana"/>
          <w:sz w:val="20"/>
        </w:rPr>
        <w:t xml:space="preserve">oder gibt alternativ </w:t>
      </w:r>
      <w:r w:rsidR="003F2AB9" w:rsidRPr="00B55340">
        <w:rPr>
          <w:rFonts w:ascii="Verdana" w:hAnsi="Verdana"/>
          <w:sz w:val="20"/>
        </w:rPr>
        <w:t>hier</w:t>
      </w:r>
      <w:r w:rsidRPr="00B55340">
        <w:rPr>
          <w:rFonts w:ascii="Verdana" w:hAnsi="Verdana"/>
          <w:sz w:val="20"/>
        </w:rPr>
        <w:t xml:space="preserve"> den zugehörigen Internetverweis (URL) auf die eigene Website an, auf diese Informationen veröffentlicht sind. Die Lauffähigkeit der Software mit den genannten Systemvoraussetzungen muss der Auditor*in auf deren Nachfrage vorgeführt we</w:t>
      </w:r>
      <w:r w:rsidR="00142E8C" w:rsidRPr="00B55340">
        <w:rPr>
          <w:rFonts w:ascii="Verdana" w:hAnsi="Verdana"/>
          <w:sz w:val="20"/>
        </w:rPr>
        <w:t>rden.</w:t>
      </w:r>
    </w:p>
    <w:p w14:paraId="1329C870" w14:textId="69E0F29F" w:rsidR="003F2AB9" w:rsidRPr="00B55340" w:rsidRDefault="009B1033" w:rsidP="00910C11">
      <w:pPr>
        <w:rPr>
          <w:rFonts w:ascii="Verdana" w:hAnsi="Verdana"/>
          <w:sz w:val="20"/>
        </w:rPr>
      </w:pPr>
      <w:r w:rsidRPr="00B55340">
        <w:rPr>
          <w:rFonts w:ascii="Verdana" w:hAnsi="Verdana"/>
          <w:b/>
          <w:sz w:val="20"/>
        </w:rPr>
        <w:t>Anlage 6:</w:t>
      </w:r>
      <w:r w:rsidRPr="00B55340">
        <w:rPr>
          <w:rFonts w:ascii="Verdana" w:hAnsi="Verdana"/>
          <w:sz w:val="20"/>
        </w:rPr>
        <w:t xml:space="preserve"> </w:t>
      </w:r>
      <w:permStart w:id="43920856" w:edGrp="everyone"/>
      <w:sdt>
        <w:sdtPr>
          <w:rPr>
            <w:rFonts w:ascii="Verdana" w:hAnsi="Verdana"/>
            <w:sz w:val="20"/>
          </w:rPr>
          <w:id w:val="-1127611881"/>
          <w:placeholder>
            <w:docPart w:val="E98ECBCC440F4DFAA12B504292A1C591"/>
          </w:placeholder>
        </w:sdtPr>
        <w:sdtEndPr/>
        <w:sdtContent>
          <w:r w:rsidRPr="00B55340">
            <w:rPr>
              <w:rFonts w:ascii="Verdana" w:hAnsi="Verdana"/>
              <w:sz w:val="20"/>
            </w:rPr>
            <w:t xml:space="preserve">Geben Sie hier den Dateinamen Ihrer Anlage </w:t>
          </w:r>
          <w:r w:rsidR="005C7CFE" w:rsidRPr="00B55340">
            <w:rPr>
              <w:rFonts w:ascii="Verdana" w:hAnsi="Verdana"/>
              <w:sz w:val="20"/>
            </w:rPr>
            <w:t>6</w:t>
          </w:r>
          <w:r w:rsidRPr="00B55340">
            <w:rPr>
              <w:rFonts w:ascii="Verdana" w:hAnsi="Verdana"/>
              <w:sz w:val="20"/>
            </w:rPr>
            <w:t xml:space="preserve"> ein</w:t>
          </w:r>
        </w:sdtContent>
      </w:sdt>
      <w:permEnd w:id="43920856"/>
    </w:p>
    <w:p w14:paraId="6BD1318D" w14:textId="77777777" w:rsidR="009B1033" w:rsidRPr="00B55340" w:rsidRDefault="009B1033" w:rsidP="00910C11">
      <w:pPr>
        <w:rPr>
          <w:rFonts w:ascii="Verdana" w:hAnsi="Verdana"/>
          <w:sz w:val="20"/>
        </w:rPr>
      </w:pPr>
    </w:p>
    <w:p w14:paraId="1BF70F0A" w14:textId="23D6BF0A" w:rsidR="003F2AB9" w:rsidRPr="00B55340" w:rsidRDefault="003F2AB9" w:rsidP="00910C11">
      <w:pPr>
        <w:rPr>
          <w:rFonts w:ascii="Verdana" w:hAnsi="Verdana"/>
          <w:sz w:val="20"/>
        </w:rPr>
      </w:pPr>
      <w:r w:rsidRPr="00B55340">
        <w:rPr>
          <w:rFonts w:ascii="Verdana" w:hAnsi="Verdana"/>
          <w:sz w:val="20"/>
        </w:rPr>
        <w:lastRenderedPageBreak/>
        <w:t xml:space="preserve">Alternativer Internetverweis (URL): </w:t>
      </w:r>
      <w:permStart w:id="1432823121" w:edGrp="everyone"/>
      <w:r w:rsidR="007C764E" w:rsidRPr="00972A7B">
        <w:rPr>
          <w:rFonts w:ascii="Verdana" w:hAnsi="Verdana"/>
          <w:sz w:val="18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7C764E" w:rsidRPr="00972A7B">
        <w:rPr>
          <w:rFonts w:ascii="Verdana" w:hAnsi="Verdana"/>
          <w:sz w:val="18"/>
        </w:rPr>
        <w:instrText xml:space="preserve"> FORMTEXT </w:instrText>
      </w:r>
      <w:r w:rsidR="007C764E" w:rsidRPr="00972A7B">
        <w:rPr>
          <w:rFonts w:ascii="Verdana" w:hAnsi="Verdana"/>
          <w:sz w:val="18"/>
        </w:rPr>
      </w:r>
      <w:r w:rsidR="007C764E" w:rsidRPr="00972A7B">
        <w:rPr>
          <w:rFonts w:ascii="Verdana" w:hAnsi="Verdana"/>
          <w:sz w:val="18"/>
        </w:rPr>
        <w:fldChar w:fldCharType="separate"/>
      </w:r>
      <w:r w:rsidR="007C764E" w:rsidRPr="00972A7B">
        <w:rPr>
          <w:rFonts w:ascii="Verdana" w:hAnsi="Verdana"/>
          <w:noProof/>
          <w:sz w:val="18"/>
        </w:rPr>
        <w:t> </w:t>
      </w:r>
      <w:r w:rsidR="007C764E" w:rsidRPr="00972A7B">
        <w:rPr>
          <w:rFonts w:ascii="Verdana" w:hAnsi="Verdana"/>
          <w:noProof/>
          <w:sz w:val="18"/>
        </w:rPr>
        <w:t> </w:t>
      </w:r>
      <w:r w:rsidR="007C764E" w:rsidRPr="00972A7B">
        <w:rPr>
          <w:rFonts w:ascii="Verdana" w:hAnsi="Verdana"/>
          <w:noProof/>
          <w:sz w:val="18"/>
        </w:rPr>
        <w:t> </w:t>
      </w:r>
      <w:r w:rsidR="007C764E" w:rsidRPr="00972A7B">
        <w:rPr>
          <w:rFonts w:ascii="Verdana" w:hAnsi="Verdana"/>
          <w:noProof/>
          <w:sz w:val="18"/>
        </w:rPr>
        <w:t> </w:t>
      </w:r>
      <w:r w:rsidR="007C764E" w:rsidRPr="00972A7B">
        <w:rPr>
          <w:rFonts w:ascii="Verdana" w:hAnsi="Verdana"/>
          <w:noProof/>
          <w:sz w:val="18"/>
        </w:rPr>
        <w:t> </w:t>
      </w:r>
      <w:r w:rsidR="007C764E" w:rsidRPr="00972A7B">
        <w:rPr>
          <w:rFonts w:ascii="Verdana" w:hAnsi="Verdana"/>
          <w:sz w:val="18"/>
        </w:rPr>
        <w:fldChar w:fldCharType="end"/>
      </w:r>
      <w:permEnd w:id="1432823121"/>
    </w:p>
    <w:p w14:paraId="0349E84D" w14:textId="7E86E6F6" w:rsidR="003F2AB9" w:rsidRDefault="003F2AB9" w:rsidP="003F2AB9">
      <w:pPr>
        <w:rPr>
          <w:rFonts w:ascii="Verdana" w:hAnsi="Verdana"/>
        </w:rPr>
      </w:pPr>
      <w:r w:rsidRPr="00B55340">
        <w:rPr>
          <w:rFonts w:ascii="Verdana" w:hAnsi="Verdana"/>
          <w:sz w:val="20"/>
        </w:rPr>
        <w:t>Die</w:t>
      </w:r>
      <w:r w:rsidR="000A6A76">
        <w:rPr>
          <w:rFonts w:ascii="Verdana" w:hAnsi="Verdana"/>
          <w:sz w:val="20"/>
        </w:rPr>
        <w:t xml:space="preserve"> Einhaltung der Anforderungen wird </w:t>
      </w:r>
      <w:permStart w:id="1095372505" w:edGrp="everyone"/>
      <w:sdt>
        <w:sdtPr>
          <w:rPr>
            <w:rFonts w:ascii="Verdana" w:hAnsi="Verdana"/>
            <w:b/>
            <w:bCs/>
            <w:sz w:val="20"/>
          </w:rPr>
          <w:id w:val="-1541270446"/>
          <w:placeholder>
            <w:docPart w:val="4D45A809CBF34228AD9A3400CD004677"/>
          </w:placeholder>
          <w:showingPlcHdr/>
          <w:dropDownList>
            <w:listItem w:value="Wählen Sie ein Element aus."/>
            <w:listItem w:displayText="bestätigt" w:value="bestätigt"/>
            <w:listItem w:displayText="nicht bestätigt" w:value="nicht bestätigt"/>
          </w:dropDownList>
        </w:sdtPr>
        <w:sdtEndPr/>
        <w:sdtContent>
          <w:r w:rsidR="000A6A76" w:rsidRPr="00DE107A">
            <w:rPr>
              <w:rStyle w:val="Platzhaltertext"/>
              <w:b/>
            </w:rPr>
            <w:t>Wählen Sie ein Element aus.</w:t>
          </w:r>
        </w:sdtContent>
      </w:sdt>
      <w:permEnd w:id="1095372505"/>
      <w:r w:rsidRPr="00B55340">
        <w:rPr>
          <w:rFonts w:ascii="Verdana" w:hAnsi="Verdana"/>
          <w:sz w:val="20"/>
        </w:rPr>
        <w:t xml:space="preserve"> </w:t>
      </w:r>
      <w:r w:rsidR="000A6A76">
        <w:rPr>
          <w:rFonts w:ascii="Verdana" w:hAnsi="Verdana"/>
          <w:sz w:val="20"/>
        </w:rPr>
        <w:t xml:space="preserve">und die </w:t>
      </w:r>
      <w:r w:rsidRPr="00B55340">
        <w:rPr>
          <w:rFonts w:ascii="Verdana" w:hAnsi="Verdana"/>
          <w:sz w:val="20"/>
        </w:rPr>
        <w:t>An</w:t>
      </w:r>
      <w:r w:rsidR="006212A6">
        <w:rPr>
          <w:rFonts w:ascii="Verdana" w:hAnsi="Verdana"/>
          <w:sz w:val="20"/>
        </w:rPr>
        <w:t>gaben</w:t>
      </w:r>
      <w:r w:rsidRPr="00B55340">
        <w:rPr>
          <w:rFonts w:ascii="Verdana" w:hAnsi="Verdana"/>
          <w:sz w:val="20"/>
        </w:rPr>
        <w:t xml:space="preserve"> sind</w:t>
      </w:r>
      <w:r w:rsidR="000A6A76">
        <w:rPr>
          <w:rFonts w:ascii="Verdana" w:hAnsi="Verdana"/>
          <w:sz w:val="20"/>
        </w:rPr>
        <w:t xml:space="preserve"> </w:t>
      </w:r>
      <w:permStart w:id="81885582" w:edGrp="everyone"/>
      <w:sdt>
        <w:sdtPr>
          <w:rPr>
            <w:rFonts w:ascii="Verdana" w:hAnsi="Verdana"/>
            <w:b/>
            <w:sz w:val="20"/>
          </w:rPr>
          <w:id w:val="-635482921"/>
          <w:placeholder>
            <w:docPart w:val="0EDEC67DE788439985C42A185BAF21A7"/>
          </w:placeholder>
          <w:showingPlcHdr/>
          <w:dropDownList>
            <w:listItem w:value="Wählen Sie ein Element aus"/>
            <w:listItem w:displayText="vollständig und plausibel." w:value="vollständig und plausibel."/>
            <w:listItem w:displayText="unvollständig oder nicht plausibel." w:value="unvollständig oder nicht plausibel."/>
          </w:dropDownList>
        </w:sdtPr>
        <w:sdtEndPr/>
        <w:sdtContent>
          <w:r w:rsidR="006212A6" w:rsidRPr="00D7649D">
            <w:rPr>
              <w:rStyle w:val="Platzhaltertext"/>
            </w:rPr>
            <w:t>Wählen Sie ein Element aus.</w:t>
          </w:r>
        </w:sdtContent>
      </w:sdt>
      <w:permEnd w:id="81885582"/>
      <w:r w:rsidRPr="00B55340">
        <w:rPr>
          <w:rFonts w:ascii="Verdana" w:hAnsi="Verdana"/>
          <w:sz w:val="20"/>
        </w:rPr>
        <w:t xml:space="preserve"> </w:t>
      </w:r>
    </w:p>
    <w:p w14:paraId="605B263C" w14:textId="33084A37" w:rsidR="00B12DEA" w:rsidRPr="00B55340" w:rsidRDefault="00F5539E" w:rsidP="00B12DEA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Anmerkung</w:t>
      </w:r>
      <w:r w:rsidR="00B12DEA" w:rsidRPr="00B55340">
        <w:rPr>
          <w:rFonts w:ascii="Verdana" w:hAnsi="Verdana"/>
          <w:sz w:val="20"/>
        </w:rPr>
        <w:t xml:space="preserve">: </w:t>
      </w:r>
      <w:permStart w:id="2143836258" w:edGrp="everyone"/>
      <w:r w:rsidR="00B12DEA" w:rsidRPr="00972A7B">
        <w:rPr>
          <w:rFonts w:ascii="Verdana" w:hAnsi="Verdana"/>
          <w:sz w:val="18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B12DEA" w:rsidRPr="00972A7B">
        <w:rPr>
          <w:rFonts w:ascii="Verdana" w:hAnsi="Verdana"/>
          <w:sz w:val="18"/>
        </w:rPr>
        <w:instrText xml:space="preserve"> FORMTEXT </w:instrText>
      </w:r>
      <w:r w:rsidR="00B12DEA" w:rsidRPr="00972A7B">
        <w:rPr>
          <w:rFonts w:ascii="Verdana" w:hAnsi="Verdana"/>
          <w:sz w:val="18"/>
        </w:rPr>
      </w:r>
      <w:r w:rsidR="00B12DEA" w:rsidRPr="00972A7B">
        <w:rPr>
          <w:rFonts w:ascii="Verdana" w:hAnsi="Verdana"/>
          <w:sz w:val="18"/>
        </w:rPr>
        <w:fldChar w:fldCharType="separate"/>
      </w:r>
      <w:r w:rsidR="00B12DEA" w:rsidRPr="00972A7B">
        <w:rPr>
          <w:rFonts w:ascii="Verdana" w:hAnsi="Verdana"/>
          <w:noProof/>
          <w:sz w:val="18"/>
        </w:rPr>
        <w:t> </w:t>
      </w:r>
      <w:r w:rsidR="00B12DEA" w:rsidRPr="00972A7B">
        <w:rPr>
          <w:rFonts w:ascii="Verdana" w:hAnsi="Verdana"/>
          <w:noProof/>
          <w:sz w:val="18"/>
        </w:rPr>
        <w:t> </w:t>
      </w:r>
      <w:r w:rsidR="00B12DEA" w:rsidRPr="00972A7B">
        <w:rPr>
          <w:rFonts w:ascii="Verdana" w:hAnsi="Verdana"/>
          <w:noProof/>
          <w:sz w:val="18"/>
        </w:rPr>
        <w:t> </w:t>
      </w:r>
      <w:r w:rsidR="00B12DEA" w:rsidRPr="00972A7B">
        <w:rPr>
          <w:rFonts w:ascii="Verdana" w:hAnsi="Verdana"/>
          <w:noProof/>
          <w:sz w:val="18"/>
        </w:rPr>
        <w:t> </w:t>
      </w:r>
      <w:r w:rsidR="00B12DEA" w:rsidRPr="00972A7B">
        <w:rPr>
          <w:rFonts w:ascii="Verdana" w:hAnsi="Verdana"/>
          <w:noProof/>
          <w:sz w:val="18"/>
        </w:rPr>
        <w:t> </w:t>
      </w:r>
      <w:r w:rsidR="00B12DEA" w:rsidRPr="00972A7B">
        <w:rPr>
          <w:rFonts w:ascii="Verdana" w:hAnsi="Verdana"/>
          <w:sz w:val="18"/>
        </w:rPr>
        <w:fldChar w:fldCharType="end"/>
      </w:r>
      <w:permEnd w:id="2143836258"/>
      <w:r w:rsidR="000A6A76" w:rsidRPr="000A6A76">
        <w:rPr>
          <w:rFonts w:ascii="Verdana" w:hAnsi="Verdana"/>
          <w:b/>
          <w:sz w:val="20"/>
        </w:rPr>
        <w:t xml:space="preserve"> </w:t>
      </w:r>
    </w:p>
    <w:p w14:paraId="57E02CAA" w14:textId="77777777" w:rsidR="00A75763" w:rsidRPr="00CE416E" w:rsidRDefault="00A75763">
      <w:pPr>
        <w:rPr>
          <w:rFonts w:ascii="Verdana" w:hAnsi="Verdana"/>
        </w:rPr>
      </w:pPr>
    </w:p>
    <w:p w14:paraId="4E1E6D45" w14:textId="39813272" w:rsidR="00A75763" w:rsidRPr="0004317B" w:rsidRDefault="00A75763" w:rsidP="00202D24">
      <w:pPr>
        <w:pStyle w:val="Level2"/>
      </w:pPr>
      <w:r w:rsidRPr="0004317B">
        <w:t>Datenformate</w:t>
      </w:r>
    </w:p>
    <w:p w14:paraId="0052BF0C" w14:textId="0E77B69F" w:rsidR="00A75763" w:rsidRPr="00B55340" w:rsidRDefault="00591606">
      <w:pPr>
        <w:rPr>
          <w:rFonts w:ascii="Verdana" w:hAnsi="Verdana"/>
          <w:sz w:val="20"/>
        </w:rPr>
      </w:pPr>
      <w:r w:rsidRPr="00B55340">
        <w:rPr>
          <w:rFonts w:ascii="Verdana" w:hAnsi="Verdana"/>
          <w:sz w:val="20"/>
        </w:rPr>
        <w:t>Der Antragsteller erklärt die Einhaltung der Anforderungen</w:t>
      </w:r>
      <w:r w:rsidR="002F4CDE" w:rsidRPr="00B55340">
        <w:rPr>
          <w:rFonts w:ascii="Verdana" w:hAnsi="Verdana"/>
          <w:sz w:val="20"/>
        </w:rPr>
        <w:t xml:space="preserve"> der Datenformate</w:t>
      </w:r>
      <w:r w:rsidR="003F2AB9" w:rsidRPr="00B55340">
        <w:rPr>
          <w:rFonts w:ascii="Verdana" w:hAnsi="Verdana"/>
          <w:sz w:val="20"/>
        </w:rPr>
        <w:t xml:space="preserve"> </w:t>
      </w:r>
      <w:r w:rsidRPr="00B55340">
        <w:rPr>
          <w:rFonts w:ascii="Verdana" w:hAnsi="Verdana"/>
          <w:sz w:val="20"/>
        </w:rPr>
        <w:t xml:space="preserve">durch </w:t>
      </w:r>
      <w:r w:rsidR="002F4CDE" w:rsidRPr="00B55340">
        <w:rPr>
          <w:rFonts w:ascii="Verdana" w:hAnsi="Verdana"/>
          <w:sz w:val="20"/>
        </w:rPr>
        <w:t xml:space="preserve">mindestens </w:t>
      </w:r>
      <w:r w:rsidRPr="00B55340">
        <w:rPr>
          <w:rFonts w:ascii="Verdana" w:hAnsi="Verdana"/>
          <w:sz w:val="20"/>
        </w:rPr>
        <w:t xml:space="preserve">eine der </w:t>
      </w:r>
      <w:r w:rsidR="003F2AB9" w:rsidRPr="00B55340">
        <w:rPr>
          <w:rFonts w:ascii="Verdana" w:hAnsi="Verdana"/>
          <w:sz w:val="20"/>
        </w:rPr>
        <w:t>Möglichkeiten</w:t>
      </w:r>
      <w:r w:rsidR="002F4CDE" w:rsidRPr="00B55340">
        <w:rPr>
          <w:rFonts w:ascii="Verdana" w:hAnsi="Verdana"/>
          <w:sz w:val="20"/>
        </w:rPr>
        <w:t xml:space="preserve"> gemäß </w:t>
      </w:r>
      <w:r w:rsidR="002F4CDE" w:rsidRPr="00914334">
        <w:rPr>
          <w:rFonts w:ascii="Verdana" w:hAnsi="Verdana"/>
          <w:b/>
          <w:sz w:val="20"/>
        </w:rPr>
        <w:t>3.1.3.</w:t>
      </w:r>
      <w:r w:rsidR="00021D99" w:rsidRPr="00914334">
        <w:rPr>
          <w:rFonts w:ascii="Verdana" w:hAnsi="Verdana"/>
          <w:b/>
          <w:sz w:val="20"/>
        </w:rPr>
        <w:t>1</w:t>
      </w:r>
      <w:r w:rsidR="00021D99">
        <w:rPr>
          <w:rFonts w:ascii="Verdana" w:hAnsi="Verdana"/>
          <w:sz w:val="20"/>
        </w:rPr>
        <w:t xml:space="preserve"> der Vergabekriterien</w:t>
      </w:r>
      <w:r w:rsidRPr="00B55340">
        <w:rPr>
          <w:rFonts w:ascii="Verdana" w:hAnsi="Verdana"/>
          <w:sz w:val="20"/>
        </w:rPr>
        <w:t xml:space="preserve"> und legt </w:t>
      </w:r>
      <w:r w:rsidR="003F2AB9" w:rsidRPr="00B55340">
        <w:rPr>
          <w:rFonts w:ascii="Verdana" w:hAnsi="Verdana"/>
          <w:sz w:val="20"/>
        </w:rPr>
        <w:t xml:space="preserve">die </w:t>
      </w:r>
      <w:r w:rsidRPr="00B55340">
        <w:rPr>
          <w:rFonts w:ascii="Verdana" w:hAnsi="Verdana"/>
          <w:sz w:val="20"/>
        </w:rPr>
        <w:t>entsprechende</w:t>
      </w:r>
      <w:r w:rsidR="003F2AB9" w:rsidRPr="00B55340">
        <w:rPr>
          <w:rFonts w:ascii="Verdana" w:hAnsi="Verdana"/>
          <w:sz w:val="20"/>
        </w:rPr>
        <w:t>n</w:t>
      </w:r>
      <w:r w:rsidRPr="00B55340">
        <w:rPr>
          <w:rFonts w:ascii="Verdana" w:hAnsi="Verdana"/>
          <w:sz w:val="20"/>
        </w:rPr>
        <w:t xml:space="preserve"> Nachweisdokumente als Anlage 4 vor oder gibt alternativ </w:t>
      </w:r>
      <w:r w:rsidR="003F2AB9" w:rsidRPr="00B55340">
        <w:rPr>
          <w:rFonts w:ascii="Verdana" w:hAnsi="Verdana"/>
          <w:sz w:val="20"/>
        </w:rPr>
        <w:t>hier</w:t>
      </w:r>
      <w:r w:rsidRPr="00B55340">
        <w:rPr>
          <w:rFonts w:ascii="Verdana" w:hAnsi="Verdana"/>
          <w:sz w:val="20"/>
        </w:rPr>
        <w:t xml:space="preserve"> den zugehörigen Internetverweis (URL) auf die eigene Website an, auf der die Datenformate dokumentiert sind. Die Auditor*in bestätigt, dass diese Dokumentation hinreichend und verständlich ist.</w:t>
      </w:r>
    </w:p>
    <w:p w14:paraId="3E713554" w14:textId="78D68742" w:rsidR="002F4CDE" w:rsidRPr="00B55340" w:rsidRDefault="002F4CDE">
      <w:pPr>
        <w:rPr>
          <w:rFonts w:ascii="Verdana" w:hAnsi="Verdana"/>
          <w:sz w:val="20"/>
        </w:rPr>
      </w:pPr>
    </w:p>
    <w:p w14:paraId="7ED36D25" w14:textId="2830E19E" w:rsidR="006A2299" w:rsidRPr="00B55340" w:rsidRDefault="006A2299" w:rsidP="006A2299">
      <w:pPr>
        <w:rPr>
          <w:rFonts w:ascii="Verdana" w:hAnsi="Verdana"/>
          <w:sz w:val="20"/>
        </w:rPr>
      </w:pPr>
      <w:r w:rsidRPr="00B55340">
        <w:rPr>
          <w:rFonts w:ascii="Verdana" w:hAnsi="Verdana"/>
          <w:b/>
          <w:sz w:val="20"/>
        </w:rPr>
        <w:t>Anlage 4:</w:t>
      </w:r>
      <w:r w:rsidRPr="00B55340">
        <w:rPr>
          <w:rFonts w:ascii="Verdana" w:hAnsi="Verdana"/>
          <w:sz w:val="20"/>
        </w:rPr>
        <w:t xml:space="preserve"> </w:t>
      </w:r>
      <w:permStart w:id="579470203" w:edGrp="everyone"/>
      <w:sdt>
        <w:sdtPr>
          <w:rPr>
            <w:rFonts w:ascii="Verdana" w:hAnsi="Verdana"/>
            <w:sz w:val="20"/>
          </w:rPr>
          <w:id w:val="-1476675479"/>
          <w:placeholder>
            <w:docPart w:val="4D4883A95F364486923B40B5B699CC47"/>
          </w:placeholder>
        </w:sdtPr>
        <w:sdtEndPr/>
        <w:sdtContent>
          <w:r w:rsidRPr="00B55340">
            <w:rPr>
              <w:rFonts w:ascii="Verdana" w:hAnsi="Verdana"/>
              <w:sz w:val="20"/>
            </w:rPr>
            <w:t>Geben Sie hier den Dateinamen Ihrer Anlage 4 ein</w:t>
          </w:r>
        </w:sdtContent>
      </w:sdt>
      <w:permEnd w:id="579470203"/>
    </w:p>
    <w:p w14:paraId="590FF386" w14:textId="77777777" w:rsidR="006A2299" w:rsidRPr="00B55340" w:rsidRDefault="006A2299">
      <w:pPr>
        <w:rPr>
          <w:rFonts w:ascii="Verdana" w:hAnsi="Verdana"/>
          <w:sz w:val="20"/>
        </w:rPr>
      </w:pPr>
    </w:p>
    <w:p w14:paraId="125BDD9A" w14:textId="3C8129CA" w:rsidR="004576EC" w:rsidRPr="00B55340" w:rsidRDefault="004576EC" w:rsidP="004576EC">
      <w:pPr>
        <w:rPr>
          <w:rFonts w:ascii="Verdana" w:hAnsi="Verdana"/>
          <w:sz w:val="20"/>
        </w:rPr>
      </w:pPr>
      <w:r w:rsidRPr="00B55340">
        <w:rPr>
          <w:rFonts w:ascii="Verdana" w:hAnsi="Verdana"/>
          <w:sz w:val="20"/>
        </w:rPr>
        <w:t xml:space="preserve">Alternativer Internetverweis (URL): </w:t>
      </w:r>
    </w:p>
    <w:p w14:paraId="667F5DE2" w14:textId="44724E97" w:rsidR="003F2AB9" w:rsidRPr="00B55340" w:rsidRDefault="004576EC">
      <w:pPr>
        <w:rPr>
          <w:rFonts w:ascii="Verdana" w:hAnsi="Verdana"/>
          <w:sz w:val="20"/>
        </w:rPr>
      </w:pPr>
      <w:r w:rsidRPr="00B55340">
        <w:rPr>
          <w:rFonts w:ascii="Verdana" w:hAnsi="Verdana"/>
          <w:sz w:val="20"/>
        </w:rPr>
        <w:t xml:space="preserve">Die </w:t>
      </w:r>
      <w:r w:rsidR="000209DA">
        <w:rPr>
          <w:rFonts w:ascii="Verdana" w:hAnsi="Verdana"/>
          <w:sz w:val="20"/>
        </w:rPr>
        <w:t xml:space="preserve">Einhaltung der Anforderungen wird </w:t>
      </w:r>
      <w:permStart w:id="50215332" w:edGrp="everyone"/>
      <w:sdt>
        <w:sdtPr>
          <w:rPr>
            <w:rFonts w:ascii="Verdana" w:hAnsi="Verdana"/>
            <w:b/>
            <w:bCs/>
            <w:sz w:val="20"/>
          </w:rPr>
          <w:id w:val="-1799755958"/>
          <w:placeholder>
            <w:docPart w:val="BC67FEA2098D4ACDA2B045E2902D4E15"/>
          </w:placeholder>
          <w:showingPlcHdr/>
          <w:dropDownList>
            <w:listItem w:value="Wählen Sie ein Element aus."/>
            <w:listItem w:displayText="bestätigt." w:value="bestätigt."/>
            <w:listItem w:displayText="nicht bestätigt." w:value="nicht bestätigt."/>
          </w:dropDownList>
        </w:sdtPr>
        <w:sdtEndPr/>
        <w:sdtContent>
          <w:r w:rsidR="000209DA" w:rsidRPr="00DE107A">
            <w:rPr>
              <w:rStyle w:val="Platzhaltertext"/>
              <w:b/>
            </w:rPr>
            <w:t>Wählen Sie ein Element aus.</w:t>
          </w:r>
        </w:sdtContent>
      </w:sdt>
      <w:permEnd w:id="50215332"/>
    </w:p>
    <w:p w14:paraId="006BA40D" w14:textId="227F08EC" w:rsidR="00B12DEA" w:rsidRPr="00B55340" w:rsidRDefault="00F5539E" w:rsidP="00B12DEA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Anmerkung</w:t>
      </w:r>
      <w:r w:rsidR="00B12DEA" w:rsidRPr="00B55340">
        <w:rPr>
          <w:rFonts w:ascii="Verdana" w:hAnsi="Verdana"/>
          <w:sz w:val="20"/>
        </w:rPr>
        <w:t xml:space="preserve">: </w:t>
      </w:r>
      <w:permStart w:id="169635116" w:edGrp="everyone"/>
      <w:r w:rsidR="00B12DEA" w:rsidRPr="00972A7B">
        <w:rPr>
          <w:rFonts w:ascii="Verdana" w:hAnsi="Verdana"/>
          <w:sz w:val="18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B12DEA" w:rsidRPr="00972A7B">
        <w:rPr>
          <w:rFonts w:ascii="Verdana" w:hAnsi="Verdana"/>
          <w:sz w:val="18"/>
        </w:rPr>
        <w:instrText xml:space="preserve"> FORMTEXT </w:instrText>
      </w:r>
      <w:r w:rsidR="00B12DEA" w:rsidRPr="00972A7B">
        <w:rPr>
          <w:rFonts w:ascii="Verdana" w:hAnsi="Verdana"/>
          <w:sz w:val="18"/>
        </w:rPr>
      </w:r>
      <w:r w:rsidR="00B12DEA" w:rsidRPr="00972A7B">
        <w:rPr>
          <w:rFonts w:ascii="Verdana" w:hAnsi="Verdana"/>
          <w:sz w:val="18"/>
        </w:rPr>
        <w:fldChar w:fldCharType="separate"/>
      </w:r>
      <w:r w:rsidR="00B12DEA" w:rsidRPr="00972A7B">
        <w:rPr>
          <w:rFonts w:ascii="Verdana" w:hAnsi="Verdana"/>
          <w:noProof/>
          <w:sz w:val="18"/>
        </w:rPr>
        <w:t> </w:t>
      </w:r>
      <w:r w:rsidR="00B12DEA" w:rsidRPr="00972A7B">
        <w:rPr>
          <w:rFonts w:ascii="Verdana" w:hAnsi="Verdana"/>
          <w:noProof/>
          <w:sz w:val="18"/>
        </w:rPr>
        <w:t> </w:t>
      </w:r>
      <w:r w:rsidR="00B12DEA" w:rsidRPr="00972A7B">
        <w:rPr>
          <w:rFonts w:ascii="Verdana" w:hAnsi="Verdana"/>
          <w:noProof/>
          <w:sz w:val="18"/>
        </w:rPr>
        <w:t> </w:t>
      </w:r>
      <w:r w:rsidR="00B12DEA" w:rsidRPr="00972A7B">
        <w:rPr>
          <w:rFonts w:ascii="Verdana" w:hAnsi="Verdana"/>
          <w:noProof/>
          <w:sz w:val="18"/>
        </w:rPr>
        <w:t> </w:t>
      </w:r>
      <w:r w:rsidR="00B12DEA" w:rsidRPr="00972A7B">
        <w:rPr>
          <w:rFonts w:ascii="Verdana" w:hAnsi="Verdana"/>
          <w:noProof/>
          <w:sz w:val="18"/>
        </w:rPr>
        <w:t> </w:t>
      </w:r>
      <w:r w:rsidR="00B12DEA" w:rsidRPr="00972A7B">
        <w:rPr>
          <w:rFonts w:ascii="Verdana" w:hAnsi="Verdana"/>
          <w:sz w:val="18"/>
        </w:rPr>
        <w:fldChar w:fldCharType="end"/>
      </w:r>
      <w:permEnd w:id="169635116"/>
    </w:p>
    <w:p w14:paraId="55C6E28A" w14:textId="77777777" w:rsidR="002F4CDE" w:rsidRPr="00CE416E" w:rsidRDefault="002F4CDE">
      <w:pPr>
        <w:rPr>
          <w:rFonts w:ascii="Verdana" w:hAnsi="Verdana"/>
        </w:rPr>
      </w:pPr>
    </w:p>
    <w:p w14:paraId="0177CDB6" w14:textId="2C79016E" w:rsidR="00A75763" w:rsidRPr="0004317B" w:rsidRDefault="00A75763" w:rsidP="00202D24">
      <w:pPr>
        <w:pStyle w:val="Level2"/>
      </w:pPr>
      <w:r w:rsidRPr="0004317B">
        <w:t>Transparenz des Softwareprodukts</w:t>
      </w:r>
    </w:p>
    <w:p w14:paraId="71870E1A" w14:textId="068FA89A" w:rsidR="00A75763" w:rsidRPr="00B55340" w:rsidRDefault="00591606" w:rsidP="00591606">
      <w:pPr>
        <w:rPr>
          <w:rFonts w:ascii="Verdana" w:hAnsi="Verdana"/>
          <w:sz w:val="20"/>
        </w:rPr>
      </w:pPr>
      <w:r w:rsidRPr="00B55340">
        <w:rPr>
          <w:rFonts w:ascii="Verdana" w:hAnsi="Verdana"/>
          <w:sz w:val="20"/>
        </w:rPr>
        <w:t xml:space="preserve">Der Antragsteller erklärt die Einhaltung der Anforderungen </w:t>
      </w:r>
      <w:r w:rsidR="00F15D5A" w:rsidRPr="00B55340">
        <w:rPr>
          <w:rFonts w:ascii="Verdana" w:hAnsi="Verdana"/>
          <w:sz w:val="20"/>
        </w:rPr>
        <w:t xml:space="preserve">bezüglich der Transparenz des Softwareprodukts </w:t>
      </w:r>
      <w:r w:rsidR="000319CC" w:rsidRPr="00B55340">
        <w:rPr>
          <w:rFonts w:ascii="Verdana" w:hAnsi="Verdana"/>
          <w:sz w:val="20"/>
        </w:rPr>
        <w:t xml:space="preserve">gemäß </w:t>
      </w:r>
      <w:r w:rsidR="000319CC" w:rsidRPr="00914334">
        <w:rPr>
          <w:rFonts w:ascii="Verdana" w:hAnsi="Verdana"/>
          <w:b/>
          <w:sz w:val="20"/>
        </w:rPr>
        <w:t>3.1.3.2</w:t>
      </w:r>
      <w:r w:rsidR="000319CC" w:rsidRPr="00B55340">
        <w:rPr>
          <w:rFonts w:ascii="Verdana" w:hAnsi="Verdana"/>
          <w:sz w:val="20"/>
        </w:rPr>
        <w:t xml:space="preserve"> </w:t>
      </w:r>
      <w:r w:rsidRPr="00B55340">
        <w:rPr>
          <w:rFonts w:ascii="Verdana" w:hAnsi="Verdana"/>
          <w:sz w:val="20"/>
        </w:rPr>
        <w:t>und legt entsprechende Nachweisdokumente (Schnittstellendokumentation, Permalink der Softwarequelle auf einer Quellcode-Verwaltungsplattform, Softwarelizenzen oder vergleichbar) als</w:t>
      </w:r>
      <w:r w:rsidR="00CB6E44" w:rsidRPr="00B55340">
        <w:rPr>
          <w:rFonts w:ascii="Verdana" w:hAnsi="Verdana"/>
          <w:sz w:val="20"/>
        </w:rPr>
        <w:t xml:space="preserve"> </w:t>
      </w:r>
      <w:r w:rsidRPr="00B55340">
        <w:rPr>
          <w:rFonts w:ascii="Verdana" w:hAnsi="Verdana"/>
          <w:sz w:val="20"/>
        </w:rPr>
        <w:t>Anlage 5 vor. Die Auditor*in prüft diese Unterlagen auf Vollständigkeit.</w:t>
      </w:r>
    </w:p>
    <w:p w14:paraId="5043D065" w14:textId="77777777" w:rsidR="006A2299" w:rsidRPr="00B55340" w:rsidRDefault="006A2299" w:rsidP="00591606">
      <w:pPr>
        <w:rPr>
          <w:rFonts w:ascii="Verdana" w:hAnsi="Verdana"/>
          <w:sz w:val="20"/>
        </w:rPr>
      </w:pPr>
    </w:p>
    <w:p w14:paraId="62FD36B5" w14:textId="54135B53" w:rsidR="006A2299" w:rsidRPr="00B55340" w:rsidRDefault="006A2299" w:rsidP="00591606">
      <w:pPr>
        <w:rPr>
          <w:rFonts w:ascii="Verdana" w:hAnsi="Verdana"/>
          <w:sz w:val="20"/>
        </w:rPr>
      </w:pPr>
      <w:r w:rsidRPr="00B55340">
        <w:rPr>
          <w:rFonts w:ascii="Verdana" w:hAnsi="Verdana"/>
          <w:b/>
          <w:sz w:val="20"/>
        </w:rPr>
        <w:t>Anlage 5:</w:t>
      </w:r>
      <w:r w:rsidRPr="00B55340">
        <w:rPr>
          <w:rFonts w:ascii="Verdana" w:hAnsi="Verdana"/>
          <w:sz w:val="20"/>
        </w:rPr>
        <w:t xml:space="preserve"> </w:t>
      </w:r>
      <w:permStart w:id="343482583" w:edGrp="everyone"/>
      <w:sdt>
        <w:sdtPr>
          <w:rPr>
            <w:rFonts w:ascii="Verdana" w:hAnsi="Verdana"/>
            <w:sz w:val="20"/>
          </w:rPr>
          <w:id w:val="1313913254"/>
          <w:placeholder>
            <w:docPart w:val="30CCD5C9914C402C9E95EF6C9828C59C"/>
          </w:placeholder>
        </w:sdtPr>
        <w:sdtEndPr/>
        <w:sdtContent>
          <w:r w:rsidRPr="00B55340">
            <w:rPr>
              <w:rFonts w:ascii="Verdana" w:hAnsi="Verdana"/>
              <w:sz w:val="20"/>
            </w:rPr>
            <w:t>Geben Sie hier den Dateinamen Ihrer Anlage 5 ein</w:t>
          </w:r>
        </w:sdtContent>
      </w:sdt>
      <w:permEnd w:id="343482583"/>
    </w:p>
    <w:p w14:paraId="6CB28B86" w14:textId="60E7C236" w:rsidR="00CB6E44" w:rsidRPr="00B55340" w:rsidRDefault="00CB6E44" w:rsidP="00CB6E44">
      <w:pPr>
        <w:rPr>
          <w:rFonts w:ascii="Verdana" w:hAnsi="Verdana"/>
          <w:sz w:val="20"/>
        </w:rPr>
      </w:pPr>
      <w:r w:rsidRPr="00B55340">
        <w:rPr>
          <w:rFonts w:ascii="Verdana" w:hAnsi="Verdana"/>
          <w:sz w:val="20"/>
        </w:rPr>
        <w:t xml:space="preserve">Die </w:t>
      </w:r>
      <w:r w:rsidR="00236A63">
        <w:rPr>
          <w:rFonts w:ascii="Verdana" w:hAnsi="Verdana"/>
          <w:sz w:val="20"/>
        </w:rPr>
        <w:t xml:space="preserve">Einhaltung der Anforderungen wird </w:t>
      </w:r>
      <w:permStart w:id="432934332" w:edGrp="everyone"/>
      <w:sdt>
        <w:sdtPr>
          <w:rPr>
            <w:rFonts w:ascii="Verdana" w:hAnsi="Verdana"/>
            <w:b/>
            <w:bCs/>
            <w:sz w:val="20"/>
          </w:rPr>
          <w:id w:val="1149790990"/>
          <w:placeholder>
            <w:docPart w:val="C44906E942AC40C9936F90B9524ABF4B"/>
          </w:placeholder>
          <w:showingPlcHdr/>
          <w:dropDownList>
            <w:listItem w:value="Wählen Sie ein Element aus."/>
            <w:listItem w:displayText="bestätigt" w:value="bestätigt"/>
            <w:listItem w:displayText="nicht bestätigt" w:value="nicht bestätigt"/>
          </w:dropDownList>
        </w:sdtPr>
        <w:sdtEndPr/>
        <w:sdtContent>
          <w:r w:rsidR="00236A63" w:rsidRPr="00DE107A">
            <w:rPr>
              <w:rStyle w:val="Platzhaltertext"/>
              <w:b/>
            </w:rPr>
            <w:t>Wählen Sie ein Element aus.</w:t>
          </w:r>
        </w:sdtContent>
      </w:sdt>
      <w:permEnd w:id="432934332"/>
      <w:r w:rsidR="00236A63" w:rsidRPr="00B55340">
        <w:rPr>
          <w:rFonts w:ascii="Verdana" w:hAnsi="Verdana"/>
          <w:sz w:val="20"/>
        </w:rPr>
        <w:t xml:space="preserve"> </w:t>
      </w:r>
      <w:r w:rsidR="00236A63">
        <w:rPr>
          <w:rFonts w:ascii="Verdana" w:hAnsi="Verdana"/>
          <w:sz w:val="20"/>
        </w:rPr>
        <w:t xml:space="preserve">und die </w:t>
      </w:r>
      <w:r w:rsidRPr="00B55340">
        <w:rPr>
          <w:rFonts w:ascii="Verdana" w:hAnsi="Verdana"/>
          <w:sz w:val="20"/>
        </w:rPr>
        <w:t xml:space="preserve">Angaben sind </w:t>
      </w:r>
      <w:permStart w:id="905585930" w:edGrp="everyone"/>
      <w:sdt>
        <w:sdtPr>
          <w:rPr>
            <w:rFonts w:ascii="Verdana" w:hAnsi="Verdana"/>
            <w:b/>
            <w:sz w:val="20"/>
          </w:rPr>
          <w:id w:val="1212776161"/>
          <w:placeholder>
            <w:docPart w:val="16A962BFEF1C4AA3BA8A692E9D7CE317"/>
          </w:placeholder>
          <w:showingPlcHdr/>
          <w:dropDownList>
            <w:listItem w:value="Wählen Sie ein Element aus"/>
            <w:listItem w:displayText="vollständig und plausibel." w:value="vollständig und plausibel."/>
            <w:listItem w:displayText="unvollständig oder nicht plausibel." w:value="unvollständig oder nicht plausibel."/>
          </w:dropDownList>
        </w:sdtPr>
        <w:sdtEndPr/>
        <w:sdtContent>
          <w:r w:rsidR="00236A63" w:rsidRPr="00D7649D">
            <w:rPr>
              <w:rStyle w:val="Platzhaltertext"/>
            </w:rPr>
            <w:t>Wählen Sie ein Element aus.</w:t>
          </w:r>
        </w:sdtContent>
      </w:sdt>
      <w:permEnd w:id="905585930"/>
    </w:p>
    <w:p w14:paraId="422D0486" w14:textId="78FD8D03" w:rsidR="00B12DEA" w:rsidRPr="00B55340" w:rsidRDefault="00F5539E" w:rsidP="00B12DEA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Anmerkung</w:t>
      </w:r>
      <w:r w:rsidR="00B12DEA" w:rsidRPr="00B55340">
        <w:rPr>
          <w:rFonts w:ascii="Verdana" w:hAnsi="Verdana"/>
          <w:sz w:val="20"/>
        </w:rPr>
        <w:t xml:space="preserve">: </w:t>
      </w:r>
      <w:permStart w:id="2056855580" w:edGrp="everyone"/>
      <w:r w:rsidR="00B12DEA" w:rsidRPr="00972A7B">
        <w:rPr>
          <w:rFonts w:ascii="Verdana" w:hAnsi="Verdana"/>
          <w:sz w:val="18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B12DEA" w:rsidRPr="00972A7B">
        <w:rPr>
          <w:rFonts w:ascii="Verdana" w:hAnsi="Verdana"/>
          <w:sz w:val="18"/>
        </w:rPr>
        <w:instrText xml:space="preserve"> FORMTEXT </w:instrText>
      </w:r>
      <w:r w:rsidR="00B12DEA" w:rsidRPr="00972A7B">
        <w:rPr>
          <w:rFonts w:ascii="Verdana" w:hAnsi="Verdana"/>
          <w:sz w:val="18"/>
        </w:rPr>
      </w:r>
      <w:r w:rsidR="00B12DEA" w:rsidRPr="00972A7B">
        <w:rPr>
          <w:rFonts w:ascii="Verdana" w:hAnsi="Verdana"/>
          <w:sz w:val="18"/>
        </w:rPr>
        <w:fldChar w:fldCharType="separate"/>
      </w:r>
      <w:r w:rsidR="00B12DEA" w:rsidRPr="00972A7B">
        <w:rPr>
          <w:rFonts w:ascii="Verdana" w:hAnsi="Verdana"/>
          <w:noProof/>
          <w:sz w:val="18"/>
        </w:rPr>
        <w:t> </w:t>
      </w:r>
      <w:r w:rsidR="00B12DEA" w:rsidRPr="00972A7B">
        <w:rPr>
          <w:rFonts w:ascii="Verdana" w:hAnsi="Verdana"/>
          <w:noProof/>
          <w:sz w:val="18"/>
        </w:rPr>
        <w:t> </w:t>
      </w:r>
      <w:r w:rsidR="00B12DEA" w:rsidRPr="00972A7B">
        <w:rPr>
          <w:rFonts w:ascii="Verdana" w:hAnsi="Verdana"/>
          <w:noProof/>
          <w:sz w:val="18"/>
        </w:rPr>
        <w:t> </w:t>
      </w:r>
      <w:r w:rsidR="00B12DEA" w:rsidRPr="00972A7B">
        <w:rPr>
          <w:rFonts w:ascii="Verdana" w:hAnsi="Verdana"/>
          <w:noProof/>
          <w:sz w:val="18"/>
        </w:rPr>
        <w:t> </w:t>
      </w:r>
      <w:r w:rsidR="00B12DEA" w:rsidRPr="00972A7B">
        <w:rPr>
          <w:rFonts w:ascii="Verdana" w:hAnsi="Verdana"/>
          <w:noProof/>
          <w:sz w:val="18"/>
        </w:rPr>
        <w:t> </w:t>
      </w:r>
      <w:r w:rsidR="00B12DEA" w:rsidRPr="00972A7B">
        <w:rPr>
          <w:rFonts w:ascii="Verdana" w:hAnsi="Verdana"/>
          <w:sz w:val="18"/>
        </w:rPr>
        <w:fldChar w:fldCharType="end"/>
      </w:r>
      <w:permEnd w:id="2056855580"/>
    </w:p>
    <w:p w14:paraId="4A6BC9AF" w14:textId="77777777" w:rsidR="00CB6E44" w:rsidRPr="00CE416E" w:rsidRDefault="00CB6E44" w:rsidP="00591606">
      <w:pPr>
        <w:rPr>
          <w:rFonts w:ascii="Verdana" w:hAnsi="Verdana"/>
        </w:rPr>
      </w:pPr>
    </w:p>
    <w:p w14:paraId="6534E95D" w14:textId="3938A46A" w:rsidR="00A75763" w:rsidRPr="0004317B" w:rsidRDefault="00A75763" w:rsidP="00202D24">
      <w:pPr>
        <w:pStyle w:val="Level2"/>
      </w:pPr>
      <w:r w:rsidRPr="0004317B">
        <w:t>Kontinuität des Softwareprodukts</w:t>
      </w:r>
    </w:p>
    <w:p w14:paraId="2F81FD76" w14:textId="09FB8CB9" w:rsidR="004B61AA" w:rsidRPr="001A63F5" w:rsidRDefault="00591606">
      <w:pPr>
        <w:rPr>
          <w:rFonts w:ascii="Verdana" w:hAnsi="Verdana"/>
          <w:sz w:val="20"/>
        </w:rPr>
      </w:pPr>
      <w:r w:rsidRPr="001A63F5">
        <w:rPr>
          <w:rFonts w:ascii="Verdana" w:hAnsi="Verdana"/>
          <w:sz w:val="20"/>
        </w:rPr>
        <w:t xml:space="preserve">Der Antragsteller erklärt die Einhaltung der Anforderungen </w:t>
      </w:r>
      <w:r w:rsidR="00BD4838" w:rsidRPr="001A63F5">
        <w:rPr>
          <w:rFonts w:ascii="Verdana" w:hAnsi="Verdana"/>
          <w:sz w:val="20"/>
        </w:rPr>
        <w:t>bezüglich der Kontinuität des Softwareprodukts</w:t>
      </w:r>
      <w:r w:rsidR="000319CC" w:rsidRPr="001A63F5">
        <w:rPr>
          <w:rFonts w:ascii="Verdana" w:hAnsi="Verdana"/>
          <w:sz w:val="20"/>
        </w:rPr>
        <w:t xml:space="preserve"> gemäß </w:t>
      </w:r>
      <w:r w:rsidR="000319CC" w:rsidRPr="00914334">
        <w:rPr>
          <w:rFonts w:ascii="Verdana" w:hAnsi="Verdana"/>
          <w:b/>
          <w:sz w:val="20"/>
        </w:rPr>
        <w:t>3.1.3.3</w:t>
      </w:r>
      <w:r w:rsidRPr="001A63F5">
        <w:rPr>
          <w:rFonts w:ascii="Verdana" w:hAnsi="Verdana"/>
          <w:sz w:val="20"/>
        </w:rPr>
        <w:t xml:space="preserve">, markiert die entsprechenden Stellen in den Produktinformationen und legt die betreffenden Seiten der Produktinformationen als Anlage 6 vor oder gibt alternativ </w:t>
      </w:r>
      <w:r w:rsidR="00BD4838" w:rsidRPr="001A63F5">
        <w:rPr>
          <w:rFonts w:ascii="Verdana" w:hAnsi="Verdana"/>
          <w:sz w:val="20"/>
        </w:rPr>
        <w:t>hier</w:t>
      </w:r>
      <w:r w:rsidRPr="001A63F5">
        <w:rPr>
          <w:rFonts w:ascii="Verdana" w:hAnsi="Verdana"/>
          <w:sz w:val="20"/>
        </w:rPr>
        <w:t xml:space="preserve"> den zugehörigen Internetverweis (URL) auf die eigene Website an, </w:t>
      </w:r>
      <w:r w:rsidR="00160145">
        <w:rPr>
          <w:rFonts w:ascii="Verdana" w:hAnsi="Verdana"/>
          <w:sz w:val="20"/>
        </w:rPr>
        <w:t>in de</w:t>
      </w:r>
      <w:r w:rsidR="003E2FCB">
        <w:rPr>
          <w:rFonts w:ascii="Verdana" w:hAnsi="Verdana"/>
          <w:sz w:val="20"/>
        </w:rPr>
        <w:t>r auf die</w:t>
      </w:r>
      <w:r w:rsidRPr="001A63F5">
        <w:rPr>
          <w:rFonts w:ascii="Verdana" w:hAnsi="Verdana"/>
          <w:sz w:val="20"/>
        </w:rPr>
        <w:t xml:space="preserve"> Softwareupdates hingewiesen wird. </w:t>
      </w:r>
    </w:p>
    <w:p w14:paraId="39E9809C" w14:textId="60D96900" w:rsidR="00A75763" w:rsidRPr="001A63F5" w:rsidRDefault="00591606">
      <w:pPr>
        <w:rPr>
          <w:rFonts w:ascii="Verdana" w:hAnsi="Verdana"/>
          <w:sz w:val="20"/>
        </w:rPr>
      </w:pPr>
      <w:r w:rsidRPr="001A63F5">
        <w:rPr>
          <w:rFonts w:ascii="Verdana" w:hAnsi="Verdana"/>
          <w:sz w:val="20"/>
        </w:rPr>
        <w:t>Die Auditor*in bestätigt, dass diese Hinweise hinreichend und verständlich sind.</w:t>
      </w:r>
    </w:p>
    <w:p w14:paraId="6DC3F1DB" w14:textId="0BA453A7" w:rsidR="00457CC8" w:rsidRDefault="003E2FCB" w:rsidP="000F2E23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 xml:space="preserve">Der Antragsteller verpflichtet sich kostenlose Sicherheitsupdates für das zu kennzeichnende Produkt </w:t>
      </w:r>
      <w:r w:rsidRPr="003E2FCB">
        <w:rPr>
          <w:rFonts w:ascii="Verdana" w:hAnsi="Verdana"/>
          <w:b/>
          <w:sz w:val="20"/>
        </w:rPr>
        <w:t>(pc device, server device)</w:t>
      </w:r>
      <w:r>
        <w:rPr>
          <w:rFonts w:ascii="Verdana" w:hAnsi="Verdana"/>
          <w:sz w:val="20"/>
        </w:rPr>
        <w:t xml:space="preserve"> für mindestens 5 Jahre ab Bereitstellungsende anzubieten.</w:t>
      </w:r>
    </w:p>
    <w:p w14:paraId="0528813F" w14:textId="65D4C757" w:rsidR="003E2FCB" w:rsidRDefault="003E2FCB" w:rsidP="000F2E23">
      <w:pPr>
        <w:rPr>
          <w:rFonts w:ascii="Verdana" w:hAnsi="Verdana"/>
          <w:sz w:val="20"/>
        </w:rPr>
      </w:pPr>
      <w:r w:rsidRPr="003E2FCB">
        <w:rPr>
          <w:rFonts w:ascii="Verdana" w:hAnsi="Verdana"/>
          <w:sz w:val="20"/>
        </w:rPr>
        <w:t>Der Antragsteller verpflichtet sich dazu, das Produkt</w:t>
      </w:r>
      <w:r>
        <w:rPr>
          <w:rFonts w:ascii="Verdana" w:hAnsi="Verdana"/>
          <w:sz w:val="20"/>
        </w:rPr>
        <w:t xml:space="preserve"> </w:t>
      </w:r>
      <w:r w:rsidRPr="003E2FCB">
        <w:rPr>
          <w:rFonts w:ascii="Verdana" w:hAnsi="Verdana"/>
          <w:b/>
          <w:sz w:val="20"/>
        </w:rPr>
        <w:t>(mobile device)</w:t>
      </w:r>
      <w:r w:rsidRPr="003E2FCB">
        <w:rPr>
          <w:rFonts w:ascii="Verdana" w:hAnsi="Verdana"/>
          <w:sz w:val="20"/>
        </w:rPr>
        <w:t xml:space="preserve"> mindestens 3 Jahre nach der Kennzeichnung mit dem Umweltzeichen sicher zu halten, indem bei Bedarf kostenlose Sicherheitsupdates angeboten werden und das Produkt auf der jeweiligen Vertriebsplattform in aktualisierter Version bereitgehalten wird. </w:t>
      </w:r>
    </w:p>
    <w:p w14:paraId="6CADD3CB" w14:textId="77777777" w:rsidR="003E2FCB" w:rsidRDefault="003E2FCB" w:rsidP="000F2E23">
      <w:pPr>
        <w:rPr>
          <w:rFonts w:ascii="Verdana" w:hAnsi="Verdana"/>
          <w:sz w:val="20"/>
        </w:rPr>
      </w:pPr>
    </w:p>
    <w:p w14:paraId="6D49BFF1" w14:textId="64297DC7" w:rsidR="003E2FCB" w:rsidRPr="00F611CF" w:rsidRDefault="000F2E23" w:rsidP="000F2E23">
      <w:pPr>
        <w:rPr>
          <w:rFonts w:ascii="Verdana" w:hAnsi="Verdana"/>
          <w:sz w:val="18"/>
        </w:rPr>
      </w:pPr>
      <w:r w:rsidRPr="001A63F5">
        <w:rPr>
          <w:rFonts w:ascii="Verdana" w:hAnsi="Verdana"/>
          <w:sz w:val="20"/>
        </w:rPr>
        <w:t xml:space="preserve">Alternativer Internetverweis (URL): </w:t>
      </w:r>
      <w:permStart w:id="1862141894" w:edGrp="everyone"/>
      <w:r w:rsidR="00B12DEA" w:rsidRPr="00972A7B">
        <w:rPr>
          <w:rFonts w:ascii="Verdana" w:hAnsi="Verdana"/>
          <w:sz w:val="18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B12DEA" w:rsidRPr="00972A7B">
        <w:rPr>
          <w:rFonts w:ascii="Verdana" w:hAnsi="Verdana"/>
          <w:sz w:val="18"/>
        </w:rPr>
        <w:instrText xml:space="preserve"> FORMTEXT </w:instrText>
      </w:r>
      <w:r w:rsidR="00B12DEA" w:rsidRPr="00972A7B">
        <w:rPr>
          <w:rFonts w:ascii="Verdana" w:hAnsi="Verdana"/>
          <w:sz w:val="18"/>
        </w:rPr>
      </w:r>
      <w:r w:rsidR="00B12DEA" w:rsidRPr="00972A7B">
        <w:rPr>
          <w:rFonts w:ascii="Verdana" w:hAnsi="Verdana"/>
          <w:sz w:val="18"/>
        </w:rPr>
        <w:fldChar w:fldCharType="separate"/>
      </w:r>
      <w:r w:rsidR="00B12DEA" w:rsidRPr="00972A7B">
        <w:rPr>
          <w:rFonts w:ascii="Verdana" w:hAnsi="Verdana"/>
          <w:noProof/>
          <w:sz w:val="18"/>
        </w:rPr>
        <w:t> </w:t>
      </w:r>
      <w:r w:rsidR="00B12DEA" w:rsidRPr="00972A7B">
        <w:rPr>
          <w:rFonts w:ascii="Verdana" w:hAnsi="Verdana"/>
          <w:noProof/>
          <w:sz w:val="18"/>
        </w:rPr>
        <w:t> </w:t>
      </w:r>
      <w:r w:rsidR="00B12DEA" w:rsidRPr="00972A7B">
        <w:rPr>
          <w:rFonts w:ascii="Verdana" w:hAnsi="Verdana"/>
          <w:noProof/>
          <w:sz w:val="18"/>
        </w:rPr>
        <w:t> </w:t>
      </w:r>
      <w:r w:rsidR="00B12DEA" w:rsidRPr="00972A7B">
        <w:rPr>
          <w:rFonts w:ascii="Verdana" w:hAnsi="Verdana"/>
          <w:noProof/>
          <w:sz w:val="18"/>
        </w:rPr>
        <w:t> </w:t>
      </w:r>
      <w:r w:rsidR="00B12DEA" w:rsidRPr="00972A7B">
        <w:rPr>
          <w:rFonts w:ascii="Verdana" w:hAnsi="Verdana"/>
          <w:noProof/>
          <w:sz w:val="18"/>
        </w:rPr>
        <w:t> </w:t>
      </w:r>
      <w:r w:rsidR="00B12DEA" w:rsidRPr="00972A7B">
        <w:rPr>
          <w:rFonts w:ascii="Verdana" w:hAnsi="Verdana"/>
          <w:sz w:val="18"/>
        </w:rPr>
        <w:fldChar w:fldCharType="end"/>
      </w:r>
      <w:permEnd w:id="1862141894"/>
    </w:p>
    <w:p w14:paraId="0F9E1CAA" w14:textId="77777777" w:rsidR="00DC52FD" w:rsidRPr="001A63F5" w:rsidRDefault="00DC52FD">
      <w:pPr>
        <w:rPr>
          <w:rFonts w:ascii="Verdana" w:hAnsi="Verdana"/>
          <w:sz w:val="20"/>
        </w:rPr>
      </w:pPr>
    </w:p>
    <w:p w14:paraId="4174A54C" w14:textId="20673DE8" w:rsidR="00DC52FD" w:rsidRPr="001A63F5" w:rsidRDefault="00DC52FD" w:rsidP="00DC52FD">
      <w:pPr>
        <w:rPr>
          <w:rFonts w:ascii="Verdana" w:hAnsi="Verdana"/>
          <w:sz w:val="20"/>
        </w:rPr>
      </w:pPr>
      <w:r w:rsidRPr="001A63F5">
        <w:rPr>
          <w:rFonts w:ascii="Verdana" w:hAnsi="Verdana"/>
          <w:sz w:val="20"/>
        </w:rPr>
        <w:t xml:space="preserve">Die </w:t>
      </w:r>
      <w:r w:rsidR="00C43B22">
        <w:rPr>
          <w:rFonts w:ascii="Verdana" w:hAnsi="Verdana"/>
          <w:sz w:val="20"/>
        </w:rPr>
        <w:t xml:space="preserve">Einhaltung der Anforderungen wird </w:t>
      </w:r>
      <w:permStart w:id="1074482572" w:edGrp="everyone"/>
      <w:sdt>
        <w:sdtPr>
          <w:rPr>
            <w:rFonts w:ascii="Verdana" w:hAnsi="Verdana"/>
            <w:b/>
            <w:bCs/>
            <w:sz w:val="20"/>
          </w:rPr>
          <w:id w:val="-2020143879"/>
          <w:placeholder>
            <w:docPart w:val="1830A51B0A74467C962CBD3EDB44D1AD"/>
          </w:placeholder>
          <w:showingPlcHdr/>
          <w:dropDownList>
            <w:listItem w:value="Wählen Sie ein Element aus."/>
            <w:listItem w:displayText="bestätigt." w:value="bestätigt."/>
            <w:listItem w:displayText="nicht bestätigt." w:value="nicht bestätigt."/>
          </w:dropDownList>
        </w:sdtPr>
        <w:sdtEndPr/>
        <w:sdtContent>
          <w:r w:rsidR="00C43B22" w:rsidRPr="00DE107A">
            <w:rPr>
              <w:rStyle w:val="Platzhaltertext"/>
              <w:b/>
            </w:rPr>
            <w:t>Wählen Sie ein Element aus.</w:t>
          </w:r>
        </w:sdtContent>
      </w:sdt>
      <w:permEnd w:id="1074482572"/>
      <w:r w:rsidR="00C43B22" w:rsidRPr="00B55340">
        <w:rPr>
          <w:rFonts w:ascii="Verdana" w:hAnsi="Verdana"/>
          <w:sz w:val="20"/>
        </w:rPr>
        <w:t xml:space="preserve"> </w:t>
      </w:r>
    </w:p>
    <w:p w14:paraId="05A36668" w14:textId="519586DB" w:rsidR="00B12DEA" w:rsidRPr="00B55340" w:rsidRDefault="00F5539E" w:rsidP="00B12DEA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Anmerkung</w:t>
      </w:r>
      <w:r w:rsidR="00B12DEA" w:rsidRPr="00B55340">
        <w:rPr>
          <w:rFonts w:ascii="Verdana" w:hAnsi="Verdana"/>
          <w:sz w:val="20"/>
        </w:rPr>
        <w:t xml:space="preserve">: </w:t>
      </w:r>
      <w:permStart w:id="978333062" w:edGrp="everyone"/>
      <w:r w:rsidR="00B12DEA" w:rsidRPr="00972A7B">
        <w:rPr>
          <w:rFonts w:ascii="Verdana" w:hAnsi="Verdana"/>
          <w:sz w:val="18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B12DEA" w:rsidRPr="00972A7B">
        <w:rPr>
          <w:rFonts w:ascii="Verdana" w:hAnsi="Verdana"/>
          <w:sz w:val="18"/>
        </w:rPr>
        <w:instrText xml:space="preserve"> FORMTEXT </w:instrText>
      </w:r>
      <w:r w:rsidR="00B12DEA" w:rsidRPr="00972A7B">
        <w:rPr>
          <w:rFonts w:ascii="Verdana" w:hAnsi="Verdana"/>
          <w:sz w:val="18"/>
        </w:rPr>
      </w:r>
      <w:r w:rsidR="00B12DEA" w:rsidRPr="00972A7B">
        <w:rPr>
          <w:rFonts w:ascii="Verdana" w:hAnsi="Verdana"/>
          <w:sz w:val="18"/>
        </w:rPr>
        <w:fldChar w:fldCharType="separate"/>
      </w:r>
      <w:r w:rsidR="00B12DEA" w:rsidRPr="00972A7B">
        <w:rPr>
          <w:rFonts w:ascii="Verdana" w:hAnsi="Verdana"/>
          <w:noProof/>
          <w:sz w:val="18"/>
        </w:rPr>
        <w:t> </w:t>
      </w:r>
      <w:r w:rsidR="00B12DEA" w:rsidRPr="00972A7B">
        <w:rPr>
          <w:rFonts w:ascii="Verdana" w:hAnsi="Verdana"/>
          <w:noProof/>
          <w:sz w:val="18"/>
        </w:rPr>
        <w:t> </w:t>
      </w:r>
      <w:r w:rsidR="00B12DEA" w:rsidRPr="00972A7B">
        <w:rPr>
          <w:rFonts w:ascii="Verdana" w:hAnsi="Verdana"/>
          <w:noProof/>
          <w:sz w:val="18"/>
        </w:rPr>
        <w:t> </w:t>
      </w:r>
      <w:r w:rsidR="00B12DEA" w:rsidRPr="00972A7B">
        <w:rPr>
          <w:rFonts w:ascii="Verdana" w:hAnsi="Verdana"/>
          <w:noProof/>
          <w:sz w:val="18"/>
        </w:rPr>
        <w:t> </w:t>
      </w:r>
      <w:r w:rsidR="00B12DEA" w:rsidRPr="00972A7B">
        <w:rPr>
          <w:rFonts w:ascii="Verdana" w:hAnsi="Verdana"/>
          <w:noProof/>
          <w:sz w:val="18"/>
        </w:rPr>
        <w:t> </w:t>
      </w:r>
      <w:r w:rsidR="00B12DEA" w:rsidRPr="00972A7B">
        <w:rPr>
          <w:rFonts w:ascii="Verdana" w:hAnsi="Verdana"/>
          <w:sz w:val="18"/>
        </w:rPr>
        <w:fldChar w:fldCharType="end"/>
      </w:r>
      <w:permEnd w:id="978333062"/>
    </w:p>
    <w:p w14:paraId="37DA458C" w14:textId="77777777" w:rsidR="00FD113F" w:rsidRPr="00CE416E" w:rsidRDefault="00FD113F">
      <w:pPr>
        <w:rPr>
          <w:rFonts w:ascii="Verdana" w:hAnsi="Verdana"/>
        </w:rPr>
      </w:pPr>
    </w:p>
    <w:p w14:paraId="4DF7A2C2" w14:textId="4D084CF9" w:rsidR="00A75763" w:rsidRPr="0004317B" w:rsidRDefault="00A75763" w:rsidP="00202D24">
      <w:pPr>
        <w:pStyle w:val="Level2"/>
      </w:pPr>
      <w:r w:rsidRPr="0004317B">
        <w:t>Deinstallierbarkeit</w:t>
      </w:r>
    </w:p>
    <w:p w14:paraId="069081FE" w14:textId="501E62A8" w:rsidR="00FD5F7E" w:rsidRPr="001A63F5" w:rsidRDefault="00591606">
      <w:pPr>
        <w:rPr>
          <w:rFonts w:ascii="Verdana" w:hAnsi="Verdana"/>
          <w:sz w:val="20"/>
        </w:rPr>
      </w:pPr>
      <w:r w:rsidRPr="001A63F5">
        <w:rPr>
          <w:rFonts w:ascii="Verdana" w:hAnsi="Verdana"/>
          <w:sz w:val="20"/>
        </w:rPr>
        <w:t xml:space="preserve">Der Antragsteller erklärt die Einhaltung der Anforderungen </w:t>
      </w:r>
      <w:r w:rsidR="0024289D" w:rsidRPr="001A63F5">
        <w:rPr>
          <w:rFonts w:ascii="Verdana" w:hAnsi="Verdana"/>
          <w:sz w:val="20"/>
        </w:rPr>
        <w:t xml:space="preserve">bezüglich der Deinstallierbarkeit gemäß </w:t>
      </w:r>
      <w:r w:rsidR="0024289D" w:rsidRPr="00914334">
        <w:rPr>
          <w:rFonts w:ascii="Verdana" w:hAnsi="Verdana"/>
          <w:b/>
          <w:sz w:val="20"/>
        </w:rPr>
        <w:t>3.1.3.4</w:t>
      </w:r>
      <w:r w:rsidR="0024289D" w:rsidRPr="001A63F5">
        <w:rPr>
          <w:rFonts w:ascii="Verdana" w:hAnsi="Verdana"/>
          <w:sz w:val="20"/>
        </w:rPr>
        <w:t xml:space="preserve"> der Vergabekriterien und markiert die entsprechenden Stellen in Anlage 6</w:t>
      </w:r>
      <w:r w:rsidRPr="001A63F5">
        <w:rPr>
          <w:rFonts w:ascii="Verdana" w:hAnsi="Verdana"/>
          <w:sz w:val="20"/>
        </w:rPr>
        <w:t xml:space="preserve">. </w:t>
      </w:r>
    </w:p>
    <w:p w14:paraId="2F77CC55" w14:textId="77777777" w:rsidR="00695489" w:rsidRPr="001A63F5" w:rsidRDefault="00591606">
      <w:pPr>
        <w:rPr>
          <w:rFonts w:ascii="Verdana" w:hAnsi="Verdana"/>
          <w:sz w:val="20"/>
        </w:rPr>
      </w:pPr>
      <w:r w:rsidRPr="001A63F5">
        <w:rPr>
          <w:rFonts w:ascii="Verdana" w:hAnsi="Verdana"/>
          <w:sz w:val="20"/>
        </w:rPr>
        <w:t xml:space="preserve">Die Auditor*in bestätigt, dass </w:t>
      </w:r>
      <w:r w:rsidR="00FD5F7E" w:rsidRPr="001A63F5">
        <w:rPr>
          <w:rFonts w:ascii="Verdana" w:hAnsi="Verdana"/>
          <w:sz w:val="20"/>
        </w:rPr>
        <w:t>die</w:t>
      </w:r>
      <w:r w:rsidRPr="001A63F5">
        <w:rPr>
          <w:rFonts w:ascii="Verdana" w:hAnsi="Verdana"/>
          <w:sz w:val="20"/>
        </w:rPr>
        <w:t xml:space="preserve"> Beschreibung </w:t>
      </w:r>
      <w:r w:rsidR="00FD5F7E" w:rsidRPr="001A63F5">
        <w:rPr>
          <w:rFonts w:ascii="Verdana" w:hAnsi="Verdana"/>
          <w:sz w:val="20"/>
        </w:rPr>
        <w:t xml:space="preserve">zur Deinstallation </w:t>
      </w:r>
      <w:r w:rsidRPr="001A63F5">
        <w:rPr>
          <w:rFonts w:ascii="Verdana" w:hAnsi="Verdana"/>
          <w:sz w:val="20"/>
        </w:rPr>
        <w:t xml:space="preserve">verständlich </w:t>
      </w:r>
    </w:p>
    <w:p w14:paraId="1A62361D" w14:textId="26CB2D69" w:rsidR="00695489" w:rsidRPr="001A63F5" w:rsidRDefault="00591606">
      <w:pPr>
        <w:rPr>
          <w:rFonts w:ascii="Verdana" w:hAnsi="Verdana"/>
          <w:sz w:val="20"/>
        </w:rPr>
      </w:pPr>
      <w:r w:rsidRPr="001A63F5">
        <w:rPr>
          <w:rFonts w:ascii="Verdana" w:hAnsi="Verdana"/>
          <w:sz w:val="20"/>
        </w:rPr>
        <w:t>ist.</w:t>
      </w:r>
    </w:p>
    <w:p w14:paraId="0A2A868D" w14:textId="30F9E591" w:rsidR="00695489" w:rsidRPr="001A63F5" w:rsidRDefault="00695489" w:rsidP="00695489">
      <w:pPr>
        <w:rPr>
          <w:rFonts w:ascii="Verdana" w:hAnsi="Verdana"/>
          <w:sz w:val="20"/>
        </w:rPr>
      </w:pPr>
      <w:r w:rsidRPr="001A63F5">
        <w:rPr>
          <w:rFonts w:ascii="Verdana" w:hAnsi="Verdana"/>
          <w:sz w:val="20"/>
        </w:rPr>
        <w:t xml:space="preserve">Die </w:t>
      </w:r>
      <w:r w:rsidR="00C43B22">
        <w:rPr>
          <w:rFonts w:ascii="Verdana" w:hAnsi="Verdana"/>
          <w:sz w:val="20"/>
        </w:rPr>
        <w:t xml:space="preserve">Einhaltung der Anforderungen wird </w:t>
      </w:r>
      <w:permStart w:id="1292850003" w:edGrp="everyone"/>
      <w:sdt>
        <w:sdtPr>
          <w:rPr>
            <w:rFonts w:ascii="Verdana" w:hAnsi="Verdana"/>
            <w:b/>
            <w:bCs/>
            <w:sz w:val="20"/>
          </w:rPr>
          <w:id w:val="1736206540"/>
          <w:placeholder>
            <w:docPart w:val="CF561D6053EB433080B4B7D0F381CA42"/>
          </w:placeholder>
          <w:showingPlcHdr/>
          <w:dropDownList>
            <w:listItem w:value="Wählen Sie ein Element aus."/>
            <w:listItem w:displayText="bestätigt" w:value="bestätigt"/>
            <w:listItem w:displayText="nicht bestätigt" w:value="nicht bestätigt"/>
          </w:dropDownList>
        </w:sdtPr>
        <w:sdtEndPr/>
        <w:sdtContent>
          <w:r w:rsidR="00C43B22" w:rsidRPr="00DE107A">
            <w:rPr>
              <w:rStyle w:val="Platzhaltertext"/>
              <w:b/>
            </w:rPr>
            <w:t>Wählen Sie ein Element aus.</w:t>
          </w:r>
        </w:sdtContent>
      </w:sdt>
      <w:permEnd w:id="1292850003"/>
      <w:r w:rsidR="00C43B22" w:rsidRPr="00B55340">
        <w:rPr>
          <w:rFonts w:ascii="Verdana" w:hAnsi="Verdana"/>
          <w:sz w:val="20"/>
        </w:rPr>
        <w:t xml:space="preserve"> </w:t>
      </w:r>
      <w:r w:rsidR="00C43B22">
        <w:rPr>
          <w:rFonts w:ascii="Verdana" w:hAnsi="Verdana"/>
          <w:sz w:val="20"/>
        </w:rPr>
        <w:t>und die Beschreibung ist</w:t>
      </w:r>
      <w:r w:rsidRPr="001A63F5">
        <w:rPr>
          <w:rFonts w:ascii="Verdana" w:hAnsi="Verdana"/>
          <w:sz w:val="20"/>
        </w:rPr>
        <w:t xml:space="preserve"> </w:t>
      </w:r>
      <w:permStart w:id="1342206304" w:edGrp="everyone"/>
      <w:sdt>
        <w:sdtPr>
          <w:rPr>
            <w:rFonts w:ascii="Verdana" w:hAnsi="Verdana"/>
            <w:b/>
            <w:sz w:val="20"/>
          </w:rPr>
          <w:id w:val="-645206814"/>
          <w:placeholder>
            <w:docPart w:val="7945837EA19E483A9AF11F291FA4B96D"/>
          </w:placeholder>
          <w:showingPlcHdr/>
          <w:dropDownList>
            <w:listItem w:value="Wählen Sie ein Element aus"/>
            <w:listItem w:displayText="verständlich." w:value="verständlich."/>
            <w:listItem w:displayText="unverständlich." w:value="unverständlich."/>
          </w:dropDownList>
        </w:sdtPr>
        <w:sdtEndPr/>
        <w:sdtContent>
          <w:r w:rsidR="00C43B22" w:rsidRPr="00D7649D">
            <w:rPr>
              <w:rStyle w:val="Platzhaltertext"/>
            </w:rPr>
            <w:t>Wählen Sie ein Element aus.</w:t>
          </w:r>
        </w:sdtContent>
      </w:sdt>
      <w:permEnd w:id="1342206304"/>
    </w:p>
    <w:p w14:paraId="1C7886E6" w14:textId="2CDFA172" w:rsidR="00695489" w:rsidRPr="001A63F5" w:rsidRDefault="00F5539E" w:rsidP="00695489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Anmerkung</w:t>
      </w:r>
      <w:r w:rsidR="00695489" w:rsidRPr="001A63F5">
        <w:rPr>
          <w:rFonts w:ascii="Verdana" w:hAnsi="Verdana"/>
          <w:sz w:val="20"/>
        </w:rPr>
        <w:t>:</w:t>
      </w:r>
      <w:r w:rsidR="001D4025">
        <w:rPr>
          <w:rFonts w:ascii="Verdana" w:hAnsi="Verdana"/>
          <w:sz w:val="20"/>
        </w:rPr>
        <w:t xml:space="preserve"> </w:t>
      </w:r>
      <w:permStart w:id="1408918363" w:edGrp="everyone"/>
      <w:r w:rsidR="001D4025" w:rsidRPr="00972A7B">
        <w:rPr>
          <w:rFonts w:ascii="Verdana" w:hAnsi="Verdana"/>
          <w:sz w:val="18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1D4025" w:rsidRPr="00972A7B">
        <w:rPr>
          <w:rFonts w:ascii="Verdana" w:hAnsi="Verdana"/>
          <w:sz w:val="18"/>
        </w:rPr>
        <w:instrText xml:space="preserve"> FORMTEXT </w:instrText>
      </w:r>
      <w:r w:rsidR="001D4025" w:rsidRPr="00972A7B">
        <w:rPr>
          <w:rFonts w:ascii="Verdana" w:hAnsi="Verdana"/>
          <w:sz w:val="18"/>
        </w:rPr>
      </w:r>
      <w:r w:rsidR="001D4025" w:rsidRPr="00972A7B">
        <w:rPr>
          <w:rFonts w:ascii="Verdana" w:hAnsi="Verdana"/>
          <w:sz w:val="18"/>
        </w:rPr>
        <w:fldChar w:fldCharType="separate"/>
      </w:r>
      <w:r w:rsidR="001D4025" w:rsidRPr="00972A7B">
        <w:rPr>
          <w:rFonts w:ascii="Verdana" w:hAnsi="Verdana"/>
          <w:noProof/>
          <w:sz w:val="18"/>
        </w:rPr>
        <w:t> </w:t>
      </w:r>
      <w:r w:rsidR="001D4025" w:rsidRPr="00972A7B">
        <w:rPr>
          <w:rFonts w:ascii="Verdana" w:hAnsi="Verdana"/>
          <w:noProof/>
          <w:sz w:val="18"/>
        </w:rPr>
        <w:t> </w:t>
      </w:r>
      <w:r w:rsidR="001D4025" w:rsidRPr="00972A7B">
        <w:rPr>
          <w:rFonts w:ascii="Verdana" w:hAnsi="Verdana"/>
          <w:noProof/>
          <w:sz w:val="18"/>
        </w:rPr>
        <w:t> </w:t>
      </w:r>
      <w:r w:rsidR="001D4025" w:rsidRPr="00972A7B">
        <w:rPr>
          <w:rFonts w:ascii="Verdana" w:hAnsi="Verdana"/>
          <w:noProof/>
          <w:sz w:val="18"/>
        </w:rPr>
        <w:t> </w:t>
      </w:r>
      <w:r w:rsidR="001D4025" w:rsidRPr="00972A7B">
        <w:rPr>
          <w:rFonts w:ascii="Verdana" w:hAnsi="Verdana"/>
          <w:noProof/>
          <w:sz w:val="18"/>
        </w:rPr>
        <w:t> </w:t>
      </w:r>
      <w:r w:rsidR="001D4025" w:rsidRPr="00972A7B">
        <w:rPr>
          <w:rFonts w:ascii="Verdana" w:hAnsi="Verdana"/>
          <w:sz w:val="18"/>
        </w:rPr>
        <w:fldChar w:fldCharType="end"/>
      </w:r>
      <w:permEnd w:id="1408918363"/>
    </w:p>
    <w:p w14:paraId="7F4DF53A" w14:textId="77777777" w:rsidR="00695489" w:rsidRPr="00CE416E" w:rsidRDefault="00695489">
      <w:pPr>
        <w:rPr>
          <w:rFonts w:ascii="Verdana" w:hAnsi="Verdana"/>
        </w:rPr>
      </w:pPr>
    </w:p>
    <w:p w14:paraId="1B949564" w14:textId="527DDDD3" w:rsidR="00A75763" w:rsidRPr="0004317B" w:rsidRDefault="00A75763" w:rsidP="00202D24">
      <w:pPr>
        <w:pStyle w:val="Level2"/>
      </w:pPr>
      <w:r w:rsidRPr="0004317B">
        <w:t>Modularität</w:t>
      </w:r>
    </w:p>
    <w:p w14:paraId="46D02B73" w14:textId="1EB16388" w:rsidR="00306CB0" w:rsidRPr="001A63F5" w:rsidRDefault="00591606">
      <w:pPr>
        <w:rPr>
          <w:rFonts w:ascii="Verdana" w:hAnsi="Verdana"/>
          <w:sz w:val="20"/>
        </w:rPr>
      </w:pPr>
      <w:r w:rsidRPr="001A63F5">
        <w:rPr>
          <w:rFonts w:ascii="Verdana" w:hAnsi="Verdana"/>
          <w:sz w:val="20"/>
        </w:rPr>
        <w:t xml:space="preserve">Der Antragsteller erklärt die Einhaltung der Anforderung </w:t>
      </w:r>
      <w:r w:rsidR="00263AEB" w:rsidRPr="001A63F5">
        <w:rPr>
          <w:rFonts w:ascii="Verdana" w:hAnsi="Verdana"/>
          <w:sz w:val="20"/>
        </w:rPr>
        <w:t xml:space="preserve">zur Modularität gemäß </w:t>
      </w:r>
      <w:r w:rsidR="00263AEB" w:rsidRPr="00914334">
        <w:rPr>
          <w:rFonts w:ascii="Verdana" w:hAnsi="Verdana"/>
          <w:b/>
          <w:sz w:val="20"/>
        </w:rPr>
        <w:t>3.1.3.5</w:t>
      </w:r>
      <w:r w:rsidR="00263AEB" w:rsidRPr="001A63F5">
        <w:rPr>
          <w:rFonts w:ascii="Verdana" w:hAnsi="Verdana"/>
          <w:sz w:val="20"/>
        </w:rPr>
        <w:t xml:space="preserve"> der Vergabekriterien.</w:t>
      </w:r>
    </w:p>
    <w:p w14:paraId="0E04ED6C" w14:textId="5B99E11F" w:rsidR="00263AEB" w:rsidRDefault="00591606">
      <w:pPr>
        <w:rPr>
          <w:rFonts w:ascii="Verdana" w:hAnsi="Verdana"/>
          <w:sz w:val="20"/>
        </w:rPr>
      </w:pPr>
      <w:r w:rsidRPr="001A63F5">
        <w:rPr>
          <w:rFonts w:ascii="Verdana" w:hAnsi="Verdana"/>
          <w:sz w:val="20"/>
        </w:rPr>
        <w:t>Die Auditor*in bestätigt, dass die</w:t>
      </w:r>
      <w:r w:rsidR="00660E83" w:rsidRPr="001A63F5">
        <w:rPr>
          <w:rFonts w:ascii="Verdana" w:hAnsi="Verdana"/>
          <w:sz w:val="20"/>
        </w:rPr>
        <w:t xml:space="preserve"> </w:t>
      </w:r>
      <w:r w:rsidRPr="001A63F5">
        <w:rPr>
          <w:rFonts w:ascii="Verdana" w:hAnsi="Verdana"/>
          <w:sz w:val="20"/>
        </w:rPr>
        <w:t xml:space="preserve">Beschreibung </w:t>
      </w:r>
      <w:r w:rsidR="00660E83" w:rsidRPr="001A63F5">
        <w:rPr>
          <w:rFonts w:ascii="Verdana" w:hAnsi="Verdana"/>
          <w:sz w:val="20"/>
        </w:rPr>
        <w:t xml:space="preserve">zur Modularität </w:t>
      </w:r>
      <w:r w:rsidRPr="001A63F5">
        <w:rPr>
          <w:rFonts w:ascii="Verdana" w:hAnsi="Verdana"/>
          <w:sz w:val="20"/>
        </w:rPr>
        <w:t>verständlich ist.</w:t>
      </w:r>
    </w:p>
    <w:p w14:paraId="7042B6F5" w14:textId="77777777" w:rsidR="00F611CF" w:rsidRPr="001A63F5" w:rsidRDefault="00F611CF">
      <w:pPr>
        <w:rPr>
          <w:rFonts w:ascii="Verdana" w:hAnsi="Verdana"/>
          <w:sz w:val="20"/>
        </w:rPr>
      </w:pPr>
    </w:p>
    <w:p w14:paraId="6FDB52F1" w14:textId="48158441" w:rsidR="00C43B22" w:rsidRPr="001A63F5" w:rsidRDefault="00C43B22" w:rsidP="00C43B22">
      <w:pPr>
        <w:rPr>
          <w:rFonts w:ascii="Verdana" w:hAnsi="Verdana"/>
          <w:sz w:val="20"/>
        </w:rPr>
      </w:pPr>
      <w:r w:rsidRPr="001A63F5">
        <w:rPr>
          <w:rFonts w:ascii="Verdana" w:hAnsi="Verdana"/>
          <w:sz w:val="20"/>
        </w:rPr>
        <w:t xml:space="preserve">Die </w:t>
      </w:r>
      <w:r>
        <w:rPr>
          <w:rFonts w:ascii="Verdana" w:hAnsi="Verdana"/>
          <w:sz w:val="20"/>
        </w:rPr>
        <w:t xml:space="preserve">Einhaltung der Anforderungen wird </w:t>
      </w:r>
      <w:permStart w:id="505304263" w:edGrp="everyone"/>
      <w:sdt>
        <w:sdtPr>
          <w:rPr>
            <w:rFonts w:ascii="Verdana" w:hAnsi="Verdana"/>
            <w:b/>
            <w:bCs/>
            <w:sz w:val="20"/>
          </w:rPr>
          <w:id w:val="296799401"/>
          <w:placeholder>
            <w:docPart w:val="DDFC565319C54C6B9944D7029C176C1D"/>
          </w:placeholder>
          <w:showingPlcHdr/>
          <w:dropDownList>
            <w:listItem w:value="Wählen Sie ein Element aus."/>
            <w:listItem w:displayText="bestätigt" w:value="bestätigt"/>
            <w:listItem w:displayText="nicht bestätigt" w:value="nicht bestätigt"/>
          </w:dropDownList>
        </w:sdtPr>
        <w:sdtEndPr/>
        <w:sdtContent>
          <w:r w:rsidRPr="00DE107A">
            <w:rPr>
              <w:rStyle w:val="Platzhaltertext"/>
              <w:b/>
            </w:rPr>
            <w:t>Wählen Sie ein Element aus.</w:t>
          </w:r>
        </w:sdtContent>
      </w:sdt>
      <w:permEnd w:id="505304263"/>
      <w:r w:rsidRPr="00B55340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und die Beschreibung ist</w:t>
      </w:r>
      <w:r w:rsidRPr="001A63F5">
        <w:rPr>
          <w:rFonts w:ascii="Verdana" w:hAnsi="Verdana"/>
          <w:sz w:val="20"/>
        </w:rPr>
        <w:t xml:space="preserve"> </w:t>
      </w:r>
      <w:sdt>
        <w:sdtPr>
          <w:rPr>
            <w:rFonts w:ascii="Verdana" w:hAnsi="Verdana"/>
            <w:b/>
            <w:sz w:val="20"/>
          </w:rPr>
          <w:id w:val="-696618509"/>
          <w:placeholder>
            <w:docPart w:val="F6F671F62C6C421A973BBEBC818534B9"/>
          </w:placeholder>
          <w:showingPlcHdr/>
          <w:dropDownList>
            <w:listItem w:value="Wählen Sie ein Element aus"/>
            <w:listItem w:displayText="verständlich." w:value="verständlich."/>
            <w:listItem w:displayText="unverständlich." w:value="unverständlich."/>
          </w:dropDownList>
        </w:sdtPr>
        <w:sdtEndPr/>
        <w:sdtContent>
          <w:permStart w:id="879829014" w:edGrp="everyone"/>
          <w:r w:rsidRPr="00D7649D">
            <w:rPr>
              <w:rStyle w:val="Platzhaltertext"/>
            </w:rPr>
            <w:t>Wählen Sie ein Element aus.</w:t>
          </w:r>
          <w:permEnd w:id="879829014"/>
        </w:sdtContent>
      </w:sdt>
    </w:p>
    <w:p w14:paraId="1C68085D" w14:textId="59339EAF" w:rsidR="00306CB0" w:rsidRPr="001A63F5" w:rsidRDefault="00F5539E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Anmerkung</w:t>
      </w:r>
      <w:r w:rsidR="00263AEB" w:rsidRPr="001A63F5">
        <w:rPr>
          <w:rFonts w:ascii="Verdana" w:hAnsi="Verdana"/>
          <w:sz w:val="20"/>
        </w:rPr>
        <w:t xml:space="preserve">: </w:t>
      </w:r>
      <w:permStart w:id="287580218" w:edGrp="everyone"/>
      <w:r w:rsidR="001D4025" w:rsidRPr="00972A7B">
        <w:rPr>
          <w:rFonts w:ascii="Verdana" w:hAnsi="Verdana"/>
          <w:sz w:val="18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1D4025" w:rsidRPr="00972A7B">
        <w:rPr>
          <w:rFonts w:ascii="Verdana" w:hAnsi="Verdana"/>
          <w:sz w:val="18"/>
        </w:rPr>
        <w:instrText xml:space="preserve"> FORMTEXT </w:instrText>
      </w:r>
      <w:r w:rsidR="001D4025" w:rsidRPr="00972A7B">
        <w:rPr>
          <w:rFonts w:ascii="Verdana" w:hAnsi="Verdana"/>
          <w:sz w:val="18"/>
        </w:rPr>
      </w:r>
      <w:r w:rsidR="001D4025" w:rsidRPr="00972A7B">
        <w:rPr>
          <w:rFonts w:ascii="Verdana" w:hAnsi="Verdana"/>
          <w:sz w:val="18"/>
        </w:rPr>
        <w:fldChar w:fldCharType="separate"/>
      </w:r>
      <w:r w:rsidR="001D4025" w:rsidRPr="00972A7B">
        <w:rPr>
          <w:rFonts w:ascii="Verdana" w:hAnsi="Verdana"/>
          <w:noProof/>
          <w:sz w:val="18"/>
        </w:rPr>
        <w:t> </w:t>
      </w:r>
      <w:r w:rsidR="001D4025" w:rsidRPr="00972A7B">
        <w:rPr>
          <w:rFonts w:ascii="Verdana" w:hAnsi="Verdana"/>
          <w:noProof/>
          <w:sz w:val="18"/>
        </w:rPr>
        <w:t> </w:t>
      </w:r>
      <w:r w:rsidR="001D4025" w:rsidRPr="00972A7B">
        <w:rPr>
          <w:rFonts w:ascii="Verdana" w:hAnsi="Verdana"/>
          <w:noProof/>
          <w:sz w:val="18"/>
        </w:rPr>
        <w:t> </w:t>
      </w:r>
      <w:r w:rsidR="001D4025" w:rsidRPr="00972A7B">
        <w:rPr>
          <w:rFonts w:ascii="Verdana" w:hAnsi="Verdana"/>
          <w:noProof/>
          <w:sz w:val="18"/>
        </w:rPr>
        <w:t> </w:t>
      </w:r>
      <w:r w:rsidR="001D4025" w:rsidRPr="00972A7B">
        <w:rPr>
          <w:rFonts w:ascii="Verdana" w:hAnsi="Verdana"/>
          <w:noProof/>
          <w:sz w:val="18"/>
        </w:rPr>
        <w:t> </w:t>
      </w:r>
      <w:r w:rsidR="001D4025" w:rsidRPr="00972A7B">
        <w:rPr>
          <w:rFonts w:ascii="Verdana" w:hAnsi="Verdana"/>
          <w:sz w:val="18"/>
        </w:rPr>
        <w:fldChar w:fldCharType="end"/>
      </w:r>
      <w:permEnd w:id="287580218"/>
    </w:p>
    <w:p w14:paraId="7F5C4CBC" w14:textId="77777777" w:rsidR="00306CB0" w:rsidRPr="00CE416E" w:rsidRDefault="00306CB0">
      <w:pPr>
        <w:rPr>
          <w:rFonts w:ascii="Verdana" w:hAnsi="Verdana"/>
        </w:rPr>
      </w:pPr>
    </w:p>
    <w:p w14:paraId="185398AE" w14:textId="41B3BAAC" w:rsidR="00A75763" w:rsidRPr="0004317B" w:rsidRDefault="00A75763" w:rsidP="00202D24">
      <w:pPr>
        <w:pStyle w:val="Level2"/>
      </w:pPr>
      <w:r w:rsidRPr="0004317B">
        <w:t>Werbefreiheit und Vermeidung von Tracking</w:t>
      </w:r>
    </w:p>
    <w:p w14:paraId="3AF30322" w14:textId="516EB20C" w:rsidR="00C15343" w:rsidRPr="001A63F5" w:rsidRDefault="00591606">
      <w:pPr>
        <w:rPr>
          <w:rFonts w:ascii="Verdana" w:hAnsi="Verdana"/>
          <w:sz w:val="20"/>
        </w:rPr>
      </w:pPr>
      <w:r w:rsidRPr="001A63F5">
        <w:rPr>
          <w:rFonts w:ascii="Verdana" w:hAnsi="Verdana"/>
          <w:sz w:val="20"/>
        </w:rPr>
        <w:t>Der Antragsteller erklärt die Einhaltung der Anforderung</w:t>
      </w:r>
      <w:r w:rsidR="00B77F61" w:rsidRPr="001A63F5">
        <w:rPr>
          <w:rFonts w:ascii="Verdana" w:hAnsi="Verdana"/>
          <w:sz w:val="20"/>
        </w:rPr>
        <w:t xml:space="preserve"> zur Werbefreiheit und Vermeidung von Tracking</w:t>
      </w:r>
      <w:r w:rsidR="00C15343" w:rsidRPr="001A63F5">
        <w:rPr>
          <w:rFonts w:ascii="Verdana" w:hAnsi="Verdana"/>
          <w:sz w:val="20"/>
        </w:rPr>
        <w:t xml:space="preserve"> gemäß </w:t>
      </w:r>
      <w:r w:rsidR="00C15343" w:rsidRPr="001E41B6">
        <w:rPr>
          <w:rFonts w:ascii="Verdana" w:hAnsi="Verdana"/>
          <w:b/>
          <w:sz w:val="20"/>
        </w:rPr>
        <w:t>3.1.3.6</w:t>
      </w:r>
      <w:r w:rsidR="00C15343" w:rsidRPr="001A63F5">
        <w:rPr>
          <w:rFonts w:ascii="Verdana" w:hAnsi="Verdana"/>
          <w:sz w:val="20"/>
        </w:rPr>
        <w:t xml:space="preserve"> der Vergabekriterien</w:t>
      </w:r>
      <w:r w:rsidRPr="001A63F5">
        <w:rPr>
          <w:rFonts w:ascii="Verdana" w:hAnsi="Verdana"/>
          <w:sz w:val="20"/>
        </w:rPr>
        <w:t>.</w:t>
      </w:r>
    </w:p>
    <w:p w14:paraId="5A14FAF0" w14:textId="2FB375CD" w:rsidR="00A75763" w:rsidRPr="001A63F5" w:rsidRDefault="00591606">
      <w:pPr>
        <w:rPr>
          <w:rFonts w:ascii="Verdana" w:hAnsi="Verdana"/>
          <w:sz w:val="20"/>
        </w:rPr>
      </w:pPr>
      <w:r w:rsidRPr="001A63F5">
        <w:rPr>
          <w:rFonts w:ascii="Verdana" w:hAnsi="Verdana"/>
          <w:sz w:val="20"/>
        </w:rPr>
        <w:t>Die Auditor*in bestätigt die Werbe- und Tracking-Freiheit oder bei der Inanspruchnahme einer Ausnahme deren Zulässigkeit und deren Dokumentation.</w:t>
      </w:r>
    </w:p>
    <w:p w14:paraId="598AF7B4" w14:textId="77777777" w:rsidR="00D95022" w:rsidRDefault="00C15343" w:rsidP="00C15343">
      <w:pPr>
        <w:rPr>
          <w:rFonts w:ascii="Verdana" w:hAnsi="Verdana"/>
          <w:sz w:val="20"/>
        </w:rPr>
      </w:pPr>
      <w:r w:rsidRPr="001A63F5">
        <w:rPr>
          <w:rFonts w:ascii="Verdana" w:hAnsi="Verdana"/>
          <w:sz w:val="20"/>
        </w:rPr>
        <w:lastRenderedPageBreak/>
        <w:t xml:space="preserve">Die </w:t>
      </w:r>
      <w:r w:rsidR="00D95022">
        <w:rPr>
          <w:rFonts w:ascii="Verdana" w:hAnsi="Verdana"/>
          <w:sz w:val="20"/>
        </w:rPr>
        <w:t xml:space="preserve">Einhaltung der </w:t>
      </w:r>
      <w:r w:rsidRPr="001A63F5">
        <w:rPr>
          <w:rFonts w:ascii="Verdana" w:hAnsi="Verdana"/>
          <w:sz w:val="20"/>
        </w:rPr>
        <w:t xml:space="preserve">Anforderungen </w:t>
      </w:r>
      <w:r w:rsidR="00D95022">
        <w:rPr>
          <w:rFonts w:ascii="Verdana" w:hAnsi="Verdana"/>
          <w:sz w:val="20"/>
        </w:rPr>
        <w:t xml:space="preserve">wird </w:t>
      </w:r>
      <w:permStart w:id="675296710" w:edGrp="everyone"/>
      <w:sdt>
        <w:sdtPr>
          <w:rPr>
            <w:rFonts w:ascii="Verdana" w:hAnsi="Verdana"/>
            <w:b/>
            <w:bCs/>
            <w:sz w:val="20"/>
          </w:rPr>
          <w:id w:val="-861430383"/>
          <w:placeholder>
            <w:docPart w:val="41489FC63A3247978C11B6C69D2C22CD"/>
          </w:placeholder>
          <w:showingPlcHdr/>
          <w:dropDownList>
            <w:listItem w:value="Wählen Sie ein Element aus."/>
            <w:listItem w:displayText="bestätigt." w:value="bestätigt."/>
            <w:listItem w:displayText="nicht bestätigt." w:value="nicht bestätigt."/>
          </w:dropDownList>
        </w:sdtPr>
        <w:sdtEndPr/>
        <w:sdtContent>
          <w:r w:rsidR="00D95022" w:rsidRPr="00DE107A">
            <w:rPr>
              <w:rStyle w:val="Platzhaltertext"/>
              <w:b/>
            </w:rPr>
            <w:t>Wählen Sie ein Element aus.</w:t>
          </w:r>
        </w:sdtContent>
      </w:sdt>
      <w:permEnd w:id="675296710"/>
    </w:p>
    <w:p w14:paraId="4BF501C1" w14:textId="50A827E7" w:rsidR="00C15343" w:rsidRPr="001A63F5" w:rsidRDefault="00D95022" w:rsidP="00C15343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Es wird von der Ausnahmeregelung </w:t>
      </w:r>
      <w:sdt>
        <w:sdtPr>
          <w:rPr>
            <w:rFonts w:ascii="Verdana" w:hAnsi="Verdana"/>
            <w:b/>
            <w:bCs/>
            <w:sz w:val="20"/>
          </w:rPr>
          <w:id w:val="-1307698742"/>
          <w:placeholder>
            <w:docPart w:val="DefaultPlaceholder_-1854013438"/>
          </w:placeholder>
          <w:showingPlcHdr/>
          <w:dropDownList>
            <w:listItem w:value="Wählen Sie ein Element aus."/>
            <w:listItem w:displayText="Gebrauch gemacht." w:value="Gebrauch gemacht."/>
            <w:listItem w:displayText="kein Gebrauch gemacht." w:value="kein Gebrauch gemacht."/>
          </w:dropDownList>
        </w:sdtPr>
        <w:sdtEndPr/>
        <w:sdtContent>
          <w:permStart w:id="619138754" w:edGrp="everyone"/>
          <w:r w:rsidRPr="00D95022">
            <w:rPr>
              <w:rStyle w:val="Platzhaltertext"/>
              <w:b/>
              <w:bCs/>
            </w:rPr>
            <w:t>Wählen Sie ein Element aus.</w:t>
          </w:r>
          <w:permEnd w:id="619138754"/>
        </w:sdtContent>
      </w:sdt>
    </w:p>
    <w:p w14:paraId="590C075A" w14:textId="4CE32274" w:rsidR="00B77F61" w:rsidRPr="001A63F5" w:rsidRDefault="00F5539E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Anmerkung</w:t>
      </w:r>
      <w:r w:rsidR="0095506F" w:rsidRPr="001A63F5">
        <w:rPr>
          <w:rFonts w:ascii="Verdana" w:hAnsi="Verdana"/>
          <w:sz w:val="20"/>
        </w:rPr>
        <w:t>:</w:t>
      </w:r>
      <w:r w:rsidR="00416F7B" w:rsidRPr="001A63F5">
        <w:rPr>
          <w:rFonts w:ascii="Verdana" w:hAnsi="Verdana"/>
          <w:sz w:val="20"/>
        </w:rPr>
        <w:t xml:space="preserve"> </w:t>
      </w:r>
      <w:permStart w:id="723610768" w:edGrp="everyone"/>
      <w:r w:rsidR="001D4025" w:rsidRPr="00972A7B">
        <w:rPr>
          <w:rFonts w:ascii="Verdana" w:hAnsi="Verdana"/>
          <w:sz w:val="18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1D4025" w:rsidRPr="00972A7B">
        <w:rPr>
          <w:rFonts w:ascii="Verdana" w:hAnsi="Verdana"/>
          <w:sz w:val="18"/>
        </w:rPr>
        <w:instrText xml:space="preserve"> FORMTEXT </w:instrText>
      </w:r>
      <w:r w:rsidR="001D4025" w:rsidRPr="00972A7B">
        <w:rPr>
          <w:rFonts w:ascii="Verdana" w:hAnsi="Verdana"/>
          <w:sz w:val="18"/>
        </w:rPr>
      </w:r>
      <w:r w:rsidR="001D4025" w:rsidRPr="00972A7B">
        <w:rPr>
          <w:rFonts w:ascii="Verdana" w:hAnsi="Verdana"/>
          <w:sz w:val="18"/>
        </w:rPr>
        <w:fldChar w:fldCharType="separate"/>
      </w:r>
      <w:r w:rsidR="001D4025" w:rsidRPr="00972A7B">
        <w:rPr>
          <w:rFonts w:ascii="Verdana" w:hAnsi="Verdana"/>
          <w:noProof/>
          <w:sz w:val="18"/>
        </w:rPr>
        <w:t> </w:t>
      </w:r>
      <w:r w:rsidR="001D4025" w:rsidRPr="00972A7B">
        <w:rPr>
          <w:rFonts w:ascii="Verdana" w:hAnsi="Verdana"/>
          <w:noProof/>
          <w:sz w:val="18"/>
        </w:rPr>
        <w:t> </w:t>
      </w:r>
      <w:r w:rsidR="001D4025" w:rsidRPr="00972A7B">
        <w:rPr>
          <w:rFonts w:ascii="Verdana" w:hAnsi="Verdana"/>
          <w:noProof/>
          <w:sz w:val="18"/>
        </w:rPr>
        <w:t> </w:t>
      </w:r>
      <w:r w:rsidR="001D4025" w:rsidRPr="00972A7B">
        <w:rPr>
          <w:rFonts w:ascii="Verdana" w:hAnsi="Verdana"/>
          <w:noProof/>
          <w:sz w:val="18"/>
        </w:rPr>
        <w:t> </w:t>
      </w:r>
      <w:r w:rsidR="001D4025" w:rsidRPr="00972A7B">
        <w:rPr>
          <w:rFonts w:ascii="Verdana" w:hAnsi="Verdana"/>
          <w:noProof/>
          <w:sz w:val="18"/>
        </w:rPr>
        <w:t> </w:t>
      </w:r>
      <w:r w:rsidR="001D4025" w:rsidRPr="00972A7B">
        <w:rPr>
          <w:rFonts w:ascii="Verdana" w:hAnsi="Verdana"/>
          <w:sz w:val="18"/>
        </w:rPr>
        <w:fldChar w:fldCharType="end"/>
      </w:r>
      <w:permEnd w:id="723610768"/>
    </w:p>
    <w:p w14:paraId="71EBBE13" w14:textId="77777777" w:rsidR="00A75763" w:rsidRPr="00CE416E" w:rsidRDefault="00A75763">
      <w:pPr>
        <w:rPr>
          <w:rFonts w:ascii="Verdana" w:hAnsi="Verdana"/>
        </w:rPr>
      </w:pPr>
    </w:p>
    <w:p w14:paraId="7BE7C686" w14:textId="270D3C37" w:rsidR="00A75763" w:rsidRPr="0004317B" w:rsidRDefault="00A75763" w:rsidP="00202D24">
      <w:pPr>
        <w:pStyle w:val="Level2"/>
      </w:pPr>
      <w:r w:rsidRPr="0004317B">
        <w:t>Dokumentation des Softwareprodukts</w:t>
      </w:r>
    </w:p>
    <w:p w14:paraId="43C53662" w14:textId="760A4B26" w:rsidR="00A75763" w:rsidRPr="001A63F5" w:rsidRDefault="00C77C67">
      <w:pPr>
        <w:rPr>
          <w:rFonts w:ascii="Verdana" w:hAnsi="Verdana"/>
          <w:sz w:val="20"/>
        </w:rPr>
      </w:pPr>
      <w:r w:rsidRPr="001A63F5">
        <w:rPr>
          <w:rFonts w:ascii="Verdana" w:hAnsi="Verdana"/>
          <w:sz w:val="20"/>
        </w:rPr>
        <w:t xml:space="preserve">Der Antragsteller erklärt die Einhaltung der Anforderungen bezüglich der Dokumentation des Softwareprodukts gemäß </w:t>
      </w:r>
      <w:r w:rsidRPr="001E41B6">
        <w:rPr>
          <w:rFonts w:ascii="Verdana" w:hAnsi="Verdana"/>
          <w:b/>
          <w:sz w:val="20"/>
        </w:rPr>
        <w:t>3.1.3.7</w:t>
      </w:r>
      <w:r w:rsidRPr="001A63F5">
        <w:rPr>
          <w:rFonts w:ascii="Verdana" w:hAnsi="Verdana"/>
          <w:sz w:val="20"/>
        </w:rPr>
        <w:t xml:space="preserve"> der Vergabekriterien. </w:t>
      </w:r>
    </w:p>
    <w:p w14:paraId="62409EA6" w14:textId="77777777" w:rsidR="00B77F61" w:rsidRPr="001A63F5" w:rsidRDefault="00B77F61">
      <w:pPr>
        <w:rPr>
          <w:rFonts w:ascii="Verdana" w:hAnsi="Verdana"/>
          <w:sz w:val="20"/>
        </w:rPr>
      </w:pPr>
    </w:p>
    <w:p w14:paraId="1E2B0545" w14:textId="253CE2CE" w:rsidR="00C77C67" w:rsidRPr="001A63F5" w:rsidRDefault="00C77C67" w:rsidP="00C77C67">
      <w:pPr>
        <w:rPr>
          <w:rFonts w:ascii="Verdana" w:hAnsi="Verdana"/>
          <w:sz w:val="20"/>
        </w:rPr>
      </w:pPr>
      <w:r w:rsidRPr="001A63F5">
        <w:rPr>
          <w:rFonts w:ascii="Verdana" w:hAnsi="Verdana"/>
          <w:sz w:val="20"/>
        </w:rPr>
        <w:t>Die Angaben entsprechen denen aus dem folgenden Dokument (Anlage</w:t>
      </w:r>
      <w:r w:rsidR="00B9374A" w:rsidRPr="001A63F5">
        <w:rPr>
          <w:rFonts w:ascii="Verdana" w:hAnsi="Verdana"/>
          <w:sz w:val="20"/>
        </w:rPr>
        <w:t xml:space="preserve"> </w:t>
      </w:r>
      <w:r w:rsidRPr="001A63F5">
        <w:rPr>
          <w:rFonts w:ascii="Verdana" w:hAnsi="Verdana"/>
          <w:sz w:val="20"/>
        </w:rPr>
        <w:t>7):</w:t>
      </w:r>
    </w:p>
    <w:p w14:paraId="52D93586" w14:textId="0F133766" w:rsidR="00C77C67" w:rsidRPr="001A63F5" w:rsidRDefault="0095778B" w:rsidP="00C77C67">
      <w:pPr>
        <w:rPr>
          <w:rFonts w:ascii="Verdana" w:hAnsi="Verdana"/>
          <w:i/>
          <w:sz w:val="20"/>
        </w:rPr>
      </w:pPr>
      <w:r w:rsidRPr="001A63F5">
        <w:rPr>
          <w:rFonts w:ascii="Verdana" w:hAnsi="Verdana"/>
          <w:b/>
          <w:sz w:val="20"/>
        </w:rPr>
        <w:t xml:space="preserve">Anlage 7: </w:t>
      </w:r>
      <w:permStart w:id="947010341" w:edGrp="everyone"/>
      <w:sdt>
        <w:sdtPr>
          <w:rPr>
            <w:rFonts w:ascii="Verdana" w:hAnsi="Verdana"/>
            <w:i/>
            <w:sz w:val="20"/>
          </w:rPr>
          <w:id w:val="-204874733"/>
          <w:placeholder>
            <w:docPart w:val="885B66F46CBE4E94B49AC5BD36274FBD"/>
          </w:placeholder>
        </w:sdtPr>
        <w:sdtEndPr/>
        <w:sdtContent>
          <w:r w:rsidR="00C77C67" w:rsidRPr="001A63F5">
            <w:rPr>
              <w:rFonts w:ascii="Verdana" w:hAnsi="Verdana"/>
              <w:i/>
              <w:sz w:val="20"/>
            </w:rPr>
            <w:t>Geben Sie hier den Dateinamen Ihrer Anlage 7 ein</w:t>
          </w:r>
        </w:sdtContent>
      </w:sdt>
      <w:permEnd w:id="947010341"/>
    </w:p>
    <w:p w14:paraId="29329D95" w14:textId="77777777" w:rsidR="00C77C67" w:rsidRPr="001A63F5" w:rsidRDefault="00C77C67">
      <w:pPr>
        <w:rPr>
          <w:rFonts w:ascii="Verdana" w:hAnsi="Verdana"/>
          <w:sz w:val="20"/>
        </w:rPr>
      </w:pPr>
    </w:p>
    <w:p w14:paraId="08BB34F3" w14:textId="7E415FC3" w:rsidR="00B9374A" w:rsidRPr="001A63F5" w:rsidRDefault="00B9374A" w:rsidP="00B9374A">
      <w:pPr>
        <w:rPr>
          <w:rFonts w:ascii="Verdana" w:hAnsi="Verdana"/>
          <w:sz w:val="20"/>
        </w:rPr>
      </w:pPr>
      <w:r w:rsidRPr="001A63F5">
        <w:rPr>
          <w:rFonts w:ascii="Verdana" w:hAnsi="Verdana"/>
          <w:sz w:val="20"/>
        </w:rPr>
        <w:t xml:space="preserve">Die </w:t>
      </w:r>
      <w:r w:rsidR="00FB01AD">
        <w:rPr>
          <w:rFonts w:ascii="Verdana" w:hAnsi="Verdana"/>
          <w:sz w:val="20"/>
        </w:rPr>
        <w:t xml:space="preserve">Einhaltung der Anforderungen wird </w:t>
      </w:r>
      <w:permStart w:id="1811816475" w:edGrp="everyone"/>
      <w:sdt>
        <w:sdtPr>
          <w:rPr>
            <w:rFonts w:ascii="Verdana" w:hAnsi="Verdana"/>
            <w:b/>
            <w:bCs/>
            <w:sz w:val="20"/>
          </w:rPr>
          <w:id w:val="481204540"/>
          <w:placeholder>
            <w:docPart w:val="3A6038019F7E4386BCC088D3B90CB7C2"/>
          </w:placeholder>
          <w:showingPlcHdr/>
          <w:dropDownList>
            <w:listItem w:value="Wählen Sie ein Element aus."/>
            <w:listItem w:displayText="bestätigt" w:value="bestätigt"/>
            <w:listItem w:displayText="nicht bestätigt" w:value="nicht bestätigt"/>
          </w:dropDownList>
        </w:sdtPr>
        <w:sdtEndPr/>
        <w:sdtContent>
          <w:r w:rsidR="00FB01AD" w:rsidRPr="00DE107A">
            <w:rPr>
              <w:rStyle w:val="Platzhaltertext"/>
              <w:b/>
            </w:rPr>
            <w:t>Wählen Sie ein Element aus.</w:t>
          </w:r>
        </w:sdtContent>
      </w:sdt>
      <w:permEnd w:id="1811816475"/>
      <w:r w:rsidR="00FB01AD" w:rsidRPr="001A63F5">
        <w:rPr>
          <w:rFonts w:ascii="Verdana" w:hAnsi="Verdana"/>
          <w:sz w:val="20"/>
        </w:rPr>
        <w:t xml:space="preserve"> </w:t>
      </w:r>
      <w:r w:rsidR="00FB01AD">
        <w:rPr>
          <w:rFonts w:ascii="Verdana" w:hAnsi="Verdana"/>
          <w:sz w:val="20"/>
        </w:rPr>
        <w:t xml:space="preserve">und die </w:t>
      </w:r>
      <w:r w:rsidRPr="001A63F5">
        <w:rPr>
          <w:rFonts w:ascii="Verdana" w:hAnsi="Verdana"/>
          <w:sz w:val="20"/>
        </w:rPr>
        <w:t xml:space="preserve">Angaben sind </w:t>
      </w:r>
      <w:permStart w:id="1989029753" w:edGrp="everyone"/>
      <w:sdt>
        <w:sdtPr>
          <w:rPr>
            <w:rFonts w:ascii="Verdana" w:hAnsi="Verdana"/>
            <w:b/>
            <w:sz w:val="20"/>
          </w:rPr>
          <w:id w:val="231434907"/>
          <w:placeholder>
            <w:docPart w:val="170475AFD35344E98F5E256BDCCF0C5E"/>
          </w:placeholder>
          <w:showingPlcHdr/>
          <w:dropDownList>
            <w:listItem w:value="Wählen Sie ein Element aus"/>
            <w:listItem w:displayText="durch den Auditor als vollständig bestätigt." w:value="durch den Auditor als vollständig bestätigt."/>
            <w:listItem w:displayText="unvollständig" w:value="unvollständig"/>
            <w:listItem w:displayText="nicht zutreffend" w:value="nicht zutreffend"/>
          </w:dropDownList>
        </w:sdtPr>
        <w:sdtEndPr/>
        <w:sdtContent>
          <w:r w:rsidR="0049563B" w:rsidRPr="0072030B">
            <w:rPr>
              <w:rStyle w:val="Platzhaltertext"/>
              <w:b/>
            </w:rPr>
            <w:t>Wählen Sie ein Element aus.</w:t>
          </w:r>
        </w:sdtContent>
      </w:sdt>
      <w:permEnd w:id="1989029753"/>
    </w:p>
    <w:p w14:paraId="58FC1E5E" w14:textId="3AC9A7C8" w:rsidR="00B9374A" w:rsidRPr="007064CD" w:rsidRDefault="00F5539E" w:rsidP="00B9374A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Anmerkung</w:t>
      </w:r>
      <w:r w:rsidR="00B9374A" w:rsidRPr="001A63F5">
        <w:rPr>
          <w:rFonts w:ascii="Verdana" w:hAnsi="Verdana"/>
          <w:sz w:val="20"/>
        </w:rPr>
        <w:t>:</w:t>
      </w:r>
      <w:r w:rsidR="001D4025" w:rsidRPr="001D4025">
        <w:rPr>
          <w:rFonts w:ascii="Verdana" w:hAnsi="Verdana"/>
          <w:sz w:val="18"/>
        </w:rPr>
        <w:t xml:space="preserve"> </w:t>
      </w:r>
      <w:permStart w:id="1357802818" w:edGrp="everyone"/>
      <w:r w:rsidR="001D4025" w:rsidRPr="00972A7B">
        <w:rPr>
          <w:rFonts w:ascii="Verdana" w:hAnsi="Verdana"/>
          <w:sz w:val="18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1D4025" w:rsidRPr="00972A7B">
        <w:rPr>
          <w:rFonts w:ascii="Verdana" w:hAnsi="Verdana"/>
          <w:sz w:val="18"/>
        </w:rPr>
        <w:instrText xml:space="preserve"> FORMTEXT </w:instrText>
      </w:r>
      <w:r w:rsidR="001D4025" w:rsidRPr="00972A7B">
        <w:rPr>
          <w:rFonts w:ascii="Verdana" w:hAnsi="Verdana"/>
          <w:sz w:val="18"/>
        </w:rPr>
      </w:r>
      <w:r w:rsidR="001D4025" w:rsidRPr="00972A7B">
        <w:rPr>
          <w:rFonts w:ascii="Verdana" w:hAnsi="Verdana"/>
          <w:sz w:val="18"/>
        </w:rPr>
        <w:fldChar w:fldCharType="separate"/>
      </w:r>
      <w:r w:rsidR="001D4025" w:rsidRPr="00972A7B">
        <w:rPr>
          <w:rFonts w:ascii="Verdana" w:hAnsi="Verdana"/>
          <w:noProof/>
          <w:sz w:val="18"/>
        </w:rPr>
        <w:t> </w:t>
      </w:r>
      <w:r w:rsidR="001D4025" w:rsidRPr="00972A7B">
        <w:rPr>
          <w:rFonts w:ascii="Verdana" w:hAnsi="Verdana"/>
          <w:noProof/>
          <w:sz w:val="18"/>
        </w:rPr>
        <w:t> </w:t>
      </w:r>
      <w:r w:rsidR="001D4025" w:rsidRPr="00972A7B">
        <w:rPr>
          <w:rFonts w:ascii="Verdana" w:hAnsi="Verdana"/>
          <w:noProof/>
          <w:sz w:val="18"/>
        </w:rPr>
        <w:t> </w:t>
      </w:r>
      <w:r w:rsidR="001D4025" w:rsidRPr="00972A7B">
        <w:rPr>
          <w:rFonts w:ascii="Verdana" w:hAnsi="Verdana"/>
          <w:noProof/>
          <w:sz w:val="18"/>
        </w:rPr>
        <w:t> </w:t>
      </w:r>
      <w:r w:rsidR="001D4025" w:rsidRPr="00972A7B">
        <w:rPr>
          <w:rFonts w:ascii="Verdana" w:hAnsi="Verdana"/>
          <w:noProof/>
          <w:sz w:val="18"/>
        </w:rPr>
        <w:t> </w:t>
      </w:r>
      <w:r w:rsidR="001D4025" w:rsidRPr="00972A7B">
        <w:rPr>
          <w:rFonts w:ascii="Verdana" w:hAnsi="Verdana"/>
          <w:sz w:val="18"/>
        </w:rPr>
        <w:fldChar w:fldCharType="end"/>
      </w:r>
      <w:permEnd w:id="1357802818"/>
    </w:p>
    <w:p w14:paraId="7FC419CD" w14:textId="51ACFF92" w:rsidR="00A75763" w:rsidRPr="0004317B" w:rsidRDefault="00A75763" w:rsidP="00202D24">
      <w:pPr>
        <w:pStyle w:val="Level2"/>
      </w:pPr>
      <w:r w:rsidRPr="0004317B">
        <w:t>Anforderungen an Weiterentwicklung und Updates des Produktes</w:t>
      </w:r>
    </w:p>
    <w:p w14:paraId="211ECEBA" w14:textId="1C57FC36" w:rsidR="00A75763" w:rsidRPr="001A63F5" w:rsidRDefault="00591606" w:rsidP="00A75763">
      <w:pPr>
        <w:rPr>
          <w:rFonts w:ascii="Verdana" w:hAnsi="Verdana"/>
          <w:sz w:val="20"/>
        </w:rPr>
      </w:pPr>
      <w:r w:rsidRPr="001A63F5">
        <w:rPr>
          <w:rStyle w:val="VerdanaStandardZchn"/>
        </w:rPr>
        <w:t xml:space="preserve">Der Antragsteller erklärt die Einhaltung der </w:t>
      </w:r>
      <w:r w:rsidR="00C34634" w:rsidRPr="001A63F5">
        <w:rPr>
          <w:rStyle w:val="VerdanaStandardZchn"/>
        </w:rPr>
        <w:t xml:space="preserve">Anforderungen bezüglich der Weiterentwicklung und Updates des Software-Produktes </w:t>
      </w:r>
      <w:r w:rsidR="00D174BD" w:rsidRPr="001A63F5">
        <w:rPr>
          <w:rStyle w:val="VerdanaStandardZchn"/>
        </w:rPr>
        <w:t>gemäß</w:t>
      </w:r>
      <w:r w:rsidR="00C34634" w:rsidRPr="001A63F5">
        <w:rPr>
          <w:rStyle w:val="VerdanaStandardZchn"/>
        </w:rPr>
        <w:t xml:space="preserve"> </w:t>
      </w:r>
      <w:r w:rsidR="00C34634" w:rsidRPr="001E41B6">
        <w:rPr>
          <w:rStyle w:val="VerdanaStandardZchn"/>
          <w:b/>
        </w:rPr>
        <w:t>3.2.1</w:t>
      </w:r>
      <w:r w:rsidR="00EE0959" w:rsidRPr="001A63F5">
        <w:rPr>
          <w:rStyle w:val="VerdanaStandardZchn"/>
        </w:rPr>
        <w:t xml:space="preserve"> der Vergabekriterien</w:t>
      </w:r>
      <w:r w:rsidR="00EE0959" w:rsidRPr="001A63F5">
        <w:rPr>
          <w:rFonts w:ascii="Verdana" w:hAnsi="Verdana"/>
          <w:sz w:val="20"/>
        </w:rPr>
        <w:t>.</w:t>
      </w:r>
    </w:p>
    <w:p w14:paraId="3A4CE688" w14:textId="77777777" w:rsidR="00C34634" w:rsidRPr="001A63F5" w:rsidRDefault="00C34634" w:rsidP="00A75763">
      <w:pPr>
        <w:rPr>
          <w:rFonts w:ascii="Verdana" w:hAnsi="Verdana"/>
          <w:sz w:val="20"/>
        </w:rPr>
      </w:pPr>
    </w:p>
    <w:p w14:paraId="4FC43F97" w14:textId="4D7252E8" w:rsidR="00C34634" w:rsidRPr="00307D89" w:rsidRDefault="003E5155" w:rsidP="00A75763">
      <w:pPr>
        <w:rPr>
          <w:rFonts w:ascii="Verdana" w:hAnsi="Verdana"/>
          <w:sz w:val="20"/>
        </w:rPr>
      </w:pPr>
      <w:r w:rsidRPr="001A63F5">
        <w:rPr>
          <w:rFonts w:ascii="Verdana" w:hAnsi="Verdana"/>
          <w:sz w:val="20"/>
        </w:rPr>
        <w:t xml:space="preserve">Die </w:t>
      </w:r>
      <w:r w:rsidR="00FB01AD">
        <w:rPr>
          <w:rFonts w:ascii="Verdana" w:hAnsi="Verdana"/>
          <w:sz w:val="20"/>
        </w:rPr>
        <w:t xml:space="preserve">Einhaltung der Anforderungen wird </w:t>
      </w:r>
      <w:permStart w:id="1674210770" w:edGrp="everyone"/>
      <w:sdt>
        <w:sdtPr>
          <w:rPr>
            <w:rFonts w:ascii="Verdana" w:hAnsi="Verdana"/>
            <w:b/>
            <w:bCs/>
            <w:sz w:val="20"/>
          </w:rPr>
          <w:id w:val="1510410569"/>
          <w:placeholder>
            <w:docPart w:val="0C91DB4A4CB44F81AE4CD179971CCDA9"/>
          </w:placeholder>
          <w:showingPlcHdr/>
          <w:dropDownList>
            <w:listItem w:value="Wählen Sie ein Element aus."/>
            <w:listItem w:displayText="bestätigt." w:value="bestätigt."/>
            <w:listItem w:displayText="nicht bestätigt." w:value="nicht bestätigt."/>
          </w:dropDownList>
        </w:sdtPr>
        <w:sdtEndPr/>
        <w:sdtContent>
          <w:r w:rsidR="00FB01AD" w:rsidRPr="00DE107A">
            <w:rPr>
              <w:rStyle w:val="Platzhaltertext"/>
              <w:b/>
            </w:rPr>
            <w:t>Wählen Sie ein Element aus.</w:t>
          </w:r>
        </w:sdtContent>
      </w:sdt>
      <w:permEnd w:id="1674210770"/>
    </w:p>
    <w:p w14:paraId="395F18FC" w14:textId="4006CB46" w:rsidR="00D756E3" w:rsidRPr="001A63F5" w:rsidRDefault="00F5539E" w:rsidP="00D756E3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Anmerkung</w:t>
      </w:r>
      <w:r w:rsidR="00D756E3" w:rsidRPr="001A63F5">
        <w:rPr>
          <w:rFonts w:ascii="Verdana" w:hAnsi="Verdana"/>
          <w:sz w:val="20"/>
        </w:rPr>
        <w:t>:</w:t>
      </w:r>
      <w:r w:rsidR="00D756E3" w:rsidRPr="001D4025">
        <w:rPr>
          <w:rFonts w:ascii="Verdana" w:hAnsi="Verdana"/>
          <w:sz w:val="18"/>
        </w:rPr>
        <w:t xml:space="preserve"> </w:t>
      </w:r>
      <w:permStart w:id="955516762" w:edGrp="everyone"/>
      <w:r w:rsidR="00D756E3" w:rsidRPr="00972A7B">
        <w:rPr>
          <w:rFonts w:ascii="Verdana" w:hAnsi="Verdana"/>
          <w:sz w:val="18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D756E3" w:rsidRPr="00972A7B">
        <w:rPr>
          <w:rFonts w:ascii="Verdana" w:hAnsi="Verdana"/>
          <w:sz w:val="18"/>
        </w:rPr>
        <w:instrText xml:space="preserve"> FORMTEXT </w:instrText>
      </w:r>
      <w:r w:rsidR="00D756E3" w:rsidRPr="00972A7B">
        <w:rPr>
          <w:rFonts w:ascii="Verdana" w:hAnsi="Verdana"/>
          <w:sz w:val="18"/>
        </w:rPr>
      </w:r>
      <w:r w:rsidR="00D756E3" w:rsidRPr="00972A7B">
        <w:rPr>
          <w:rFonts w:ascii="Verdana" w:hAnsi="Verdana"/>
          <w:sz w:val="18"/>
        </w:rPr>
        <w:fldChar w:fldCharType="separate"/>
      </w:r>
      <w:r w:rsidR="00D756E3" w:rsidRPr="00972A7B">
        <w:rPr>
          <w:rFonts w:ascii="Verdana" w:hAnsi="Verdana"/>
          <w:noProof/>
          <w:sz w:val="18"/>
        </w:rPr>
        <w:t> </w:t>
      </w:r>
      <w:r w:rsidR="00D756E3" w:rsidRPr="00972A7B">
        <w:rPr>
          <w:rFonts w:ascii="Verdana" w:hAnsi="Verdana"/>
          <w:noProof/>
          <w:sz w:val="18"/>
        </w:rPr>
        <w:t> </w:t>
      </w:r>
      <w:r w:rsidR="00D756E3" w:rsidRPr="00972A7B">
        <w:rPr>
          <w:rFonts w:ascii="Verdana" w:hAnsi="Verdana"/>
          <w:noProof/>
          <w:sz w:val="18"/>
        </w:rPr>
        <w:t> </w:t>
      </w:r>
      <w:r w:rsidR="00D756E3" w:rsidRPr="00972A7B">
        <w:rPr>
          <w:rFonts w:ascii="Verdana" w:hAnsi="Verdana"/>
          <w:noProof/>
          <w:sz w:val="18"/>
        </w:rPr>
        <w:t> </w:t>
      </w:r>
      <w:r w:rsidR="00D756E3" w:rsidRPr="00972A7B">
        <w:rPr>
          <w:rFonts w:ascii="Verdana" w:hAnsi="Verdana"/>
          <w:noProof/>
          <w:sz w:val="18"/>
        </w:rPr>
        <w:t> </w:t>
      </w:r>
      <w:r w:rsidR="00D756E3" w:rsidRPr="00972A7B">
        <w:rPr>
          <w:rFonts w:ascii="Verdana" w:hAnsi="Verdana"/>
          <w:sz w:val="18"/>
        </w:rPr>
        <w:fldChar w:fldCharType="end"/>
      </w:r>
      <w:permEnd w:id="955516762"/>
    </w:p>
    <w:p w14:paraId="3372EB61" w14:textId="543BC2B4" w:rsidR="00A479C9" w:rsidRPr="009C11EB" w:rsidRDefault="009C11EB" w:rsidP="007064CD">
      <w:pPr>
        <w:rPr>
          <w:rFonts w:ascii="Verdana" w:hAnsi="Verdana"/>
        </w:rPr>
      </w:pPr>
      <w:r>
        <w:rPr>
          <w:rFonts w:ascii="Verdana" w:hAnsi="Verdana"/>
        </w:rPr>
        <w:br w:type="page"/>
      </w:r>
      <w:r w:rsidR="00A479C9" w:rsidRPr="00B01AF0">
        <w:rPr>
          <w:b/>
          <w:bCs/>
          <w:u w:val="single"/>
        </w:rPr>
        <w:lastRenderedPageBreak/>
        <w:t>Anlagen zum Vertrag</w:t>
      </w:r>
    </w:p>
    <w:p w14:paraId="37ABF4E1" w14:textId="17F9F3CC" w:rsidR="00A479C9" w:rsidRPr="00B01AF0" w:rsidRDefault="00A479C9" w:rsidP="00A479C9">
      <w:pPr>
        <w:tabs>
          <w:tab w:val="left" w:pos="7938"/>
        </w:tabs>
        <w:spacing w:line="276" w:lineRule="auto"/>
      </w:pPr>
      <w:r w:rsidRPr="00B01AF0">
        <w:t>Bitte benutzen Sie den vorliegenden Vordruck der Anlage 1 zum Vertrag.</w:t>
      </w:r>
    </w:p>
    <w:p w14:paraId="5ADE2BAF" w14:textId="382EB365" w:rsidR="00A479C9" w:rsidRDefault="00A479C9" w:rsidP="00A479C9">
      <w:pPr>
        <w:pStyle w:val="KeinLeerraum"/>
      </w:pPr>
      <w:r w:rsidRPr="00B01AF0">
        <w:t xml:space="preserve">Die nachstehenden </w:t>
      </w:r>
      <w:r w:rsidRPr="003A31AF">
        <w:rPr>
          <w:u w:val="single"/>
        </w:rPr>
        <w:t>Anlagen</w:t>
      </w:r>
      <w:r w:rsidRPr="00B01AF0">
        <w:t xml:space="preserve"> sind den Antragsunterlagen beizulegen:</w:t>
      </w:r>
      <w:r>
        <w:br/>
      </w:r>
      <w:r w:rsidRPr="00B01AF0">
        <w:t>Anlage 2</w:t>
      </w:r>
      <w:r w:rsidR="006D687A">
        <w:t xml:space="preserve"> (Vorlage)</w:t>
      </w:r>
      <w:r w:rsidRPr="00B01AF0">
        <w:t>:</w:t>
      </w:r>
      <w:r>
        <w:tab/>
      </w:r>
      <w:r w:rsidRPr="005232A5">
        <w:t>Tabellenkalkulationsdatei</w:t>
      </w:r>
      <w:r>
        <w:br/>
        <w:t>Anlage 3:</w:t>
      </w:r>
      <w:r>
        <w:tab/>
      </w:r>
      <w:r w:rsidRPr="005232A5">
        <w:t>Messprotokoll</w:t>
      </w:r>
      <w:r>
        <w:br/>
        <w:t>Anlage 4:</w:t>
      </w:r>
      <w:r>
        <w:tab/>
        <w:t>Nachweisdokumente der Datenformate</w:t>
      </w:r>
      <w:r>
        <w:tab/>
      </w:r>
    </w:p>
    <w:p w14:paraId="183ED183" w14:textId="77777777" w:rsidR="00A479C9" w:rsidRDefault="00A479C9" w:rsidP="00A479C9">
      <w:pPr>
        <w:pStyle w:val="KeinLeerraum"/>
        <w:ind w:left="3119" w:hanging="3119"/>
      </w:pPr>
      <w:r>
        <w:t>Anlage 5:</w:t>
      </w:r>
      <w:r>
        <w:tab/>
      </w:r>
      <w:r w:rsidRPr="003407F9">
        <w:t>entsprechende Nachweisdokumente (Schnittstellendokumentation,</w:t>
      </w:r>
      <w:r>
        <w:t xml:space="preserve"> Permalink</w:t>
      </w:r>
      <w:r w:rsidRPr="003407F9">
        <w:t xml:space="preserve"> der Softwarequelle auf einer Quellcode-Verwaltungsplattform, Softwarelizenz</w:t>
      </w:r>
      <w:r>
        <w:t>en</w:t>
      </w:r>
      <w:r w:rsidRPr="003407F9">
        <w:t xml:space="preserve"> oder vergleichbar)</w:t>
      </w:r>
    </w:p>
    <w:p w14:paraId="3CF84883" w14:textId="1007D043" w:rsidR="00A479C9" w:rsidRDefault="00A479C9" w:rsidP="00D035EC">
      <w:pPr>
        <w:pStyle w:val="KeinLeerraum"/>
      </w:pPr>
      <w:r>
        <w:t>Anlage 6:</w:t>
      </w:r>
      <w:r>
        <w:tab/>
        <w:t>Produktinformationen</w:t>
      </w:r>
      <w:r>
        <w:br/>
        <w:t>Anlage 7:</w:t>
      </w:r>
      <w:r>
        <w:tab/>
      </w:r>
      <w:r w:rsidR="00985B89">
        <w:t>Dokumentation zur Veröffentlichung</w:t>
      </w:r>
      <w:r w:rsidR="00D035EC">
        <w:t xml:space="preserve"> auf der Blauen Engel          </w:t>
      </w:r>
      <w:r w:rsidR="00CE78AD">
        <w:tab/>
      </w:r>
      <w:r w:rsidR="00CE78AD">
        <w:tab/>
      </w:r>
      <w:r w:rsidR="00CE78AD">
        <w:tab/>
        <w:t>W</w:t>
      </w:r>
      <w:r w:rsidR="00D035EC">
        <w:t>ebsite</w:t>
      </w:r>
      <w:r>
        <w:br/>
      </w:r>
    </w:p>
    <w:p w14:paraId="1C028CBA" w14:textId="77777777" w:rsidR="00A479C9" w:rsidRDefault="00A479C9" w:rsidP="00A479C9">
      <w:pPr>
        <w:tabs>
          <w:tab w:val="left" w:pos="7938"/>
        </w:tabs>
        <w:spacing w:after="120" w:line="276" w:lineRule="auto"/>
      </w:pPr>
    </w:p>
    <w:p w14:paraId="28DD8BD2" w14:textId="2F559FD9" w:rsidR="00A479C9" w:rsidRDefault="00A479C9" w:rsidP="00A479C9">
      <w:r>
        <w:t>Die Tabellenkalkulationsdatei zur Kriterienerfassung (Anlage 2) muss durch die Auditor*in geprüft und bestätigt werden.</w:t>
      </w:r>
      <w:r w:rsidRPr="00B6557A">
        <w:t xml:space="preserve"> </w:t>
      </w:r>
      <w:r>
        <w:t>Die RAL gGmbH benennt mit Unterstützung des Umweltbundesamtes dazu Auditor*innen</w:t>
      </w:r>
      <w:r w:rsidR="00F77387">
        <w:t xml:space="preserve"> gemäß 1.5 und 1.6 der Vergabekriterien</w:t>
      </w:r>
      <w:r>
        <w:t xml:space="preserve">. </w:t>
      </w:r>
    </w:p>
    <w:p w14:paraId="5649BF5E" w14:textId="77777777" w:rsidR="00A479C9" w:rsidRDefault="00A479C9" w:rsidP="00A479C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</w:p>
    <w:p w14:paraId="663F6F4F" w14:textId="73AC0631" w:rsidR="00A479C9" w:rsidRPr="008E1C22" w:rsidRDefault="00A479C9" w:rsidP="00A479C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</w:pPr>
    </w:p>
    <w:p w14:paraId="2A9E14B3" w14:textId="14C8AF57" w:rsidR="00A479C9" w:rsidRPr="00B01AF0" w:rsidRDefault="00A479C9" w:rsidP="00A479C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permStart w:id="739194540" w:edGrp="everyone"/>
      <w:r w:rsidRPr="00B01AF0">
        <w:rPr>
          <w:sz w:val="22"/>
        </w:rPr>
        <w:t>Ort:</w:t>
      </w:r>
      <w:r w:rsidRPr="00B01AF0">
        <w:rPr>
          <w:sz w:val="22"/>
        </w:rPr>
        <w:tab/>
      </w:r>
      <w:r w:rsidRPr="00B01AF0"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1" w:name="Text59"/>
      <w:r w:rsidRPr="00B01AF0">
        <w:rPr>
          <w:sz w:val="22"/>
        </w:rPr>
        <w:instrText xml:space="preserve"> FORMTEXT </w:instrText>
      </w:r>
      <w:r w:rsidRPr="00B01AF0">
        <w:rPr>
          <w:sz w:val="22"/>
        </w:rPr>
      </w:r>
      <w:r w:rsidRPr="00B01AF0">
        <w:rPr>
          <w:sz w:val="22"/>
        </w:rPr>
        <w:fldChar w:fldCharType="separate"/>
      </w:r>
      <w:r w:rsidR="004E0E2D">
        <w:rPr>
          <w:sz w:val="22"/>
        </w:rPr>
        <w:t> </w:t>
      </w:r>
      <w:r w:rsidR="004E0E2D">
        <w:rPr>
          <w:sz w:val="22"/>
        </w:rPr>
        <w:t> </w:t>
      </w:r>
      <w:r w:rsidR="004E0E2D">
        <w:rPr>
          <w:sz w:val="22"/>
        </w:rPr>
        <w:t> </w:t>
      </w:r>
      <w:r w:rsidR="004E0E2D">
        <w:rPr>
          <w:sz w:val="22"/>
        </w:rPr>
        <w:t> </w:t>
      </w:r>
      <w:r w:rsidR="004E0E2D">
        <w:rPr>
          <w:sz w:val="22"/>
        </w:rPr>
        <w:t> </w:t>
      </w:r>
      <w:r w:rsidRPr="00B01AF0">
        <w:rPr>
          <w:sz w:val="22"/>
        </w:rPr>
        <w:fldChar w:fldCharType="end"/>
      </w:r>
      <w:bookmarkEnd w:id="1"/>
      <w:r w:rsidRPr="00B01AF0">
        <w:rPr>
          <w:sz w:val="22"/>
        </w:rPr>
        <w:tab/>
      </w:r>
    </w:p>
    <w:p w14:paraId="0D8CD931" w14:textId="6A33E9AF" w:rsidR="00A479C9" w:rsidRPr="00B01AF0" w:rsidRDefault="00A479C9" w:rsidP="00A479C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ab/>
      </w:r>
      <w:r w:rsidRPr="00B01AF0">
        <w:rPr>
          <w:sz w:val="22"/>
        </w:rPr>
        <w:tab/>
      </w:r>
    </w:p>
    <w:p w14:paraId="6F74EF2F" w14:textId="107FC8A0" w:rsidR="00A479C9" w:rsidRPr="00B01AF0" w:rsidRDefault="00A479C9" w:rsidP="00A479C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>Datum:</w:t>
      </w:r>
      <w:r w:rsidRPr="00B01AF0">
        <w:rPr>
          <w:sz w:val="22"/>
        </w:rPr>
        <w:tab/>
      </w:r>
      <w:r w:rsidRPr="00B01AF0"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2" w:name="Text60"/>
      <w:r w:rsidRPr="00B01AF0">
        <w:rPr>
          <w:sz w:val="22"/>
        </w:rPr>
        <w:instrText xml:space="preserve"> FORMTEXT </w:instrText>
      </w:r>
      <w:r w:rsidRPr="00B01AF0">
        <w:rPr>
          <w:sz w:val="22"/>
        </w:rPr>
      </w:r>
      <w:r w:rsidRPr="00B01AF0">
        <w:rPr>
          <w:sz w:val="22"/>
        </w:rPr>
        <w:fldChar w:fldCharType="separate"/>
      </w:r>
      <w:r w:rsidRPr="00B01AF0">
        <w:rPr>
          <w:noProof/>
          <w:sz w:val="22"/>
        </w:rPr>
        <w:t> </w:t>
      </w:r>
      <w:r w:rsidRPr="00B01AF0">
        <w:rPr>
          <w:noProof/>
          <w:sz w:val="22"/>
        </w:rPr>
        <w:t> </w:t>
      </w:r>
      <w:r w:rsidRPr="00B01AF0">
        <w:rPr>
          <w:noProof/>
          <w:sz w:val="22"/>
        </w:rPr>
        <w:t> </w:t>
      </w:r>
      <w:r w:rsidRPr="00B01AF0">
        <w:rPr>
          <w:noProof/>
          <w:sz w:val="22"/>
        </w:rPr>
        <w:t> </w:t>
      </w:r>
      <w:r w:rsidRPr="00B01AF0">
        <w:rPr>
          <w:noProof/>
          <w:sz w:val="22"/>
        </w:rPr>
        <w:t> </w:t>
      </w:r>
      <w:r w:rsidRPr="00B01AF0">
        <w:rPr>
          <w:sz w:val="22"/>
        </w:rPr>
        <w:fldChar w:fldCharType="end"/>
      </w:r>
      <w:bookmarkEnd w:id="2"/>
      <w:r w:rsidRPr="00B01AF0">
        <w:rPr>
          <w:sz w:val="22"/>
        </w:rPr>
        <w:tab/>
      </w:r>
      <w:r w:rsidR="002B29E4">
        <w:rPr>
          <w:sz w:val="22"/>
        </w:rPr>
        <w:tab/>
      </w:r>
      <w:r w:rsidR="002C312E" w:rsidRPr="00311DEC">
        <w:rPr>
          <w:sz w:val="22"/>
          <w:u w:val="single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r w:rsidR="002C312E" w:rsidRPr="00311DEC">
        <w:rPr>
          <w:sz w:val="22"/>
          <w:u w:val="single"/>
        </w:rPr>
        <w:instrText xml:space="preserve"> FORMTEXT </w:instrText>
      </w:r>
      <w:r w:rsidR="002C312E" w:rsidRPr="00311DEC">
        <w:rPr>
          <w:sz w:val="22"/>
          <w:u w:val="single"/>
        </w:rPr>
      </w:r>
      <w:r w:rsidR="002C312E" w:rsidRPr="00311DEC">
        <w:rPr>
          <w:sz w:val="22"/>
          <w:u w:val="single"/>
        </w:rPr>
        <w:fldChar w:fldCharType="separate"/>
      </w:r>
      <w:r w:rsidR="002C312E" w:rsidRPr="00311DEC">
        <w:rPr>
          <w:sz w:val="22"/>
          <w:u w:val="single"/>
        </w:rPr>
        <w:t> </w:t>
      </w:r>
      <w:r w:rsidR="002C312E" w:rsidRPr="00311DEC">
        <w:rPr>
          <w:sz w:val="22"/>
          <w:u w:val="single"/>
        </w:rPr>
        <w:t> </w:t>
      </w:r>
      <w:r w:rsidR="002C312E" w:rsidRPr="00311DEC">
        <w:rPr>
          <w:sz w:val="22"/>
          <w:u w:val="single"/>
        </w:rPr>
        <w:t> </w:t>
      </w:r>
      <w:r w:rsidR="002C312E" w:rsidRPr="00311DEC">
        <w:rPr>
          <w:sz w:val="22"/>
          <w:u w:val="single"/>
        </w:rPr>
        <w:t> </w:t>
      </w:r>
      <w:r w:rsidR="002C312E" w:rsidRPr="00311DEC">
        <w:rPr>
          <w:sz w:val="22"/>
          <w:u w:val="single"/>
        </w:rPr>
        <w:t> </w:t>
      </w:r>
      <w:r w:rsidR="002C312E" w:rsidRPr="00311DEC">
        <w:rPr>
          <w:sz w:val="22"/>
          <w:u w:val="single"/>
        </w:rPr>
        <w:fldChar w:fldCharType="end"/>
      </w:r>
      <w:r w:rsidR="002B29E4" w:rsidRPr="002B29E4">
        <w:rPr>
          <w:sz w:val="22"/>
          <w:u w:val="single"/>
        </w:rPr>
        <w:tab/>
      </w:r>
      <w:r w:rsidR="002B29E4" w:rsidRPr="002B29E4">
        <w:rPr>
          <w:sz w:val="22"/>
          <w:u w:val="single"/>
        </w:rPr>
        <w:tab/>
      </w:r>
      <w:r w:rsidR="002B29E4" w:rsidRPr="002B29E4">
        <w:rPr>
          <w:sz w:val="22"/>
          <w:u w:val="single"/>
        </w:rPr>
        <w:tab/>
      </w:r>
      <w:r w:rsidR="002B29E4" w:rsidRPr="002B29E4">
        <w:rPr>
          <w:sz w:val="22"/>
          <w:u w:val="single"/>
        </w:rPr>
        <w:tab/>
      </w:r>
    </w:p>
    <w:p w14:paraId="7408DBBA" w14:textId="77777777" w:rsidR="00A479C9" w:rsidRPr="00B01AF0" w:rsidRDefault="00A479C9" w:rsidP="00A479C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ab/>
      </w:r>
      <w:r w:rsidRPr="00B01AF0">
        <w:rPr>
          <w:sz w:val="22"/>
        </w:rPr>
        <w:tab/>
      </w:r>
      <w:r w:rsidRPr="00B01AF0">
        <w:rPr>
          <w:sz w:val="22"/>
        </w:rPr>
        <w:tab/>
        <w:t>Zeichennehmer:</w:t>
      </w:r>
    </w:p>
    <w:p w14:paraId="770FFA02" w14:textId="77777777" w:rsidR="00B92D16" w:rsidRDefault="00A479C9" w:rsidP="00A479C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ab/>
      </w:r>
      <w:r w:rsidRPr="00B01AF0">
        <w:rPr>
          <w:sz w:val="22"/>
        </w:rPr>
        <w:tab/>
      </w:r>
      <w:r w:rsidRPr="00B01AF0">
        <w:rPr>
          <w:sz w:val="22"/>
        </w:rPr>
        <w:tab/>
        <w:t>(rechtsverbindliche Unterschrift</w:t>
      </w:r>
      <w:r w:rsidR="00B92D16">
        <w:rPr>
          <w:sz w:val="22"/>
        </w:rPr>
        <w:t xml:space="preserve"> </w:t>
      </w:r>
    </w:p>
    <w:p w14:paraId="11874D49" w14:textId="43697FD8" w:rsidR="00A479C9" w:rsidRDefault="00B92D16" w:rsidP="00A479C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A479C9" w:rsidRPr="00B01AF0">
        <w:rPr>
          <w:sz w:val="22"/>
        </w:rPr>
        <w:t>und Firmenstempel)</w:t>
      </w:r>
      <w:r w:rsidR="00A479C9" w:rsidRPr="00B01AF0">
        <w:rPr>
          <w:sz w:val="22"/>
        </w:rPr>
        <w:tab/>
      </w:r>
    </w:p>
    <w:p w14:paraId="081381E0" w14:textId="77777777" w:rsidR="00B92D16" w:rsidRDefault="00B92D16" w:rsidP="00A479C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</w:p>
    <w:p w14:paraId="55C6D82F" w14:textId="77777777" w:rsidR="00B92D16" w:rsidRDefault="00B92D16" w:rsidP="00A479C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</w:p>
    <w:p w14:paraId="3743275E" w14:textId="77777777" w:rsidR="00B92D16" w:rsidRDefault="00B92D16" w:rsidP="00A479C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</w:p>
    <w:p w14:paraId="002319D1" w14:textId="19011D2C" w:rsidR="00B92D16" w:rsidRPr="00B01AF0" w:rsidRDefault="00B92D16" w:rsidP="00A479C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</w:p>
    <w:p w14:paraId="0EACADDC" w14:textId="054A3AA3" w:rsidR="00A479C9" w:rsidRDefault="00A479C9" w:rsidP="00A75763">
      <w:pPr>
        <w:rPr>
          <w:rFonts w:ascii="Verdana" w:hAnsi="Verdana"/>
        </w:rPr>
      </w:pPr>
    </w:p>
    <w:p w14:paraId="102D7C76" w14:textId="26BE5F28" w:rsidR="0093202B" w:rsidRDefault="0093202B" w:rsidP="00A75763">
      <w:pPr>
        <w:rPr>
          <w:rFonts w:ascii="Verdana" w:hAnsi="Verdana"/>
        </w:rPr>
      </w:pPr>
    </w:p>
    <w:p w14:paraId="3EA4C500" w14:textId="6EA7D43D" w:rsidR="00412F3D" w:rsidRPr="00B01AF0" w:rsidRDefault="00412F3D" w:rsidP="00412F3D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>Ort:</w:t>
      </w:r>
      <w:r w:rsidRPr="00B01AF0">
        <w:rPr>
          <w:sz w:val="22"/>
        </w:rPr>
        <w:tab/>
      </w:r>
      <w:r w:rsidRPr="00B01AF0"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r w:rsidRPr="00B01AF0">
        <w:rPr>
          <w:sz w:val="22"/>
        </w:rPr>
        <w:instrText xml:space="preserve"> FORMTEXT </w:instrText>
      </w:r>
      <w:r w:rsidRPr="00B01AF0">
        <w:rPr>
          <w:sz w:val="22"/>
        </w:rPr>
      </w:r>
      <w:r w:rsidRPr="00B01AF0">
        <w:rPr>
          <w:sz w:val="22"/>
        </w:rPr>
        <w:fldChar w:fldCharType="separate"/>
      </w:r>
      <w:r w:rsidR="00814D7D">
        <w:rPr>
          <w:sz w:val="22"/>
        </w:rPr>
        <w:t> </w:t>
      </w:r>
      <w:r w:rsidR="00814D7D">
        <w:rPr>
          <w:sz w:val="22"/>
        </w:rPr>
        <w:t> </w:t>
      </w:r>
      <w:r w:rsidR="00814D7D">
        <w:rPr>
          <w:sz w:val="22"/>
        </w:rPr>
        <w:t> </w:t>
      </w:r>
      <w:r w:rsidR="00814D7D">
        <w:rPr>
          <w:sz w:val="22"/>
        </w:rPr>
        <w:t> </w:t>
      </w:r>
      <w:r w:rsidR="00814D7D">
        <w:rPr>
          <w:sz w:val="22"/>
        </w:rPr>
        <w:t> </w:t>
      </w:r>
      <w:r w:rsidRPr="00B01AF0">
        <w:rPr>
          <w:sz w:val="22"/>
        </w:rPr>
        <w:fldChar w:fldCharType="end"/>
      </w:r>
      <w:r w:rsidRPr="00B01AF0">
        <w:rPr>
          <w:sz w:val="22"/>
        </w:rPr>
        <w:tab/>
      </w:r>
    </w:p>
    <w:p w14:paraId="52265FF9" w14:textId="7792BE24" w:rsidR="00412F3D" w:rsidRPr="00B01AF0" w:rsidRDefault="00412F3D" w:rsidP="00412F3D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ab/>
      </w:r>
      <w:r w:rsidRPr="00B01AF0">
        <w:rPr>
          <w:sz w:val="22"/>
        </w:rPr>
        <w:tab/>
      </w:r>
    </w:p>
    <w:p w14:paraId="554818DA" w14:textId="3D2589BF" w:rsidR="00BA04E1" w:rsidRPr="00B01AF0" w:rsidRDefault="00412F3D" w:rsidP="00BA04E1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>Datum:</w:t>
      </w:r>
      <w:r w:rsidRPr="00B01AF0">
        <w:rPr>
          <w:sz w:val="22"/>
        </w:rPr>
        <w:tab/>
      </w:r>
      <w:r w:rsidRPr="00B01AF0"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r w:rsidRPr="00B01AF0">
        <w:rPr>
          <w:sz w:val="22"/>
        </w:rPr>
        <w:instrText xml:space="preserve"> FORMTEXT </w:instrText>
      </w:r>
      <w:r w:rsidRPr="00B01AF0">
        <w:rPr>
          <w:sz w:val="22"/>
        </w:rPr>
      </w:r>
      <w:r w:rsidRPr="00B01AF0">
        <w:rPr>
          <w:sz w:val="22"/>
        </w:rPr>
        <w:fldChar w:fldCharType="separate"/>
      </w:r>
      <w:r w:rsidRPr="00B01AF0">
        <w:rPr>
          <w:noProof/>
          <w:sz w:val="22"/>
        </w:rPr>
        <w:t> </w:t>
      </w:r>
      <w:r w:rsidRPr="00B01AF0">
        <w:rPr>
          <w:noProof/>
          <w:sz w:val="22"/>
        </w:rPr>
        <w:t> </w:t>
      </w:r>
      <w:r w:rsidRPr="00B01AF0">
        <w:rPr>
          <w:noProof/>
          <w:sz w:val="22"/>
        </w:rPr>
        <w:t> </w:t>
      </w:r>
      <w:r w:rsidRPr="00B01AF0">
        <w:rPr>
          <w:noProof/>
          <w:sz w:val="22"/>
        </w:rPr>
        <w:t> </w:t>
      </w:r>
      <w:r w:rsidRPr="00B01AF0">
        <w:rPr>
          <w:noProof/>
          <w:sz w:val="22"/>
        </w:rPr>
        <w:t> </w:t>
      </w:r>
      <w:r w:rsidRPr="00B01AF0">
        <w:rPr>
          <w:sz w:val="22"/>
        </w:rPr>
        <w:fldChar w:fldCharType="end"/>
      </w:r>
      <w:r w:rsidR="002B29E4">
        <w:rPr>
          <w:sz w:val="22"/>
        </w:rPr>
        <w:tab/>
      </w:r>
      <w:r w:rsidR="00BA04E1">
        <w:rPr>
          <w:sz w:val="22"/>
        </w:rPr>
        <w:tab/>
      </w:r>
      <w:r w:rsidR="002C312E" w:rsidRPr="00311DEC">
        <w:rPr>
          <w:sz w:val="22"/>
          <w:u w:val="single"/>
        </w:rPr>
        <w:fldChar w:fldCharType="begin">
          <w:ffData>
            <w:name w:val=""/>
            <w:enabled/>
            <w:calcOnExit w:val="0"/>
            <w:textInput>
              <w:maxLength w:val="30"/>
            </w:textInput>
          </w:ffData>
        </w:fldChar>
      </w:r>
      <w:r w:rsidR="002C312E" w:rsidRPr="00311DEC">
        <w:rPr>
          <w:sz w:val="22"/>
          <w:u w:val="single"/>
        </w:rPr>
        <w:instrText xml:space="preserve"> FORMTEXT </w:instrText>
      </w:r>
      <w:r w:rsidR="00311DEC" w:rsidRPr="00311DEC">
        <w:rPr>
          <w:sz w:val="22"/>
          <w:u w:val="single"/>
        </w:rPr>
      </w:r>
      <w:r w:rsidR="002C312E" w:rsidRPr="00311DEC">
        <w:rPr>
          <w:sz w:val="22"/>
          <w:u w:val="single"/>
        </w:rPr>
        <w:fldChar w:fldCharType="separate"/>
      </w:r>
      <w:r w:rsidR="002C312E" w:rsidRPr="00311DEC">
        <w:rPr>
          <w:sz w:val="22"/>
          <w:u w:val="single"/>
        </w:rPr>
        <w:t> </w:t>
      </w:r>
      <w:r w:rsidR="002C312E" w:rsidRPr="00311DEC">
        <w:rPr>
          <w:sz w:val="22"/>
          <w:u w:val="single"/>
        </w:rPr>
        <w:t> </w:t>
      </w:r>
      <w:r w:rsidR="002C312E" w:rsidRPr="00311DEC">
        <w:rPr>
          <w:sz w:val="22"/>
          <w:u w:val="single"/>
        </w:rPr>
        <w:t> </w:t>
      </w:r>
      <w:r w:rsidR="002C312E" w:rsidRPr="00311DEC">
        <w:rPr>
          <w:sz w:val="22"/>
          <w:u w:val="single"/>
        </w:rPr>
        <w:t> </w:t>
      </w:r>
      <w:r w:rsidR="002C312E" w:rsidRPr="00311DEC">
        <w:rPr>
          <w:sz w:val="22"/>
          <w:u w:val="single"/>
        </w:rPr>
        <w:t> </w:t>
      </w:r>
      <w:r w:rsidR="002C312E" w:rsidRPr="00311DEC">
        <w:rPr>
          <w:sz w:val="22"/>
          <w:u w:val="single"/>
        </w:rPr>
        <w:fldChar w:fldCharType="end"/>
      </w:r>
      <w:r w:rsidR="00BA04E1" w:rsidRPr="002B29E4">
        <w:rPr>
          <w:sz w:val="22"/>
          <w:u w:val="single"/>
        </w:rPr>
        <w:tab/>
      </w:r>
      <w:r w:rsidR="00BA04E1" w:rsidRPr="002B29E4">
        <w:rPr>
          <w:sz w:val="22"/>
          <w:u w:val="single"/>
        </w:rPr>
        <w:tab/>
      </w:r>
      <w:r w:rsidR="00BA04E1" w:rsidRPr="002B29E4">
        <w:rPr>
          <w:sz w:val="22"/>
          <w:u w:val="single"/>
        </w:rPr>
        <w:tab/>
      </w:r>
      <w:r w:rsidR="00BA04E1" w:rsidRPr="002B29E4">
        <w:rPr>
          <w:sz w:val="22"/>
          <w:u w:val="single"/>
        </w:rPr>
        <w:tab/>
      </w:r>
    </w:p>
    <w:p w14:paraId="49EE3E62" w14:textId="75D43CC2" w:rsidR="00BA04E1" w:rsidRPr="00B01AF0" w:rsidRDefault="00BA04E1" w:rsidP="00BA04E1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ab/>
      </w:r>
      <w:r w:rsidRPr="00B01AF0">
        <w:rPr>
          <w:sz w:val="22"/>
        </w:rPr>
        <w:tab/>
      </w:r>
      <w:r w:rsidRPr="00B01AF0">
        <w:rPr>
          <w:sz w:val="22"/>
        </w:rPr>
        <w:tab/>
      </w:r>
      <w:r>
        <w:rPr>
          <w:sz w:val="22"/>
        </w:rPr>
        <w:t>Auditor*in</w:t>
      </w:r>
    </w:p>
    <w:p w14:paraId="5509B89B" w14:textId="106E4A11" w:rsidR="004C058C" w:rsidRDefault="00BA04E1" w:rsidP="00BA04E1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ab/>
      </w:r>
      <w:r w:rsidRPr="00B01AF0">
        <w:rPr>
          <w:sz w:val="22"/>
        </w:rPr>
        <w:tab/>
      </w:r>
      <w:r w:rsidRPr="00B01AF0">
        <w:rPr>
          <w:sz w:val="22"/>
        </w:rPr>
        <w:tab/>
        <w:t>(rechtsverbindliche Unterschrift)</w:t>
      </w:r>
      <w:r w:rsidRPr="00B01AF0">
        <w:rPr>
          <w:sz w:val="22"/>
        </w:rPr>
        <w:tab/>
      </w:r>
    </w:p>
    <w:permEnd w:id="739194540"/>
    <w:p w14:paraId="3E8991A2" w14:textId="5D4C186D" w:rsidR="00412F3D" w:rsidRPr="007064CD" w:rsidRDefault="00412F3D" w:rsidP="00BA04E1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</w:p>
    <w:sectPr w:rsidR="00412F3D" w:rsidRPr="007064CD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FED3B9" w14:textId="77777777" w:rsidR="001F386F" w:rsidRDefault="001F386F" w:rsidP="001F386F">
      <w:pPr>
        <w:spacing w:after="0" w:line="240" w:lineRule="auto"/>
      </w:pPr>
      <w:r>
        <w:separator/>
      </w:r>
    </w:p>
  </w:endnote>
  <w:endnote w:type="continuationSeparator" w:id="0">
    <w:p w14:paraId="6BAB2E7A" w14:textId="77777777" w:rsidR="001F386F" w:rsidRDefault="001F386F" w:rsidP="001F3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75554422"/>
      <w:docPartObj>
        <w:docPartGallery w:val="Page Numbers (Bottom of Page)"/>
        <w:docPartUnique/>
      </w:docPartObj>
    </w:sdtPr>
    <w:sdtEndPr/>
    <w:sdtContent>
      <w:p w14:paraId="23FBE06A" w14:textId="3B08722F" w:rsidR="00602361" w:rsidRDefault="00602361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1FD86F" w14:textId="77777777" w:rsidR="00602361" w:rsidRDefault="0060236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7C94C0" w14:textId="77777777" w:rsidR="001F386F" w:rsidRDefault="001F386F" w:rsidP="001F386F">
      <w:pPr>
        <w:spacing w:after="0" w:line="240" w:lineRule="auto"/>
      </w:pPr>
      <w:r>
        <w:separator/>
      </w:r>
    </w:p>
  </w:footnote>
  <w:footnote w:type="continuationSeparator" w:id="0">
    <w:p w14:paraId="7727B825" w14:textId="77777777" w:rsidR="001F386F" w:rsidRDefault="001F386F" w:rsidP="001F386F">
      <w:pPr>
        <w:spacing w:after="0" w:line="240" w:lineRule="auto"/>
      </w:pPr>
      <w:r>
        <w:continuationSeparator/>
      </w:r>
    </w:p>
  </w:footnote>
  <w:footnote w:id="1">
    <w:p w14:paraId="18D53669" w14:textId="3EA4062C" w:rsidR="001F386F" w:rsidRDefault="001F386F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="00E77057">
        <w:t xml:space="preserve">Sind einer Software mehrere Computer-Plattformen zugeordnet, so müssen die Anforderungen für jede der eingesetzten Plattform separat nachgewiesen werden. </w:t>
      </w:r>
      <w:r w:rsidR="003659DE">
        <w:t>Entsprechend müssen mehrere Anlagen eingereicht werden.</w:t>
      </w:r>
      <w:r w:rsidR="00347510">
        <w:t xml:space="preserve"> </w:t>
      </w:r>
      <w:r w:rsidR="009A2469">
        <w:t>(Vgl.</w:t>
      </w:r>
      <w:r w:rsidR="00347510">
        <w:t xml:space="preserve"> </w:t>
      </w:r>
      <w:r w:rsidR="009A2469">
        <w:t xml:space="preserve">Kapitel 3 der </w:t>
      </w:r>
      <w:r w:rsidR="00D336FC">
        <w:t>Vergabekriterien</w:t>
      </w:r>
      <w:r w:rsidR="009A2469">
        <w:t>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B1533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74B2832"/>
    <w:multiLevelType w:val="multilevel"/>
    <w:tmpl w:val="3E7A3640"/>
    <w:numStyleLink w:val="Formatvorlage1"/>
  </w:abstractNum>
  <w:abstractNum w:abstractNumId="2" w15:restartNumberingAfterBreak="0">
    <w:nsid w:val="5FAC20DA"/>
    <w:multiLevelType w:val="multilevel"/>
    <w:tmpl w:val="3E7A3640"/>
    <w:styleLink w:val="Formatvorlage1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Verdana" w:hAnsi="Verdana"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61543209"/>
    <w:multiLevelType w:val="multilevel"/>
    <w:tmpl w:val="3E7A3640"/>
    <w:numStyleLink w:val="Formatvorlage1"/>
  </w:abstractNum>
  <w:abstractNum w:abstractNumId="4" w15:restartNumberingAfterBreak="0">
    <w:nsid w:val="71786B08"/>
    <w:multiLevelType w:val="multilevel"/>
    <w:tmpl w:val="269A5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24E6A25"/>
    <w:multiLevelType w:val="hybridMultilevel"/>
    <w:tmpl w:val="F87EB2D0"/>
    <w:lvl w:ilvl="0" w:tplc="738AF59C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921283"/>
    <w:multiLevelType w:val="multilevel"/>
    <w:tmpl w:val="F39422FC"/>
    <w:lvl w:ilvl="0">
      <w:start w:val="1"/>
      <w:numFmt w:val="decimal"/>
      <w:pStyle w:val="FormatvorlageV1"/>
      <w:lvlText w:val="%1."/>
      <w:lvlJc w:val="left"/>
      <w:pPr>
        <w:ind w:left="360" w:hanging="360"/>
      </w:pPr>
      <w:rPr>
        <w:rFonts w:ascii="Verdana" w:hAnsi="Verdana" w:hint="default"/>
      </w:rPr>
    </w:lvl>
    <w:lvl w:ilvl="1">
      <w:start w:val="1"/>
      <w:numFmt w:val="decimal"/>
      <w:pStyle w:val="Level2"/>
      <w:lvlText w:val="%1.%2."/>
      <w:lvlJc w:val="left"/>
      <w:pPr>
        <w:ind w:left="792" w:hanging="432"/>
      </w:pPr>
      <w:rPr>
        <w:rFonts w:ascii="Verdana" w:hAnsi="Verdana" w:hint="default"/>
        <w:sz w:val="28"/>
      </w:rPr>
    </w:lvl>
    <w:lvl w:ilvl="2">
      <w:start w:val="1"/>
      <w:numFmt w:val="decimal"/>
      <w:pStyle w:val="Level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Level4"/>
      <w:isLgl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88160281">
    <w:abstractNumId w:val="5"/>
  </w:num>
  <w:num w:numId="2" w16cid:durableId="2135441974">
    <w:abstractNumId w:val="4"/>
  </w:num>
  <w:num w:numId="3" w16cid:durableId="1442266525">
    <w:abstractNumId w:val="2"/>
  </w:num>
  <w:num w:numId="4" w16cid:durableId="20192305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89887409">
    <w:abstractNumId w:val="3"/>
  </w:num>
  <w:num w:numId="6" w16cid:durableId="209192984">
    <w:abstractNumId w:val="1"/>
  </w:num>
  <w:num w:numId="7" w16cid:durableId="1213035392">
    <w:abstractNumId w:val="0"/>
  </w:num>
  <w:num w:numId="8" w16cid:durableId="1625237202">
    <w:abstractNumId w:val="6"/>
  </w:num>
  <w:num w:numId="9" w16cid:durableId="1177161346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X59yDapHhhki87TRMZ+/bsJDcaNdzj62Nxtj4cHtQLXFpP0UzhCNJTiyaVD21hQ7vI7uZ++4FTQgWhbQrQeXLQ==" w:salt="SMCV5b1ANklHJhpccf8fr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34D"/>
    <w:rsid w:val="00000955"/>
    <w:rsid w:val="00000982"/>
    <w:rsid w:val="00006DF9"/>
    <w:rsid w:val="00007B0E"/>
    <w:rsid w:val="000105CB"/>
    <w:rsid w:val="000209DA"/>
    <w:rsid w:val="00021D99"/>
    <w:rsid w:val="00026DCF"/>
    <w:rsid w:val="000319CC"/>
    <w:rsid w:val="000367CF"/>
    <w:rsid w:val="0004317B"/>
    <w:rsid w:val="0004539A"/>
    <w:rsid w:val="00050589"/>
    <w:rsid w:val="00055695"/>
    <w:rsid w:val="00074BAB"/>
    <w:rsid w:val="000831D1"/>
    <w:rsid w:val="000861AF"/>
    <w:rsid w:val="000A4AE4"/>
    <w:rsid w:val="000A6A76"/>
    <w:rsid w:val="000B3239"/>
    <w:rsid w:val="000B4387"/>
    <w:rsid w:val="000C1C3C"/>
    <w:rsid w:val="000D3377"/>
    <w:rsid w:val="000D561F"/>
    <w:rsid w:val="000E4E6E"/>
    <w:rsid w:val="000E588E"/>
    <w:rsid w:val="000F2E23"/>
    <w:rsid w:val="00102F81"/>
    <w:rsid w:val="00123617"/>
    <w:rsid w:val="00135976"/>
    <w:rsid w:val="00142E8C"/>
    <w:rsid w:val="00157659"/>
    <w:rsid w:val="00160145"/>
    <w:rsid w:val="0017110D"/>
    <w:rsid w:val="00173904"/>
    <w:rsid w:val="00175DAE"/>
    <w:rsid w:val="0019165F"/>
    <w:rsid w:val="00193AE8"/>
    <w:rsid w:val="001A63F5"/>
    <w:rsid w:val="001C0D1B"/>
    <w:rsid w:val="001C1652"/>
    <w:rsid w:val="001C484A"/>
    <w:rsid w:val="001D4025"/>
    <w:rsid w:val="001E41B6"/>
    <w:rsid w:val="001E475D"/>
    <w:rsid w:val="001F386F"/>
    <w:rsid w:val="00202D24"/>
    <w:rsid w:val="00210268"/>
    <w:rsid w:val="002350D8"/>
    <w:rsid w:val="00236A63"/>
    <w:rsid w:val="0024289D"/>
    <w:rsid w:val="00263AEB"/>
    <w:rsid w:val="00270802"/>
    <w:rsid w:val="00271704"/>
    <w:rsid w:val="00277EA2"/>
    <w:rsid w:val="00285F67"/>
    <w:rsid w:val="002A2797"/>
    <w:rsid w:val="002B29E4"/>
    <w:rsid w:val="002C03F0"/>
    <w:rsid w:val="002C312E"/>
    <w:rsid w:val="002D67D4"/>
    <w:rsid w:val="002F1B17"/>
    <w:rsid w:val="002F4CDE"/>
    <w:rsid w:val="002F6879"/>
    <w:rsid w:val="00306CB0"/>
    <w:rsid w:val="00307D89"/>
    <w:rsid w:val="00310636"/>
    <w:rsid w:val="00311DEC"/>
    <w:rsid w:val="003137DA"/>
    <w:rsid w:val="00316522"/>
    <w:rsid w:val="0031703C"/>
    <w:rsid w:val="00321156"/>
    <w:rsid w:val="003221FE"/>
    <w:rsid w:val="003334EF"/>
    <w:rsid w:val="00344404"/>
    <w:rsid w:val="00347510"/>
    <w:rsid w:val="003659DE"/>
    <w:rsid w:val="0036681A"/>
    <w:rsid w:val="003978D4"/>
    <w:rsid w:val="003B2133"/>
    <w:rsid w:val="003B5EFD"/>
    <w:rsid w:val="003C7A6F"/>
    <w:rsid w:val="003E2FCB"/>
    <w:rsid w:val="003E5155"/>
    <w:rsid w:val="003E7ADF"/>
    <w:rsid w:val="003F2AB9"/>
    <w:rsid w:val="00404F8D"/>
    <w:rsid w:val="00412F3D"/>
    <w:rsid w:val="00416F7B"/>
    <w:rsid w:val="00421107"/>
    <w:rsid w:val="00425584"/>
    <w:rsid w:val="004301E1"/>
    <w:rsid w:val="00431C49"/>
    <w:rsid w:val="00435D19"/>
    <w:rsid w:val="004361DB"/>
    <w:rsid w:val="0043772A"/>
    <w:rsid w:val="00444E39"/>
    <w:rsid w:val="004472D4"/>
    <w:rsid w:val="004524BB"/>
    <w:rsid w:val="004576EC"/>
    <w:rsid w:val="00457CC8"/>
    <w:rsid w:val="004617FE"/>
    <w:rsid w:val="0049563B"/>
    <w:rsid w:val="004A02E0"/>
    <w:rsid w:val="004A37D1"/>
    <w:rsid w:val="004B61AA"/>
    <w:rsid w:val="004C058C"/>
    <w:rsid w:val="004D4AF6"/>
    <w:rsid w:val="004D7649"/>
    <w:rsid w:val="004E0E2D"/>
    <w:rsid w:val="005152B9"/>
    <w:rsid w:val="0051677D"/>
    <w:rsid w:val="0051702A"/>
    <w:rsid w:val="00521A72"/>
    <w:rsid w:val="005235B6"/>
    <w:rsid w:val="00537190"/>
    <w:rsid w:val="00544E2A"/>
    <w:rsid w:val="00563B7F"/>
    <w:rsid w:val="00565693"/>
    <w:rsid w:val="00570B52"/>
    <w:rsid w:val="00582948"/>
    <w:rsid w:val="0058724A"/>
    <w:rsid w:val="00590227"/>
    <w:rsid w:val="00591606"/>
    <w:rsid w:val="005A1128"/>
    <w:rsid w:val="005A6524"/>
    <w:rsid w:val="005C1AC0"/>
    <w:rsid w:val="005C7CFE"/>
    <w:rsid w:val="005D02AF"/>
    <w:rsid w:val="005D46AA"/>
    <w:rsid w:val="005E145B"/>
    <w:rsid w:val="005F51CF"/>
    <w:rsid w:val="00602361"/>
    <w:rsid w:val="00614901"/>
    <w:rsid w:val="006212A6"/>
    <w:rsid w:val="00621334"/>
    <w:rsid w:val="006313DC"/>
    <w:rsid w:val="00632EFA"/>
    <w:rsid w:val="00635DB6"/>
    <w:rsid w:val="006470D4"/>
    <w:rsid w:val="006472F9"/>
    <w:rsid w:val="0065199D"/>
    <w:rsid w:val="00660E83"/>
    <w:rsid w:val="00690CFA"/>
    <w:rsid w:val="00695489"/>
    <w:rsid w:val="0069646F"/>
    <w:rsid w:val="006A2299"/>
    <w:rsid w:val="006B198E"/>
    <w:rsid w:val="006C1EF6"/>
    <w:rsid w:val="006C29CF"/>
    <w:rsid w:val="006C46B0"/>
    <w:rsid w:val="006D4858"/>
    <w:rsid w:val="006D687A"/>
    <w:rsid w:val="006E4AC7"/>
    <w:rsid w:val="006F0877"/>
    <w:rsid w:val="006F0C89"/>
    <w:rsid w:val="007064CD"/>
    <w:rsid w:val="0072030B"/>
    <w:rsid w:val="007304E3"/>
    <w:rsid w:val="00745B2D"/>
    <w:rsid w:val="00746938"/>
    <w:rsid w:val="007666F7"/>
    <w:rsid w:val="00783957"/>
    <w:rsid w:val="007A3164"/>
    <w:rsid w:val="007A3D56"/>
    <w:rsid w:val="007A7BB6"/>
    <w:rsid w:val="007B09AB"/>
    <w:rsid w:val="007B25AB"/>
    <w:rsid w:val="007C764E"/>
    <w:rsid w:val="007D3D2B"/>
    <w:rsid w:val="008069BB"/>
    <w:rsid w:val="00814D7D"/>
    <w:rsid w:val="00826B70"/>
    <w:rsid w:val="00841CE0"/>
    <w:rsid w:val="00843216"/>
    <w:rsid w:val="008447DC"/>
    <w:rsid w:val="00855B79"/>
    <w:rsid w:val="00855DBD"/>
    <w:rsid w:val="00857184"/>
    <w:rsid w:val="008616FA"/>
    <w:rsid w:val="0087503D"/>
    <w:rsid w:val="00890CF2"/>
    <w:rsid w:val="008920FE"/>
    <w:rsid w:val="008A23FC"/>
    <w:rsid w:val="008A544C"/>
    <w:rsid w:val="008B6E57"/>
    <w:rsid w:val="008B78B5"/>
    <w:rsid w:val="008D1C0A"/>
    <w:rsid w:val="008E1C22"/>
    <w:rsid w:val="008E3A7B"/>
    <w:rsid w:val="008E4CC7"/>
    <w:rsid w:val="008F0E58"/>
    <w:rsid w:val="00903D3B"/>
    <w:rsid w:val="00904697"/>
    <w:rsid w:val="00906DBE"/>
    <w:rsid w:val="00910C11"/>
    <w:rsid w:val="00914334"/>
    <w:rsid w:val="009215D8"/>
    <w:rsid w:val="009308EB"/>
    <w:rsid w:val="0093202B"/>
    <w:rsid w:val="0095506F"/>
    <w:rsid w:val="0095758D"/>
    <w:rsid w:val="0095778B"/>
    <w:rsid w:val="009607DB"/>
    <w:rsid w:val="00967833"/>
    <w:rsid w:val="00972A7B"/>
    <w:rsid w:val="00982A12"/>
    <w:rsid w:val="00983571"/>
    <w:rsid w:val="00985B89"/>
    <w:rsid w:val="009A2469"/>
    <w:rsid w:val="009B1033"/>
    <w:rsid w:val="009C08B1"/>
    <w:rsid w:val="009C11EB"/>
    <w:rsid w:val="009D1A00"/>
    <w:rsid w:val="00A06A8F"/>
    <w:rsid w:val="00A125EF"/>
    <w:rsid w:val="00A249A7"/>
    <w:rsid w:val="00A260B6"/>
    <w:rsid w:val="00A321AC"/>
    <w:rsid w:val="00A34A2D"/>
    <w:rsid w:val="00A43DAE"/>
    <w:rsid w:val="00A479C9"/>
    <w:rsid w:val="00A54E9D"/>
    <w:rsid w:val="00A63A68"/>
    <w:rsid w:val="00A671B0"/>
    <w:rsid w:val="00A75763"/>
    <w:rsid w:val="00A77DDA"/>
    <w:rsid w:val="00A8092D"/>
    <w:rsid w:val="00AB034D"/>
    <w:rsid w:val="00AB4E14"/>
    <w:rsid w:val="00AC1E35"/>
    <w:rsid w:val="00AC34F7"/>
    <w:rsid w:val="00AC5146"/>
    <w:rsid w:val="00AF0EB9"/>
    <w:rsid w:val="00B04176"/>
    <w:rsid w:val="00B10209"/>
    <w:rsid w:val="00B12DEA"/>
    <w:rsid w:val="00B1760F"/>
    <w:rsid w:val="00B249B3"/>
    <w:rsid w:val="00B35D63"/>
    <w:rsid w:val="00B55340"/>
    <w:rsid w:val="00B62B56"/>
    <w:rsid w:val="00B64393"/>
    <w:rsid w:val="00B655EB"/>
    <w:rsid w:val="00B77F61"/>
    <w:rsid w:val="00B8419D"/>
    <w:rsid w:val="00B92D16"/>
    <w:rsid w:val="00B9374A"/>
    <w:rsid w:val="00BA04E1"/>
    <w:rsid w:val="00BC5CAA"/>
    <w:rsid w:val="00BD4838"/>
    <w:rsid w:val="00BD6B3D"/>
    <w:rsid w:val="00BD6E24"/>
    <w:rsid w:val="00BD7E43"/>
    <w:rsid w:val="00BF4F74"/>
    <w:rsid w:val="00C001C9"/>
    <w:rsid w:val="00C05C41"/>
    <w:rsid w:val="00C13F18"/>
    <w:rsid w:val="00C15343"/>
    <w:rsid w:val="00C34634"/>
    <w:rsid w:val="00C4244C"/>
    <w:rsid w:val="00C43B22"/>
    <w:rsid w:val="00C56ADD"/>
    <w:rsid w:val="00C77C67"/>
    <w:rsid w:val="00C81244"/>
    <w:rsid w:val="00C82E4F"/>
    <w:rsid w:val="00C85017"/>
    <w:rsid w:val="00C867F5"/>
    <w:rsid w:val="00CA0B6E"/>
    <w:rsid w:val="00CA2B10"/>
    <w:rsid w:val="00CB6E44"/>
    <w:rsid w:val="00CE416E"/>
    <w:rsid w:val="00CE4845"/>
    <w:rsid w:val="00CE5A81"/>
    <w:rsid w:val="00CE78AD"/>
    <w:rsid w:val="00CF30C7"/>
    <w:rsid w:val="00D035EC"/>
    <w:rsid w:val="00D06F1B"/>
    <w:rsid w:val="00D10A62"/>
    <w:rsid w:val="00D1393A"/>
    <w:rsid w:val="00D14703"/>
    <w:rsid w:val="00D174BD"/>
    <w:rsid w:val="00D17F56"/>
    <w:rsid w:val="00D23FFB"/>
    <w:rsid w:val="00D336FC"/>
    <w:rsid w:val="00D36047"/>
    <w:rsid w:val="00D51796"/>
    <w:rsid w:val="00D543B0"/>
    <w:rsid w:val="00D756E3"/>
    <w:rsid w:val="00D95022"/>
    <w:rsid w:val="00D97AB8"/>
    <w:rsid w:val="00DA3A96"/>
    <w:rsid w:val="00DA3D76"/>
    <w:rsid w:val="00DC0437"/>
    <w:rsid w:val="00DC14A9"/>
    <w:rsid w:val="00DC52FD"/>
    <w:rsid w:val="00DE107A"/>
    <w:rsid w:val="00DF5E01"/>
    <w:rsid w:val="00E03FA3"/>
    <w:rsid w:val="00E0569E"/>
    <w:rsid w:val="00E24D69"/>
    <w:rsid w:val="00E42545"/>
    <w:rsid w:val="00E443BF"/>
    <w:rsid w:val="00E77057"/>
    <w:rsid w:val="00E8039C"/>
    <w:rsid w:val="00E83E66"/>
    <w:rsid w:val="00E94763"/>
    <w:rsid w:val="00EA5F4B"/>
    <w:rsid w:val="00EB7B6A"/>
    <w:rsid w:val="00EC7D68"/>
    <w:rsid w:val="00ED0A44"/>
    <w:rsid w:val="00EE0959"/>
    <w:rsid w:val="00EE324E"/>
    <w:rsid w:val="00EE5848"/>
    <w:rsid w:val="00F03EA8"/>
    <w:rsid w:val="00F12F3E"/>
    <w:rsid w:val="00F13215"/>
    <w:rsid w:val="00F14E9E"/>
    <w:rsid w:val="00F15D5A"/>
    <w:rsid w:val="00F37E30"/>
    <w:rsid w:val="00F41451"/>
    <w:rsid w:val="00F45A54"/>
    <w:rsid w:val="00F5539E"/>
    <w:rsid w:val="00F611CF"/>
    <w:rsid w:val="00F633D4"/>
    <w:rsid w:val="00F66643"/>
    <w:rsid w:val="00F713EE"/>
    <w:rsid w:val="00F77387"/>
    <w:rsid w:val="00F94FA1"/>
    <w:rsid w:val="00F9558C"/>
    <w:rsid w:val="00FA0985"/>
    <w:rsid w:val="00FB01AD"/>
    <w:rsid w:val="00FB610C"/>
    <w:rsid w:val="00FC65B5"/>
    <w:rsid w:val="00FD113F"/>
    <w:rsid w:val="00FD32CF"/>
    <w:rsid w:val="00FD57F0"/>
    <w:rsid w:val="00FD5F30"/>
    <w:rsid w:val="00FD5F7E"/>
    <w:rsid w:val="00FD77DB"/>
    <w:rsid w:val="00FD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963BA"/>
  <w15:chartTrackingRefBased/>
  <w15:docId w15:val="{FF6E2384-5E1C-4157-9EAF-FF2B2F7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C1A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F03E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5C1A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Platzhaltertext">
    <w:name w:val="Placeholder Text"/>
    <w:basedOn w:val="Absatz-Standardschriftart"/>
    <w:uiPriority w:val="99"/>
    <w:semiHidden/>
    <w:rsid w:val="009215D8"/>
    <w:rPr>
      <w:color w:val="808080"/>
    </w:rPr>
  </w:style>
  <w:style w:type="paragraph" w:customStyle="1" w:styleId="AufzhlungPunkt1">
    <w:name w:val="Aufzählung Punkt 1"/>
    <w:basedOn w:val="Standard"/>
    <w:link w:val="AufzhlungPunkt1Zchn"/>
    <w:qFormat/>
    <w:rsid w:val="00982A12"/>
    <w:pPr>
      <w:numPr>
        <w:numId w:val="1"/>
      </w:numPr>
      <w:spacing w:after="0" w:line="276" w:lineRule="auto"/>
      <w:ind w:left="426" w:hanging="426"/>
      <w:jc w:val="both"/>
    </w:pPr>
    <w:rPr>
      <w:rFonts w:ascii="Verdana" w:eastAsiaTheme="minorEastAsia" w:hAnsi="Verdana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982A12"/>
    <w:rPr>
      <w:rFonts w:ascii="Verdana" w:eastAsiaTheme="minorEastAsia" w:hAnsi="Verdana"/>
      <w:sz w:val="20"/>
      <w:szCs w:val="20"/>
      <w:lang w:eastAsia="ja-JP"/>
    </w:rPr>
  </w:style>
  <w:style w:type="paragraph" w:styleId="Textkrper">
    <w:name w:val="Body Text"/>
    <w:basedOn w:val="Standard"/>
    <w:link w:val="TextkrperZchn"/>
    <w:semiHidden/>
    <w:rsid w:val="00A479C9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spacing w:after="0" w:line="360" w:lineRule="atLeast"/>
      <w:jc w:val="center"/>
    </w:pPr>
    <w:rPr>
      <w:rFonts w:ascii="Arial" w:eastAsia="Times New Roman" w:hAnsi="Arial" w:cs="Arial"/>
      <w:sz w:val="28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A479C9"/>
    <w:rPr>
      <w:rFonts w:ascii="Arial" w:eastAsia="Times New Roman" w:hAnsi="Arial" w:cs="Arial"/>
      <w:sz w:val="28"/>
      <w:lang w:eastAsia="de-DE"/>
    </w:rPr>
  </w:style>
  <w:style w:type="paragraph" w:styleId="KeinLeerraum">
    <w:name w:val="No Spacing"/>
    <w:uiPriority w:val="1"/>
    <w:qFormat/>
    <w:rsid w:val="00A479C9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Arial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F386F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F386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F386F"/>
    <w:rPr>
      <w:vertAlign w:val="superscript"/>
    </w:rPr>
  </w:style>
  <w:style w:type="paragraph" w:customStyle="1" w:styleId="FormatvorlageV1">
    <w:name w:val="Formatvorlage__V1"/>
    <w:basedOn w:val="berschrift1"/>
    <w:link w:val="FormatvorlageV1Zchn"/>
    <w:autoRedefine/>
    <w:qFormat/>
    <w:rsid w:val="00D17F56"/>
    <w:pPr>
      <w:numPr>
        <w:numId w:val="8"/>
      </w:numPr>
    </w:pPr>
    <w:rPr>
      <w:rFonts w:ascii="Verdana" w:hAnsi="Verdana"/>
      <w:color w:val="auto"/>
    </w:rPr>
  </w:style>
  <w:style w:type="character" w:styleId="IntensiveHervorhebung">
    <w:name w:val="Intense Emphasis"/>
    <w:basedOn w:val="Absatz-Standardschriftart"/>
    <w:uiPriority w:val="21"/>
    <w:qFormat/>
    <w:rsid w:val="005D02AF"/>
    <w:rPr>
      <w:i/>
      <w:iCs/>
      <w:color w:val="4472C4" w:themeColor="accent1"/>
    </w:rPr>
  </w:style>
  <w:style w:type="character" w:customStyle="1" w:styleId="FormatvorlageV1Zchn">
    <w:name w:val="Formatvorlage__V1 Zchn"/>
    <w:basedOn w:val="berschrift1Zchn"/>
    <w:link w:val="FormatvorlageV1"/>
    <w:rsid w:val="00D17F56"/>
    <w:rPr>
      <w:rFonts w:ascii="Verdana" w:eastAsiaTheme="majorEastAsia" w:hAnsi="Verdana" w:cstheme="majorBidi"/>
      <w:color w:val="2F5496" w:themeColor="accent1" w:themeShade="BF"/>
      <w:sz w:val="32"/>
      <w:szCs w:val="32"/>
    </w:rPr>
  </w:style>
  <w:style w:type="numbering" w:customStyle="1" w:styleId="Formatvorlage1">
    <w:name w:val="Formatvorlage1"/>
    <w:uiPriority w:val="99"/>
    <w:rsid w:val="005D02AF"/>
    <w:pPr>
      <w:numPr>
        <w:numId w:val="3"/>
      </w:numPr>
    </w:pPr>
  </w:style>
  <w:style w:type="paragraph" w:customStyle="1" w:styleId="Level2">
    <w:name w:val="Level 2"/>
    <w:basedOn w:val="Standard"/>
    <w:link w:val="Level2Zchn"/>
    <w:autoRedefine/>
    <w:qFormat/>
    <w:rsid w:val="000367CF"/>
    <w:pPr>
      <w:numPr>
        <w:ilvl w:val="1"/>
        <w:numId w:val="8"/>
      </w:numPr>
    </w:pPr>
    <w:rPr>
      <w:rFonts w:ascii="Verdana" w:hAnsi="Verdana"/>
      <w:sz w:val="28"/>
    </w:rPr>
  </w:style>
  <w:style w:type="paragraph" w:customStyle="1" w:styleId="Level3">
    <w:name w:val="Level 3"/>
    <w:basedOn w:val="Standard"/>
    <w:link w:val="Level3Zchn"/>
    <w:qFormat/>
    <w:rsid w:val="000861AF"/>
    <w:pPr>
      <w:numPr>
        <w:ilvl w:val="2"/>
        <w:numId w:val="8"/>
      </w:numPr>
    </w:pPr>
    <w:rPr>
      <w:rFonts w:ascii="Verdana" w:hAnsi="Verdana"/>
      <w:sz w:val="28"/>
    </w:rPr>
  </w:style>
  <w:style w:type="character" w:customStyle="1" w:styleId="Level2Zchn">
    <w:name w:val="Level 2 Zchn"/>
    <w:basedOn w:val="FormatvorlageV1Zchn"/>
    <w:link w:val="Level2"/>
    <w:rsid w:val="000367CF"/>
    <w:rPr>
      <w:rFonts w:ascii="Verdana" w:eastAsiaTheme="majorEastAsia" w:hAnsi="Verdana" w:cstheme="majorBidi"/>
      <w:color w:val="2F5496" w:themeColor="accent1" w:themeShade="BF"/>
      <w:sz w:val="28"/>
      <w:szCs w:val="32"/>
    </w:rPr>
  </w:style>
  <w:style w:type="paragraph" w:customStyle="1" w:styleId="Level4">
    <w:name w:val="Level 4"/>
    <w:basedOn w:val="Level2"/>
    <w:link w:val="Level4Zchn"/>
    <w:autoRedefine/>
    <w:qFormat/>
    <w:rsid w:val="000367CF"/>
    <w:pPr>
      <w:numPr>
        <w:ilvl w:val="3"/>
      </w:numPr>
    </w:pPr>
    <w:rPr>
      <w:sz w:val="24"/>
    </w:rPr>
  </w:style>
  <w:style w:type="character" w:customStyle="1" w:styleId="Level3Zchn">
    <w:name w:val="Level 3 Zchn"/>
    <w:basedOn w:val="Absatz-Standardschriftart"/>
    <w:link w:val="Level3"/>
    <w:rsid w:val="000861AF"/>
    <w:rPr>
      <w:rFonts w:ascii="Verdana" w:hAnsi="Verdana"/>
      <w:sz w:val="28"/>
    </w:rPr>
  </w:style>
  <w:style w:type="paragraph" w:customStyle="1" w:styleId="VerdanaStandard">
    <w:name w:val="Verdana_Standard"/>
    <w:basedOn w:val="Standard"/>
    <w:link w:val="VerdanaStandardZchn"/>
    <w:autoRedefine/>
    <w:qFormat/>
    <w:rsid w:val="00B35D63"/>
    <w:pPr>
      <w:spacing w:after="0" w:line="240" w:lineRule="auto"/>
    </w:pPr>
    <w:rPr>
      <w:rFonts w:ascii="Verdana" w:hAnsi="Verdana"/>
      <w:sz w:val="20"/>
    </w:rPr>
  </w:style>
  <w:style w:type="character" w:customStyle="1" w:styleId="Level4Zchn">
    <w:name w:val="Level 4 Zchn"/>
    <w:basedOn w:val="Level2Zchn"/>
    <w:link w:val="Level4"/>
    <w:rsid w:val="000367CF"/>
    <w:rPr>
      <w:rFonts w:ascii="Verdana" w:eastAsiaTheme="majorEastAsia" w:hAnsi="Verdana" w:cstheme="majorBidi"/>
      <w:color w:val="2F5496" w:themeColor="accent1" w:themeShade="BF"/>
      <w:sz w:val="24"/>
      <w:szCs w:val="32"/>
    </w:rPr>
  </w:style>
  <w:style w:type="paragraph" w:customStyle="1" w:styleId="berschriftVerdana">
    <w:name w:val="Überschrift_Verdana"/>
    <w:basedOn w:val="Standard"/>
    <w:link w:val="berschriftVerdanaZchn"/>
    <w:qFormat/>
    <w:rsid w:val="00310636"/>
    <w:pPr>
      <w:spacing w:after="40"/>
    </w:pPr>
    <w:rPr>
      <w:rFonts w:ascii="Verdana" w:hAnsi="Verdana"/>
      <w:sz w:val="32"/>
    </w:rPr>
  </w:style>
  <w:style w:type="character" w:customStyle="1" w:styleId="VerdanaStandardZchn">
    <w:name w:val="Verdana_Standard Zchn"/>
    <w:basedOn w:val="Absatz-Standardschriftart"/>
    <w:link w:val="VerdanaStandard"/>
    <w:rsid w:val="00B35D63"/>
    <w:rPr>
      <w:rFonts w:ascii="Verdana" w:hAnsi="Verdana"/>
      <w:sz w:val="20"/>
    </w:rPr>
  </w:style>
  <w:style w:type="character" w:customStyle="1" w:styleId="berschriftVerdanaZchn">
    <w:name w:val="Überschrift_Verdana Zchn"/>
    <w:basedOn w:val="Absatz-Standardschriftart"/>
    <w:link w:val="berschriftVerdana"/>
    <w:rsid w:val="00310636"/>
    <w:rPr>
      <w:rFonts w:ascii="Verdana" w:hAnsi="Verdana"/>
      <w:sz w:val="3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35D6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35D6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35D6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35D6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35D63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5D63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855B79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602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02361"/>
  </w:style>
  <w:style w:type="paragraph" w:styleId="Fuzeile">
    <w:name w:val="footer"/>
    <w:basedOn w:val="Standard"/>
    <w:link w:val="FuzeileZchn"/>
    <w:uiPriority w:val="99"/>
    <w:unhideWhenUsed/>
    <w:rsid w:val="00602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2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02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A29266110074A39A1FA0CEA5FD68F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65AFFB3-EC8E-42BE-BA02-DD49C38B8BCF}"/>
      </w:docPartPr>
      <w:docPartBody>
        <w:p w:rsidR="00EA32E3" w:rsidRDefault="003B5B52" w:rsidP="003B5B52">
          <w:pPr>
            <w:pStyle w:val="7A29266110074A39A1FA0CEA5FD68F3E"/>
          </w:pPr>
          <w:r w:rsidRPr="00D7649D">
            <w:rPr>
              <w:rStyle w:val="Platzhaltertext"/>
            </w:rPr>
            <w:t>Wählen Sie ein Element aus.</w:t>
          </w:r>
        </w:p>
      </w:docPartBody>
    </w:docPart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CF1503-C762-41DD-826B-D9B4B23B9951}"/>
      </w:docPartPr>
      <w:docPartBody>
        <w:p w:rsidR="00772BED" w:rsidRDefault="00EA32E3">
          <w:r w:rsidRPr="00D7649D">
            <w:rPr>
              <w:rStyle w:val="Platzhaltertext"/>
            </w:rPr>
            <w:t>Wählen Sie ein Element aus.</w:t>
          </w:r>
        </w:p>
      </w:docPartBody>
    </w:docPart>
    <w:docPart>
      <w:docPartPr>
        <w:name w:val="E862CAC44CFA4D01AC8B7B2E628BC9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C4D8A7-9CC2-4419-9174-B6D63B8100F6}"/>
      </w:docPartPr>
      <w:docPartBody>
        <w:p w:rsidR="00772BED" w:rsidRDefault="00EA32E3" w:rsidP="00EA32E3">
          <w:pPr>
            <w:pStyle w:val="E862CAC44CFA4D01AC8B7B2E628BC98D"/>
          </w:pPr>
          <w:r w:rsidRPr="00D7649D">
            <w:rPr>
              <w:rStyle w:val="Platzhaltertext"/>
            </w:rPr>
            <w:t>Wählen Sie ein Element aus.</w:t>
          </w:r>
        </w:p>
      </w:docPartBody>
    </w:docPart>
    <w:docPart>
      <w:docPartPr>
        <w:name w:val="4B2E3625B8324D35A3A07CA18CAD856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641D91-29B1-409D-9564-F757E0893962}"/>
      </w:docPartPr>
      <w:docPartBody>
        <w:p w:rsidR="00772BED" w:rsidRDefault="00EA32E3" w:rsidP="00EA32E3">
          <w:pPr>
            <w:pStyle w:val="4B2E3625B8324D35A3A07CA18CAD856C"/>
          </w:pPr>
          <w:r w:rsidRPr="00D7649D">
            <w:rPr>
              <w:rStyle w:val="Platzhaltertext"/>
            </w:rPr>
            <w:t>Wählen Sie ein Element aus.</w:t>
          </w:r>
        </w:p>
      </w:docPartBody>
    </w:docPart>
    <w:docPart>
      <w:docPartPr>
        <w:name w:val="885B66F46CBE4E94B49AC5BD36274F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5641C0-3A0F-4953-925F-9B270B276E4A}"/>
      </w:docPartPr>
      <w:docPartBody>
        <w:p w:rsidR="00772BED" w:rsidRDefault="00EA32E3" w:rsidP="00EA32E3">
          <w:pPr>
            <w:pStyle w:val="885B66F46CBE4E94B49AC5BD36274FBD"/>
          </w:pPr>
          <w:r w:rsidRPr="00D7649D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70475AFD35344E98F5E256BDCCF0C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C4EB80-69D7-4F64-A555-7980891121DC}"/>
      </w:docPartPr>
      <w:docPartBody>
        <w:p w:rsidR="00772BED" w:rsidRDefault="00EA32E3" w:rsidP="00EA32E3">
          <w:pPr>
            <w:pStyle w:val="170475AFD35344E98F5E256BDCCF0C5E"/>
          </w:pPr>
          <w:r w:rsidRPr="00D7649D">
            <w:rPr>
              <w:rStyle w:val="Platzhaltertext"/>
            </w:rPr>
            <w:t>Wählen Sie ein Element aus.</w:t>
          </w:r>
        </w:p>
      </w:docPartBody>
    </w:docPart>
    <w:docPart>
      <w:docPartPr>
        <w:name w:val="6BFC13EE32294874895AB1313D69C9A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F1332C-6AC9-4DC9-9537-7DAEC60BF0C1}"/>
      </w:docPartPr>
      <w:docPartBody>
        <w:p w:rsidR="00772BED" w:rsidRDefault="00EA32E3" w:rsidP="00EA32E3">
          <w:pPr>
            <w:pStyle w:val="6BFC13EE32294874895AB1313D69C9AD"/>
          </w:pPr>
          <w:r w:rsidRPr="00D7649D">
            <w:rPr>
              <w:rStyle w:val="Platzhaltertext"/>
            </w:rPr>
            <w:t>Wählen Sie ein Element aus.</w:t>
          </w:r>
        </w:p>
      </w:docPartBody>
    </w:docPart>
    <w:docPart>
      <w:docPartPr>
        <w:name w:val="7945837EA19E483A9AF11F291FA4B96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A734BE-6C6D-4335-BC19-6BD9A0BEF95A}"/>
      </w:docPartPr>
      <w:docPartBody>
        <w:p w:rsidR="00772BED" w:rsidRDefault="00EA32E3" w:rsidP="00EA32E3">
          <w:pPr>
            <w:pStyle w:val="7945837EA19E483A9AF11F291FA4B96D"/>
          </w:pPr>
          <w:r w:rsidRPr="00D7649D">
            <w:rPr>
              <w:rStyle w:val="Platzhaltertext"/>
            </w:rPr>
            <w:t>Wählen Sie ein Element aus.</w:t>
          </w:r>
        </w:p>
      </w:docPartBody>
    </w:docPart>
    <w:docPart>
      <w:docPartPr>
        <w:name w:val="16A962BFEF1C4AA3BA8A692E9D7CE31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52E74E-5529-4975-84BE-25EF3B6BDBA5}"/>
      </w:docPartPr>
      <w:docPartBody>
        <w:p w:rsidR="00C2680F" w:rsidRDefault="00772BED" w:rsidP="00772BED">
          <w:pPr>
            <w:pStyle w:val="16A962BFEF1C4AA3BA8A692E9D7CE317"/>
          </w:pPr>
          <w:r w:rsidRPr="00D7649D">
            <w:rPr>
              <w:rStyle w:val="Platzhaltertext"/>
            </w:rPr>
            <w:t>Wählen Sie ein Element aus.</w:t>
          </w:r>
        </w:p>
      </w:docPartBody>
    </w:docPart>
    <w:docPart>
      <w:docPartPr>
        <w:name w:val="7F05689B16034F0A844FF4789515603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BA83C7-25DD-4CC2-9F30-D35BE948CD02}"/>
      </w:docPartPr>
      <w:docPartBody>
        <w:p w:rsidR="00C2680F" w:rsidRDefault="00772BED" w:rsidP="00772BED">
          <w:pPr>
            <w:pStyle w:val="7F05689B16034F0A844FF4789515603F"/>
          </w:pPr>
          <w:r w:rsidRPr="00D7649D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559965D741C4C6791F960EE01CB26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2BED7BC-1EFB-4014-B085-E326331021BA}"/>
      </w:docPartPr>
      <w:docPartBody>
        <w:p w:rsidR="00C2680F" w:rsidRDefault="00772BED" w:rsidP="00772BED">
          <w:pPr>
            <w:pStyle w:val="1559965D741C4C6791F960EE01CB265C"/>
          </w:pPr>
          <w:r w:rsidRPr="00D7649D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98ECBCC440F4DFAA12B504292A1C5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E835598-3AA8-4463-BCA2-640848523311}"/>
      </w:docPartPr>
      <w:docPartBody>
        <w:p w:rsidR="00C2680F" w:rsidRDefault="00772BED" w:rsidP="00772BED">
          <w:pPr>
            <w:pStyle w:val="E98ECBCC440F4DFAA12B504292A1C591"/>
          </w:pPr>
          <w:r w:rsidRPr="00D7649D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D4883A95F364486923B40B5B699CC4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18266A9-7F96-4DF5-809F-7A9B4CC448DC}"/>
      </w:docPartPr>
      <w:docPartBody>
        <w:p w:rsidR="00C2680F" w:rsidRDefault="00772BED" w:rsidP="00772BED">
          <w:pPr>
            <w:pStyle w:val="4D4883A95F364486923B40B5B699CC47"/>
          </w:pPr>
          <w:r w:rsidRPr="00D7649D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0CCD5C9914C402C9E95EF6C9828C5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FC525B7-4E52-4776-8732-8F06638E9B11}"/>
      </w:docPartPr>
      <w:docPartBody>
        <w:p w:rsidR="00C2680F" w:rsidRDefault="00772BED" w:rsidP="00772BED">
          <w:pPr>
            <w:pStyle w:val="30CCD5C9914C402C9E95EF6C9828C59C"/>
          </w:pPr>
          <w:r w:rsidRPr="00D7649D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56DE21E8B70448B8FA0764EB5F109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6BE63D8-4B9F-46B3-9615-3514600C73DD}"/>
      </w:docPartPr>
      <w:docPartBody>
        <w:p w:rsidR="00C2680F" w:rsidRDefault="00772BED" w:rsidP="00772BED">
          <w:pPr>
            <w:pStyle w:val="756DE21E8B70448B8FA0764EB5F1092A"/>
          </w:pPr>
          <w:r w:rsidRPr="00D7649D">
            <w:rPr>
              <w:rStyle w:val="Platzhaltertext"/>
            </w:rPr>
            <w:t>Wählen Sie ein Element aus.</w:t>
          </w:r>
        </w:p>
      </w:docPartBody>
    </w:docPart>
    <w:docPart>
      <w:docPartPr>
        <w:name w:val="6D9C34D1460A49FAADD85925E417A4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7441054-D0CC-46B1-B280-44304D84B4DE}"/>
      </w:docPartPr>
      <w:docPartBody>
        <w:p w:rsidR="00183F6C" w:rsidRDefault="001136A7" w:rsidP="001136A7">
          <w:pPr>
            <w:pStyle w:val="6D9C34D1460A49FAADD85925E417A48A"/>
          </w:pPr>
          <w:r w:rsidRPr="00D7649D">
            <w:rPr>
              <w:rStyle w:val="Platzhaltertext"/>
            </w:rPr>
            <w:t>Wählen Sie ein Element aus.</w:t>
          </w:r>
        </w:p>
      </w:docPartBody>
    </w:docPart>
    <w:docPart>
      <w:docPartPr>
        <w:name w:val="6D3F7F042DB84293B22357B92263E9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9FE75FC-5C93-4AEE-AECC-9DA988133F6F}"/>
      </w:docPartPr>
      <w:docPartBody>
        <w:p w:rsidR="007358D8" w:rsidRDefault="007358D8" w:rsidP="007358D8">
          <w:pPr>
            <w:pStyle w:val="6D3F7F042DB84293B22357B92263E95A"/>
          </w:pPr>
          <w:r w:rsidRPr="00D7649D">
            <w:rPr>
              <w:rStyle w:val="Platzhaltertext"/>
            </w:rPr>
            <w:t>Wählen Sie ein Element aus.</w:t>
          </w:r>
        </w:p>
      </w:docPartBody>
    </w:docPart>
    <w:docPart>
      <w:docPartPr>
        <w:name w:val="48DEFDC3FA8A4B9EBF9F4D829C154C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987C633-1BD2-4E27-B72A-FF362343CA5E}"/>
      </w:docPartPr>
      <w:docPartBody>
        <w:p w:rsidR="007358D8" w:rsidRDefault="007358D8" w:rsidP="007358D8">
          <w:pPr>
            <w:pStyle w:val="48DEFDC3FA8A4B9EBF9F4D829C154CCC"/>
          </w:pPr>
          <w:r w:rsidRPr="00D7649D">
            <w:rPr>
              <w:rStyle w:val="Platzhaltertext"/>
            </w:rPr>
            <w:t>Wählen Sie ein Element aus.</w:t>
          </w:r>
        </w:p>
      </w:docPartBody>
    </w:docPart>
    <w:docPart>
      <w:docPartPr>
        <w:name w:val="04A0361CDE414D3E9F7BF84708B8B4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EF4BD4-0032-47F4-85C6-C4E75DBE4997}"/>
      </w:docPartPr>
      <w:docPartBody>
        <w:p w:rsidR="00F46507" w:rsidRDefault="00F46507" w:rsidP="00F46507">
          <w:pPr>
            <w:pStyle w:val="04A0361CDE414D3E9F7BF84708B8B4A8"/>
          </w:pPr>
          <w:r w:rsidRPr="00D7649D">
            <w:rPr>
              <w:rStyle w:val="Platzhaltertext"/>
            </w:rPr>
            <w:t>Wählen Sie ein Element aus.</w:t>
          </w:r>
        </w:p>
      </w:docPartBody>
    </w:docPart>
    <w:docPart>
      <w:docPartPr>
        <w:name w:val="470A9969EA7845C1A04EAE3E2DBE3CF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AEA6957-C69E-4AD0-9940-8DCD8C4EFE5E}"/>
      </w:docPartPr>
      <w:docPartBody>
        <w:p w:rsidR="00F46507" w:rsidRDefault="00F46507" w:rsidP="00F46507">
          <w:pPr>
            <w:pStyle w:val="470A9969EA7845C1A04EAE3E2DBE3CF6"/>
          </w:pPr>
          <w:r w:rsidRPr="00D7649D">
            <w:rPr>
              <w:rStyle w:val="Platzhaltertext"/>
            </w:rPr>
            <w:t>Wählen Sie ein Element aus.</w:t>
          </w:r>
        </w:p>
      </w:docPartBody>
    </w:docPart>
    <w:docPart>
      <w:docPartPr>
        <w:name w:val="E13020A6F09C4054BAD9DF4C21A2D9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EEE3CB4-1180-4938-9BC4-0C68DDE79EDD}"/>
      </w:docPartPr>
      <w:docPartBody>
        <w:p w:rsidR="00F46507" w:rsidRDefault="00F46507" w:rsidP="00F46507">
          <w:pPr>
            <w:pStyle w:val="E13020A6F09C4054BAD9DF4C21A2D9F3"/>
          </w:pPr>
          <w:r w:rsidRPr="00D7649D">
            <w:rPr>
              <w:rStyle w:val="Platzhaltertext"/>
            </w:rPr>
            <w:t>Wählen Sie ein Element aus.</w:t>
          </w:r>
        </w:p>
      </w:docPartBody>
    </w:docPart>
    <w:docPart>
      <w:docPartPr>
        <w:name w:val="C308E99591594378B179E8899DDE3D3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73A189-C631-4289-AD81-4B9AD7090459}"/>
      </w:docPartPr>
      <w:docPartBody>
        <w:p w:rsidR="00F46507" w:rsidRDefault="00F46507" w:rsidP="00F46507">
          <w:pPr>
            <w:pStyle w:val="C308E99591594378B179E8899DDE3D36"/>
          </w:pPr>
          <w:r w:rsidRPr="00D7649D">
            <w:rPr>
              <w:rStyle w:val="Platzhaltertext"/>
            </w:rPr>
            <w:t>Wählen Sie ein Element aus.</w:t>
          </w:r>
        </w:p>
      </w:docPartBody>
    </w:docPart>
    <w:docPart>
      <w:docPartPr>
        <w:name w:val="4D45A809CBF34228AD9A3400CD00467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EA7D15E-B82A-4977-84BE-A994CFCBB8A9}"/>
      </w:docPartPr>
      <w:docPartBody>
        <w:p w:rsidR="00F46507" w:rsidRDefault="00F46507" w:rsidP="00F46507">
          <w:pPr>
            <w:pStyle w:val="4D45A809CBF34228AD9A3400CD004677"/>
          </w:pPr>
          <w:r w:rsidRPr="00D7649D">
            <w:rPr>
              <w:rStyle w:val="Platzhaltertext"/>
            </w:rPr>
            <w:t>Wählen Sie ein Element aus.</w:t>
          </w:r>
        </w:p>
      </w:docPartBody>
    </w:docPart>
    <w:docPart>
      <w:docPartPr>
        <w:name w:val="0EDEC67DE788439985C42A185BAF21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F5CDF7-D4C7-41B7-B3C2-7EA4060521BF}"/>
      </w:docPartPr>
      <w:docPartBody>
        <w:p w:rsidR="00F46507" w:rsidRDefault="00F46507" w:rsidP="00F46507">
          <w:pPr>
            <w:pStyle w:val="0EDEC67DE788439985C42A185BAF21A7"/>
          </w:pPr>
          <w:r w:rsidRPr="00D7649D">
            <w:rPr>
              <w:rStyle w:val="Platzhaltertext"/>
            </w:rPr>
            <w:t>Wählen Sie ein Element aus.</w:t>
          </w:r>
        </w:p>
      </w:docPartBody>
    </w:docPart>
    <w:docPart>
      <w:docPartPr>
        <w:name w:val="BC67FEA2098D4ACDA2B045E2902D4E1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323B6A-5B32-413D-8168-2AF6165C981B}"/>
      </w:docPartPr>
      <w:docPartBody>
        <w:p w:rsidR="00F46507" w:rsidRDefault="00F46507" w:rsidP="00F46507">
          <w:pPr>
            <w:pStyle w:val="BC67FEA2098D4ACDA2B045E2902D4E15"/>
          </w:pPr>
          <w:r w:rsidRPr="00D7649D">
            <w:rPr>
              <w:rStyle w:val="Platzhaltertext"/>
            </w:rPr>
            <w:t>Wählen Sie ein Element aus.</w:t>
          </w:r>
        </w:p>
      </w:docPartBody>
    </w:docPart>
    <w:docPart>
      <w:docPartPr>
        <w:name w:val="C44906E942AC40C9936F90B9524ABF4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2144D0-BD35-4DD0-9AC8-4EBDC4996A0C}"/>
      </w:docPartPr>
      <w:docPartBody>
        <w:p w:rsidR="00F46507" w:rsidRDefault="00F46507" w:rsidP="00F46507">
          <w:pPr>
            <w:pStyle w:val="C44906E942AC40C9936F90B9524ABF4B"/>
          </w:pPr>
          <w:r w:rsidRPr="00D7649D">
            <w:rPr>
              <w:rStyle w:val="Platzhaltertext"/>
            </w:rPr>
            <w:t>Wählen Sie ein Element aus.</w:t>
          </w:r>
        </w:p>
      </w:docPartBody>
    </w:docPart>
    <w:docPart>
      <w:docPartPr>
        <w:name w:val="1830A51B0A74467C962CBD3EDB44D1A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FB5FC6-5400-4952-85C5-94869A750186}"/>
      </w:docPartPr>
      <w:docPartBody>
        <w:p w:rsidR="00F46507" w:rsidRDefault="00F46507" w:rsidP="00F46507">
          <w:pPr>
            <w:pStyle w:val="1830A51B0A74467C962CBD3EDB44D1AD"/>
          </w:pPr>
          <w:r w:rsidRPr="00D7649D">
            <w:rPr>
              <w:rStyle w:val="Platzhaltertext"/>
            </w:rPr>
            <w:t>Wählen Sie ein Element aus.</w:t>
          </w:r>
        </w:p>
      </w:docPartBody>
    </w:docPart>
    <w:docPart>
      <w:docPartPr>
        <w:name w:val="CF561D6053EB433080B4B7D0F381CA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476434-BE68-4EA4-8DDA-180D041B99FC}"/>
      </w:docPartPr>
      <w:docPartBody>
        <w:p w:rsidR="00F46507" w:rsidRDefault="00F46507" w:rsidP="00F46507">
          <w:pPr>
            <w:pStyle w:val="CF561D6053EB433080B4B7D0F381CA42"/>
          </w:pPr>
          <w:r w:rsidRPr="00D7649D">
            <w:rPr>
              <w:rStyle w:val="Platzhaltertext"/>
            </w:rPr>
            <w:t>Wählen Sie ein Element aus.</w:t>
          </w:r>
        </w:p>
      </w:docPartBody>
    </w:docPart>
    <w:docPart>
      <w:docPartPr>
        <w:name w:val="DDFC565319C54C6B9944D7029C176C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54E62C-4AAF-4247-844A-63FEB208421C}"/>
      </w:docPartPr>
      <w:docPartBody>
        <w:p w:rsidR="00F46507" w:rsidRDefault="00F46507" w:rsidP="00F46507">
          <w:pPr>
            <w:pStyle w:val="DDFC565319C54C6B9944D7029C176C1D"/>
          </w:pPr>
          <w:r w:rsidRPr="00D7649D">
            <w:rPr>
              <w:rStyle w:val="Platzhaltertext"/>
            </w:rPr>
            <w:t>Wählen Sie ein Element aus.</w:t>
          </w:r>
        </w:p>
      </w:docPartBody>
    </w:docPart>
    <w:docPart>
      <w:docPartPr>
        <w:name w:val="F6F671F62C6C421A973BBEBC818534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6AC3B8-B915-4E81-95BE-39E2A03524FE}"/>
      </w:docPartPr>
      <w:docPartBody>
        <w:p w:rsidR="00F46507" w:rsidRDefault="00F46507" w:rsidP="00F46507">
          <w:pPr>
            <w:pStyle w:val="F6F671F62C6C421A973BBEBC818534B9"/>
          </w:pPr>
          <w:r w:rsidRPr="00D7649D">
            <w:rPr>
              <w:rStyle w:val="Platzhaltertext"/>
            </w:rPr>
            <w:t>Wählen Sie ein Element aus.</w:t>
          </w:r>
        </w:p>
      </w:docPartBody>
    </w:docPart>
    <w:docPart>
      <w:docPartPr>
        <w:name w:val="41489FC63A3247978C11B6C69D2C22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FEEB655-9CB6-4C74-B5B7-A8BA77ADDAE3}"/>
      </w:docPartPr>
      <w:docPartBody>
        <w:p w:rsidR="00F46507" w:rsidRDefault="00F46507" w:rsidP="00F46507">
          <w:pPr>
            <w:pStyle w:val="41489FC63A3247978C11B6C69D2C22CD"/>
          </w:pPr>
          <w:r w:rsidRPr="00D7649D">
            <w:rPr>
              <w:rStyle w:val="Platzhaltertext"/>
            </w:rPr>
            <w:t>Wählen Sie ein Element aus.</w:t>
          </w:r>
        </w:p>
      </w:docPartBody>
    </w:docPart>
    <w:docPart>
      <w:docPartPr>
        <w:name w:val="3A6038019F7E4386BCC088D3B90CB7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3577E0-9272-4DA8-B7BC-653ADF5904D9}"/>
      </w:docPartPr>
      <w:docPartBody>
        <w:p w:rsidR="00F46507" w:rsidRDefault="00F46507" w:rsidP="00F46507">
          <w:pPr>
            <w:pStyle w:val="3A6038019F7E4386BCC088D3B90CB7C2"/>
          </w:pPr>
          <w:r w:rsidRPr="00D7649D">
            <w:rPr>
              <w:rStyle w:val="Platzhaltertext"/>
            </w:rPr>
            <w:t>Wählen Sie ein Element aus.</w:t>
          </w:r>
        </w:p>
      </w:docPartBody>
    </w:docPart>
    <w:docPart>
      <w:docPartPr>
        <w:name w:val="0C91DB4A4CB44F81AE4CD179971CCD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139B2A2-8EE9-46AE-A16E-DF17A5BD5DAF}"/>
      </w:docPartPr>
      <w:docPartBody>
        <w:p w:rsidR="00F46507" w:rsidRDefault="00F46507" w:rsidP="00F46507">
          <w:pPr>
            <w:pStyle w:val="0C91DB4A4CB44F81AE4CD179971CCDA9"/>
          </w:pPr>
          <w:r w:rsidRPr="00D7649D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B52"/>
    <w:rsid w:val="000105CB"/>
    <w:rsid w:val="001136A7"/>
    <w:rsid w:val="00183F6C"/>
    <w:rsid w:val="00277EA2"/>
    <w:rsid w:val="00285F67"/>
    <w:rsid w:val="003B5B52"/>
    <w:rsid w:val="00614901"/>
    <w:rsid w:val="006C29CF"/>
    <w:rsid w:val="006F0877"/>
    <w:rsid w:val="007358D8"/>
    <w:rsid w:val="00772BED"/>
    <w:rsid w:val="007A7BB6"/>
    <w:rsid w:val="009607DB"/>
    <w:rsid w:val="00AC34F7"/>
    <w:rsid w:val="00C2680F"/>
    <w:rsid w:val="00EA32E3"/>
    <w:rsid w:val="00F46507"/>
    <w:rsid w:val="00FD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46507"/>
    <w:rPr>
      <w:color w:val="808080"/>
    </w:rPr>
  </w:style>
  <w:style w:type="paragraph" w:customStyle="1" w:styleId="6D3F7F042DB84293B22357B92263E95A">
    <w:name w:val="6D3F7F042DB84293B22357B92263E95A"/>
    <w:rsid w:val="007358D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A29266110074A39A1FA0CEA5FD68F3E">
    <w:name w:val="7A29266110074A39A1FA0CEA5FD68F3E"/>
    <w:rsid w:val="003B5B52"/>
  </w:style>
  <w:style w:type="paragraph" w:customStyle="1" w:styleId="48DEFDC3FA8A4B9EBF9F4D829C154CCC">
    <w:name w:val="48DEFDC3FA8A4B9EBF9F4D829C154CCC"/>
    <w:rsid w:val="007358D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862CAC44CFA4D01AC8B7B2E628BC98D">
    <w:name w:val="E862CAC44CFA4D01AC8B7B2E628BC98D"/>
    <w:rsid w:val="00EA32E3"/>
  </w:style>
  <w:style w:type="paragraph" w:customStyle="1" w:styleId="4B2E3625B8324D35A3A07CA18CAD856C">
    <w:name w:val="4B2E3625B8324D35A3A07CA18CAD856C"/>
    <w:rsid w:val="00EA32E3"/>
  </w:style>
  <w:style w:type="paragraph" w:customStyle="1" w:styleId="885B66F46CBE4E94B49AC5BD36274FBD">
    <w:name w:val="885B66F46CBE4E94B49AC5BD36274FBD"/>
    <w:rsid w:val="00EA32E3"/>
  </w:style>
  <w:style w:type="paragraph" w:customStyle="1" w:styleId="170475AFD35344E98F5E256BDCCF0C5E">
    <w:name w:val="170475AFD35344E98F5E256BDCCF0C5E"/>
    <w:rsid w:val="00EA32E3"/>
  </w:style>
  <w:style w:type="paragraph" w:customStyle="1" w:styleId="206CF61E972246B5866D531AF286E4B7">
    <w:name w:val="206CF61E972246B5866D531AF286E4B7"/>
    <w:rsid w:val="00EA32E3"/>
  </w:style>
  <w:style w:type="paragraph" w:customStyle="1" w:styleId="A8F80186E9654E7BBD9D5DF8C2896E50">
    <w:name w:val="A8F80186E9654E7BBD9D5DF8C2896E50"/>
    <w:rsid w:val="00EA32E3"/>
  </w:style>
  <w:style w:type="paragraph" w:customStyle="1" w:styleId="6BFC13EE32294874895AB1313D69C9AD">
    <w:name w:val="6BFC13EE32294874895AB1313D69C9AD"/>
    <w:rsid w:val="00EA32E3"/>
  </w:style>
  <w:style w:type="paragraph" w:customStyle="1" w:styleId="7945837EA19E483A9AF11F291FA4B96D">
    <w:name w:val="7945837EA19E483A9AF11F291FA4B96D"/>
    <w:rsid w:val="00EA32E3"/>
  </w:style>
  <w:style w:type="paragraph" w:customStyle="1" w:styleId="7691830DEB054344896B0D19055FB242">
    <w:name w:val="7691830DEB054344896B0D19055FB242"/>
    <w:rsid w:val="00772BED"/>
  </w:style>
  <w:style w:type="paragraph" w:customStyle="1" w:styleId="920F3775AF5C4E42B439071C3AB77D10">
    <w:name w:val="920F3775AF5C4E42B439071C3AB77D10"/>
    <w:rsid w:val="00772BED"/>
  </w:style>
  <w:style w:type="paragraph" w:customStyle="1" w:styleId="9BC8C62BA7924C9B9CCAB90DB3DEFDA0">
    <w:name w:val="9BC8C62BA7924C9B9CCAB90DB3DEFDA0"/>
    <w:rsid w:val="00772BED"/>
  </w:style>
  <w:style w:type="paragraph" w:customStyle="1" w:styleId="16A962BFEF1C4AA3BA8A692E9D7CE317">
    <w:name w:val="16A962BFEF1C4AA3BA8A692E9D7CE317"/>
    <w:rsid w:val="00772BED"/>
  </w:style>
  <w:style w:type="paragraph" w:customStyle="1" w:styleId="C57B5838682141ABA84AD817D39AC2A1">
    <w:name w:val="C57B5838682141ABA84AD817D39AC2A1"/>
    <w:rsid w:val="00772BED"/>
  </w:style>
  <w:style w:type="paragraph" w:customStyle="1" w:styleId="7F05689B16034F0A844FF4789515603F">
    <w:name w:val="7F05689B16034F0A844FF4789515603F"/>
    <w:rsid w:val="00772BED"/>
  </w:style>
  <w:style w:type="paragraph" w:customStyle="1" w:styleId="1559965D741C4C6791F960EE01CB265C">
    <w:name w:val="1559965D741C4C6791F960EE01CB265C"/>
    <w:rsid w:val="00772BED"/>
  </w:style>
  <w:style w:type="paragraph" w:customStyle="1" w:styleId="E98ECBCC440F4DFAA12B504292A1C591">
    <w:name w:val="E98ECBCC440F4DFAA12B504292A1C591"/>
    <w:rsid w:val="00772BED"/>
  </w:style>
  <w:style w:type="paragraph" w:customStyle="1" w:styleId="4D4883A95F364486923B40B5B699CC47">
    <w:name w:val="4D4883A95F364486923B40B5B699CC47"/>
    <w:rsid w:val="00772BED"/>
  </w:style>
  <w:style w:type="paragraph" w:customStyle="1" w:styleId="30CCD5C9914C402C9E95EF6C9828C59C">
    <w:name w:val="30CCD5C9914C402C9E95EF6C9828C59C"/>
    <w:rsid w:val="00772BED"/>
  </w:style>
  <w:style w:type="paragraph" w:customStyle="1" w:styleId="756DE21E8B70448B8FA0764EB5F1092A">
    <w:name w:val="756DE21E8B70448B8FA0764EB5F1092A"/>
    <w:rsid w:val="00772BED"/>
  </w:style>
  <w:style w:type="paragraph" w:customStyle="1" w:styleId="6D9C34D1460A49FAADD85925E417A48A">
    <w:name w:val="6D9C34D1460A49FAADD85925E417A48A"/>
    <w:rsid w:val="001136A7"/>
  </w:style>
  <w:style w:type="paragraph" w:customStyle="1" w:styleId="04A0361CDE414D3E9F7BF84708B8B4A8">
    <w:name w:val="04A0361CDE414D3E9F7BF84708B8B4A8"/>
    <w:rsid w:val="00F4650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70A9969EA7845C1A04EAE3E2DBE3CF6">
    <w:name w:val="470A9969EA7845C1A04EAE3E2DBE3CF6"/>
    <w:rsid w:val="00F4650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13020A6F09C4054BAD9DF4C21A2D9F3">
    <w:name w:val="E13020A6F09C4054BAD9DF4C21A2D9F3"/>
    <w:rsid w:val="00F4650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308E99591594378B179E8899DDE3D36">
    <w:name w:val="C308E99591594378B179E8899DDE3D36"/>
    <w:rsid w:val="00F4650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D45A809CBF34228AD9A3400CD004677">
    <w:name w:val="4D45A809CBF34228AD9A3400CD004677"/>
    <w:rsid w:val="00F4650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2B52612694F4DC7966A6635286166B0">
    <w:name w:val="F2B52612694F4DC7966A6635286166B0"/>
    <w:rsid w:val="00F4650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EDEC67DE788439985C42A185BAF21A7">
    <w:name w:val="0EDEC67DE788439985C42A185BAF21A7"/>
    <w:rsid w:val="00F4650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C67FEA2098D4ACDA2B045E2902D4E15">
    <w:name w:val="BC67FEA2098D4ACDA2B045E2902D4E15"/>
    <w:rsid w:val="00F4650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44906E942AC40C9936F90B9524ABF4B">
    <w:name w:val="C44906E942AC40C9936F90B9524ABF4B"/>
    <w:rsid w:val="00F4650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830A51B0A74467C962CBD3EDB44D1AD">
    <w:name w:val="1830A51B0A74467C962CBD3EDB44D1AD"/>
    <w:rsid w:val="00F4650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F561D6053EB433080B4B7D0F381CA42">
    <w:name w:val="CF561D6053EB433080B4B7D0F381CA42"/>
    <w:rsid w:val="00F4650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DFC565319C54C6B9944D7029C176C1D">
    <w:name w:val="DDFC565319C54C6B9944D7029C176C1D"/>
    <w:rsid w:val="00F4650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6F671F62C6C421A973BBEBC818534B9">
    <w:name w:val="F6F671F62C6C421A973BBEBC818534B9"/>
    <w:rsid w:val="00F4650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2F642C45CE04A9D96820E9F73083719">
    <w:name w:val="B2F642C45CE04A9D96820E9F73083719"/>
    <w:rsid w:val="00F4650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8F8A953FCB4477E9634A7E8224A3CA8">
    <w:name w:val="68F8A953FCB4477E9634A7E8224A3CA8"/>
    <w:rsid w:val="00F4650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1489FC63A3247978C11B6C69D2C22CD">
    <w:name w:val="41489FC63A3247978C11B6C69D2C22CD"/>
    <w:rsid w:val="00F4650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A6038019F7E4386BCC088D3B90CB7C2">
    <w:name w:val="3A6038019F7E4386BCC088D3B90CB7C2"/>
    <w:rsid w:val="00F4650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C91DB4A4CB44F81AE4CD179971CCDA9">
    <w:name w:val="0C91DB4A4CB44F81AE4CD179971CCDA9"/>
    <w:rsid w:val="00F46507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AB2A4E-3D95-40BB-99A9-2F70EF12A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1661</Words>
  <Characters>10471</Characters>
  <Application>Microsoft Office Word</Application>
  <DocSecurity>8</DocSecurity>
  <Lines>87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Krause, Johann</dc:creator>
  <cp:keywords/>
  <dc:description/>
  <cp:lastModifiedBy>Krause, Johann</cp:lastModifiedBy>
  <cp:revision>34</cp:revision>
  <cp:lastPrinted>2024-09-18T09:08:00Z</cp:lastPrinted>
  <dcterms:created xsi:type="dcterms:W3CDTF">2024-09-17T15:14:00Z</dcterms:created>
  <dcterms:modified xsi:type="dcterms:W3CDTF">2024-09-18T09:39:00Z</dcterms:modified>
</cp:coreProperties>
</file>